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FBCDC" w14:textId="77777777" w:rsidR="00687B5A" w:rsidRPr="00A61937" w:rsidRDefault="00687B5A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8498E" wp14:editId="22DA8250">
                <wp:simplePos x="0" y="0"/>
                <wp:positionH relativeFrom="column">
                  <wp:posOffset>29845</wp:posOffset>
                </wp:positionH>
                <wp:positionV relativeFrom="paragraph">
                  <wp:posOffset>-46355</wp:posOffset>
                </wp:positionV>
                <wp:extent cx="5943600" cy="822960"/>
                <wp:effectExtent l="15240" t="15240" r="32385" b="476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2296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612078C" w14:textId="77777777" w:rsidR="00227839" w:rsidRPr="003C1D17" w:rsidRDefault="00227839" w:rsidP="002C6B09">
                            <w:pPr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3C1D17"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  <w:t>ACTE D’ENGAGEMENT</w:t>
                            </w:r>
                          </w:p>
                          <w:p w14:paraId="3CB85343" w14:textId="77777777" w:rsidR="00227839" w:rsidRPr="003C1D17" w:rsidRDefault="00227839" w:rsidP="002C6B09">
                            <w:pPr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3C1D17"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  <w:t>(AE)</w:t>
                            </w:r>
                          </w:p>
                          <w:p w14:paraId="065EFD2C" w14:textId="77777777" w:rsidR="00227839" w:rsidRDefault="002278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.35pt;margin-top:-3.6pt;width:468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" fillcolor="#365f91" strokecolor="#a5a5a5" strokeweight="2.25pt">
                <v:shadow on="t" color="#7f7f7f" opacity=".5" mv:blur="0" offset="1pt,2pt"/>
                <v:textbox>
                  <w:txbxContent>
                    <w:p w14:paraId="4612078C" w14:textId="77777777" w:rsidR="00227839" w:rsidRPr="003C1D17" w:rsidRDefault="00227839" w:rsidP="002C6B09">
                      <w:pPr>
                        <w:jc w:val="center"/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</w:pPr>
                      <w:r w:rsidRPr="003C1D17"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  <w:t>ACTE D’ENGAGEMENT</w:t>
                      </w:r>
                    </w:p>
                    <w:p w14:paraId="3CB85343" w14:textId="77777777" w:rsidR="00227839" w:rsidRPr="003C1D17" w:rsidRDefault="00227839" w:rsidP="002C6B09">
                      <w:pPr>
                        <w:jc w:val="center"/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</w:pPr>
                      <w:r w:rsidRPr="003C1D17"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  <w:t>(AE)</w:t>
                      </w:r>
                    </w:p>
                    <w:p w14:paraId="065EFD2C" w14:textId="77777777" w:rsidR="00227839" w:rsidRDefault="00227839"/>
                  </w:txbxContent>
                </v:textbox>
              </v:rect>
            </w:pict>
          </mc:Fallback>
        </mc:AlternateContent>
      </w:r>
    </w:p>
    <w:p w14:paraId="770D3942" w14:textId="77777777" w:rsidR="00687B5A" w:rsidRPr="00A61937" w:rsidRDefault="00687B5A">
      <w:pPr>
        <w:rPr>
          <w:rFonts w:asciiTheme="minorHAnsi" w:hAnsiTheme="minorHAnsi"/>
        </w:rPr>
      </w:pPr>
    </w:p>
    <w:p w14:paraId="515A8433" w14:textId="77777777" w:rsidR="00687B5A" w:rsidRPr="00A61937" w:rsidRDefault="00687B5A">
      <w:pPr>
        <w:rPr>
          <w:rFonts w:asciiTheme="minorHAnsi" w:hAnsiTheme="minorHAnsi"/>
        </w:rPr>
      </w:pPr>
    </w:p>
    <w:p w14:paraId="188E6FAC" w14:textId="77777777" w:rsidR="00687B5A" w:rsidRPr="00A61937" w:rsidRDefault="00687B5A">
      <w:pPr>
        <w:rPr>
          <w:rFonts w:asciiTheme="minorHAnsi" w:hAnsiTheme="minorHAnsi"/>
        </w:rPr>
      </w:pPr>
    </w:p>
    <w:p w14:paraId="2B5ED67A" w14:textId="77777777" w:rsidR="00687B5A" w:rsidRPr="00A61937" w:rsidRDefault="00687B5A">
      <w:pPr>
        <w:rPr>
          <w:rFonts w:asciiTheme="minorHAnsi" w:hAnsiTheme="minorHAnsi"/>
        </w:rPr>
      </w:pPr>
    </w:p>
    <w:p w14:paraId="7056DA9D" w14:textId="77777777" w:rsidR="00687B5A" w:rsidRPr="00A61937" w:rsidRDefault="00687B5A">
      <w:pPr>
        <w:rPr>
          <w:rFonts w:asciiTheme="minorHAnsi" w:hAnsiTheme="minorHAnsi"/>
        </w:rPr>
      </w:pPr>
    </w:p>
    <w:p w14:paraId="4F0DA023" w14:textId="77777777" w:rsidR="00687B5A" w:rsidRPr="00A61937" w:rsidRDefault="00687B5A">
      <w:pPr>
        <w:rPr>
          <w:rFonts w:asciiTheme="minorHAnsi" w:hAnsiTheme="minorHAnsi"/>
        </w:rPr>
      </w:pPr>
    </w:p>
    <w:p w14:paraId="58C53628" w14:textId="77777777" w:rsidR="00687B5A" w:rsidRPr="00A61937" w:rsidRDefault="00687B5A">
      <w:pPr>
        <w:rPr>
          <w:rFonts w:asciiTheme="minorHAnsi" w:hAnsiTheme="minorHAnsi"/>
        </w:rPr>
      </w:pPr>
    </w:p>
    <w:p w14:paraId="20BB7566" w14:textId="77777777" w:rsidR="00687B5A" w:rsidRPr="00A61937" w:rsidRDefault="00687B5A" w:rsidP="00764491">
      <w:pPr>
        <w:pStyle w:val="Trame"/>
        <w:shd w:val="clear" w:color="auto" w:fill="365F91"/>
        <w:spacing w:after="600"/>
        <w:ind w:right="6" w:firstLine="708"/>
        <w:rPr>
          <w:rFonts w:asciiTheme="minorHAnsi" w:hAnsiTheme="minorHAnsi"/>
          <w:color w:val="FFFFFF"/>
          <w:sz w:val="32"/>
          <w:szCs w:val="32"/>
        </w:rPr>
      </w:pPr>
      <w:r w:rsidRPr="00A61937">
        <w:rPr>
          <w:rFonts w:asciiTheme="minorHAnsi" w:hAnsiTheme="minorHAnsi"/>
          <w:color w:val="FFFFFF"/>
          <w:sz w:val="32"/>
          <w:szCs w:val="32"/>
        </w:rPr>
        <w:t xml:space="preserve">MARCHE </w:t>
      </w:r>
      <w:r w:rsidR="002E3371">
        <w:rPr>
          <w:rFonts w:asciiTheme="minorHAnsi" w:hAnsiTheme="minorHAnsi"/>
          <w:color w:val="FFFFFF"/>
          <w:sz w:val="32"/>
          <w:szCs w:val="32"/>
        </w:rPr>
        <w:t>PRIVÉ</w:t>
      </w:r>
      <w:r w:rsidRPr="00A61937">
        <w:rPr>
          <w:rFonts w:asciiTheme="minorHAnsi" w:hAnsiTheme="minorHAnsi"/>
          <w:color w:val="FFFFFF"/>
          <w:sz w:val="32"/>
          <w:szCs w:val="32"/>
        </w:rPr>
        <w:t xml:space="preserve"> DE TRAVAUX</w:t>
      </w:r>
    </w:p>
    <w:p w14:paraId="52938DDD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01B63FE4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317FA71D" w14:textId="77777777" w:rsidR="0001069B" w:rsidRPr="001C1503" w:rsidRDefault="0001069B" w:rsidP="0001069B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>
        <w:rPr>
          <w:rFonts w:asciiTheme="minorHAnsi" w:hAnsiTheme="minorHAnsi"/>
          <w:b/>
          <w:noProof/>
          <w:color w:val="808080"/>
          <w:sz w:val="52"/>
          <w:szCs w:val="52"/>
        </w:rPr>
        <w:t>SCI LES MURAILLES</w:t>
      </w:r>
    </w:p>
    <w:p w14:paraId="53353B76" w14:textId="77777777" w:rsidR="00687B5A" w:rsidRDefault="00687B5A">
      <w:pPr>
        <w:rPr>
          <w:rFonts w:asciiTheme="minorHAnsi" w:hAnsiTheme="minorHAnsi"/>
          <w:sz w:val="16"/>
          <w:szCs w:val="16"/>
        </w:rPr>
      </w:pPr>
    </w:p>
    <w:p w14:paraId="3C37002C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tbl>
      <w:tblPr>
        <w:tblW w:w="0" w:type="auto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3"/>
      </w:tblGrid>
      <w:tr w:rsidR="00687B5A" w:rsidRPr="00A61937" w14:paraId="37FD68A2" w14:textId="77777777" w:rsidTr="005306DD">
        <w:trPr>
          <w:trHeight w:val="188"/>
        </w:trPr>
        <w:tc>
          <w:tcPr>
            <w:tcW w:w="9613" w:type="dxa"/>
            <w:shd w:val="clear" w:color="auto" w:fill="365F91"/>
          </w:tcPr>
          <w:p w14:paraId="250E7DD0" w14:textId="77777777" w:rsidR="00687B5A" w:rsidRPr="00A61937" w:rsidRDefault="00687B5A">
            <w:pPr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</w:pPr>
            <w:r w:rsidRPr="00A61937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687B5A" w:rsidRPr="00A61937" w14:paraId="1CFD6D2B" w14:textId="77777777" w:rsidTr="005306DD">
        <w:trPr>
          <w:trHeight w:val="44"/>
        </w:trPr>
        <w:tc>
          <w:tcPr>
            <w:tcW w:w="9613" w:type="dxa"/>
          </w:tcPr>
          <w:p w14:paraId="0FA3E10D" w14:textId="77777777" w:rsidR="00687B5A" w:rsidRPr="00A61937" w:rsidRDefault="00687B5A">
            <w:pPr>
              <w:ind w:left="567" w:right="641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687B5A" w:rsidRPr="00A61937" w14:paraId="778BB47C" w14:textId="77777777" w:rsidTr="005306DD">
        <w:trPr>
          <w:trHeight w:val="764"/>
        </w:trPr>
        <w:tc>
          <w:tcPr>
            <w:tcW w:w="9613" w:type="dxa"/>
          </w:tcPr>
          <w:p w14:paraId="4151BC00" w14:textId="77777777" w:rsidR="00687B5A" w:rsidRPr="00A61937" w:rsidRDefault="00687B5A" w:rsidP="00577A7F">
            <w:pPr>
              <w:tabs>
                <w:tab w:val="left" w:pos="2552"/>
              </w:tabs>
              <w:spacing w:line="240" w:lineRule="exact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77A61A5F" w14:textId="1ED0F244" w:rsidR="00687B5A" w:rsidRPr="00A61937" w:rsidRDefault="0001069B" w:rsidP="004A2D68">
            <w:pPr>
              <w:jc w:val="center"/>
              <w:rPr>
                <w:rFonts w:asciiTheme="minorHAnsi" w:hAnsiTheme="minorHAnsi"/>
                <w:color w:val="808080" w:themeColor="background1" w:themeShade="80"/>
                <w:sz w:val="27"/>
                <w:szCs w:val="27"/>
              </w:rPr>
            </w:pPr>
            <w:r>
              <w:rPr>
                <w:rFonts w:asciiTheme="minorHAnsi" w:hAnsiTheme="minorHAnsi"/>
                <w:noProof/>
                <w:color w:val="808080" w:themeColor="background1" w:themeShade="80"/>
                <w:sz w:val="28"/>
                <w:szCs w:val="27"/>
              </w:rPr>
              <w:t>CREATION DES VRD DE LA NOUVELLE PLATEFORME LOGISTIQUE PIHEN A REMY</w:t>
            </w:r>
          </w:p>
          <w:p w14:paraId="3A4EAE91" w14:textId="77777777" w:rsidR="00687B5A" w:rsidRPr="00A61937" w:rsidRDefault="00687B5A" w:rsidP="00912930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597E1A6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6EB866A8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33473491" w14:textId="3E283D04" w:rsidR="00687B5A" w:rsidRPr="0001069B" w:rsidRDefault="0001069B" w:rsidP="0001069B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Lot 01 :</w:t>
      </w:r>
      <w:r>
        <w:rPr>
          <w:rFonts w:asciiTheme="minorHAnsi" w:hAnsiTheme="minorHAnsi"/>
          <w:b/>
          <w:sz w:val="32"/>
          <w:szCs w:val="32"/>
        </w:rPr>
        <w:t xml:space="preserve"> Travaux de voirie, terrassement, assainissement, AEP et défense incendie.</w:t>
      </w:r>
      <w:bookmarkStart w:id="0" w:name="_GoBack"/>
      <w:bookmarkEnd w:id="0"/>
    </w:p>
    <w:p w14:paraId="4DB86A21" w14:textId="77777777" w:rsidR="00687B5A" w:rsidRPr="00A61937" w:rsidRDefault="00687B5A">
      <w:pPr>
        <w:rPr>
          <w:rFonts w:asciiTheme="minorHAnsi" w:hAnsiTheme="minorHAnsi"/>
          <w:sz w:val="12"/>
          <w:szCs w:val="12"/>
        </w:rPr>
      </w:pPr>
    </w:p>
    <w:p w14:paraId="36CC4A75" w14:textId="77777777" w:rsidR="00687B5A" w:rsidRDefault="00687B5A">
      <w:pPr>
        <w:rPr>
          <w:rFonts w:asciiTheme="minorHAnsi" w:hAnsiTheme="minorHAnsi"/>
        </w:rPr>
      </w:pPr>
    </w:p>
    <w:tbl>
      <w:tblPr>
        <w:tblW w:w="9756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786"/>
        <w:gridCol w:w="4970"/>
      </w:tblGrid>
      <w:tr w:rsidR="00687B5A" w:rsidRPr="00503C6C" w14:paraId="05101897" w14:textId="77777777" w:rsidTr="00A61937">
        <w:trPr>
          <w:trHeight w:val="2252"/>
        </w:trPr>
        <w:tc>
          <w:tcPr>
            <w:tcW w:w="4786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56513582" w14:textId="77777777" w:rsidR="00687B5A" w:rsidRPr="00503C6C" w:rsidRDefault="00687B5A" w:rsidP="004A2D68">
            <w:pPr>
              <w:jc w:val="center"/>
              <w:rPr>
                <w:rFonts w:asciiTheme="minorHAnsi" w:eastAsiaTheme="minorHAnsi" w:hAnsiTheme="minorHAnsi" w:cstheme="minorBidi"/>
                <w:color w:val="00365F"/>
                <w:u w:val="single"/>
                <w:lang w:eastAsia="en-US"/>
              </w:rPr>
            </w:pPr>
            <w:r w:rsidRPr="00503C6C">
              <w:rPr>
                <w:rFonts w:asciiTheme="minorHAnsi" w:hAnsiTheme="minorHAnsi"/>
                <w:color w:val="00365F"/>
                <w:u w:val="single"/>
              </w:rPr>
              <w:t>Maître d'œuvre :</w:t>
            </w:r>
          </w:p>
          <w:p w14:paraId="047E8F40" w14:textId="77777777" w:rsidR="00687B5A" w:rsidRPr="00503C6C" w:rsidRDefault="00687B5A" w:rsidP="004A2D68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064A479F" w14:textId="77777777" w:rsidR="00687B5A" w:rsidRPr="004A2D68" w:rsidRDefault="00687B5A" w:rsidP="004A2D68">
            <w:pPr>
              <w:ind w:left="567"/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  <w:lang w:val="en-US"/>
              </w:rPr>
            </w:pPr>
            <w:r w:rsidRPr="005209C4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  <w:lang w:val="en-US"/>
              </w:rPr>
              <w:t>ACP</w:t>
            </w:r>
          </w:p>
          <w:p w14:paraId="6AAA492B" w14:textId="77777777" w:rsidR="00687B5A" w:rsidRPr="004A2D68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  <w:lang w:val="en-US"/>
              </w:rPr>
            </w:pP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  <w:lang w:val="en-US"/>
              </w:rPr>
              <w:t>61 Ter rue Saint Joseph</w:t>
            </w:r>
          </w:p>
          <w:p w14:paraId="21C5EF7C" w14:textId="77777777" w:rsidR="00687B5A" w:rsidRPr="004A2D68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  <w:lang w:val="en-US"/>
              </w:rPr>
            </w:pP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  <w:lang w:val="en-US"/>
              </w:rPr>
              <w:t>60 200 Compiègne</w:t>
            </w:r>
          </w:p>
          <w:p w14:paraId="41811B00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Tel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0344409872</w:t>
            </w:r>
          </w:p>
          <w:p w14:paraId="10F59643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FAX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0972220556</w:t>
            </w:r>
          </w:p>
          <w:p w14:paraId="389231DA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Courriel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acp@acp-vrd.com</w:t>
            </w:r>
          </w:p>
          <w:p w14:paraId="5B8F43CC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SARL</w:t>
            </w:r>
          </w:p>
          <w:p w14:paraId="2228CD84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Capital de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10000</w:t>
            </w:r>
            <w:r w:rsidRPr="00023FDE">
              <w:rPr>
                <w:rFonts w:asciiTheme="minorHAnsi" w:hAnsiTheme="minorHAnsi"/>
                <w:color w:val="00365F"/>
                <w:sz w:val="24"/>
                <w:szCs w:val="24"/>
              </w:rPr>
              <w:t xml:space="preserve"> €</w:t>
            </w:r>
          </w:p>
          <w:p w14:paraId="126103B8" w14:textId="77777777" w:rsidR="00687B5A" w:rsidRPr="00023FDE" w:rsidRDefault="00687B5A" w:rsidP="004A2D68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RCS : </w:t>
            </w:r>
            <w:r w:rsidRPr="005209C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489 072 611 00028</w:t>
            </w:r>
          </w:p>
          <w:p w14:paraId="2ED85740" w14:textId="77777777" w:rsidR="00687B5A" w:rsidRPr="00023FDE" w:rsidRDefault="00687B5A" w:rsidP="00A61937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970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3C980EF0" w14:textId="77777777" w:rsidR="00687B5A" w:rsidRPr="00503C6C" w:rsidRDefault="00687B5A" w:rsidP="004A2D68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u w:val="single"/>
                <w:lang w:eastAsia="en-US"/>
              </w:rPr>
            </w:pPr>
            <w:r w:rsidRPr="00503C6C">
              <w:rPr>
                <w:rFonts w:asciiTheme="minorHAnsi" w:hAnsiTheme="minorHAnsi"/>
                <w:u w:val="single"/>
              </w:rPr>
              <w:t>Maître d'ouvrage :</w:t>
            </w:r>
          </w:p>
          <w:p w14:paraId="3081DB1D" w14:textId="77777777" w:rsidR="00687B5A" w:rsidRDefault="00687B5A" w:rsidP="004A2D68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</w:p>
          <w:p w14:paraId="78E1EFB2" w14:textId="77777777" w:rsidR="0001069B" w:rsidRPr="00C6129D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SCI LES MURAILLES</w:t>
            </w:r>
          </w:p>
          <w:p w14:paraId="0EB581D1" w14:textId="77777777" w:rsidR="0001069B" w:rsidRPr="00C6129D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170 Avenue de la Gare</w:t>
            </w:r>
          </w:p>
          <w:p w14:paraId="6441F608" w14:textId="77777777" w:rsidR="0001069B" w:rsidRPr="00C6129D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60190 REMY</w:t>
            </w:r>
          </w:p>
          <w:p w14:paraId="51887935" w14:textId="77777777" w:rsidR="0001069B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Tél : 03.44.42.73.80</w:t>
            </w:r>
          </w:p>
          <w:p w14:paraId="7B9EBA18" w14:textId="77777777" w:rsidR="0001069B" w:rsidRPr="00C6129D" w:rsidRDefault="0001069B" w:rsidP="0001069B">
            <w:pPr>
              <w:jc w:val="center"/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</w:pPr>
          </w:p>
          <w:p w14:paraId="033E38A7" w14:textId="135634BD" w:rsidR="00687B5A" w:rsidRPr="00503C6C" w:rsidRDefault="0001069B" w:rsidP="0001069B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Courriel : pascal</w:t>
            </w:r>
            <w:r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.</w:t>
            </w:r>
            <w:r w:rsidRPr="00C6129D">
              <w:rPr>
                <w:rFonts w:asciiTheme="minorHAnsi" w:hAnsiTheme="minorHAnsi"/>
                <w:b/>
                <w:noProof/>
                <w:color w:val="00365F"/>
                <w:sz w:val="28"/>
                <w:szCs w:val="28"/>
              </w:rPr>
              <w:t>pihen@pihen.fr</w:t>
            </w:r>
          </w:p>
        </w:tc>
      </w:tr>
    </w:tbl>
    <w:p w14:paraId="558C1BFE" w14:textId="77777777" w:rsidR="00687B5A" w:rsidRDefault="00687B5A">
      <w:pPr>
        <w:rPr>
          <w:rFonts w:asciiTheme="minorHAnsi" w:hAnsiTheme="minorHAnsi"/>
        </w:rPr>
      </w:pPr>
    </w:p>
    <w:p w14:paraId="7B1AC683" w14:textId="77777777" w:rsidR="00687B5A" w:rsidRPr="00A61937" w:rsidRDefault="00687B5A">
      <w:pPr>
        <w:rPr>
          <w:rFonts w:asciiTheme="minorHAnsi" w:hAnsiTheme="minorHAnsi"/>
        </w:rPr>
      </w:pPr>
    </w:p>
    <w:p w14:paraId="4D3E8C0C" w14:textId="77777777" w:rsidR="00687B5A" w:rsidRPr="00A61937" w:rsidRDefault="00687B5A">
      <w:pPr>
        <w:overflowPunct/>
        <w:autoSpaceDE/>
        <w:autoSpaceDN/>
        <w:adjustRightInd/>
        <w:textAlignment w:val="auto"/>
        <w:rPr>
          <w:rFonts w:asciiTheme="minorHAnsi" w:hAnsiTheme="minorHAnsi"/>
        </w:rPr>
      </w:pPr>
      <w:r w:rsidRPr="00A61937">
        <w:rPr>
          <w:rFonts w:asciiTheme="minorHAnsi" w:hAnsiTheme="minorHAnsi"/>
        </w:rPr>
        <w:br w:type="page"/>
      </w:r>
    </w:p>
    <w:p w14:paraId="738F76F5" w14:textId="77777777" w:rsidR="00687B5A" w:rsidRPr="00A61937" w:rsidRDefault="00687B5A">
      <w:pPr>
        <w:rPr>
          <w:rFonts w:asciiTheme="minorHAnsi" w:hAnsiTheme="minorHAnsi"/>
        </w:rPr>
      </w:pPr>
    </w:p>
    <w:p w14:paraId="61D38399" w14:textId="77777777" w:rsidR="00687B5A" w:rsidRPr="00A61937" w:rsidRDefault="00687B5A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C5F39B" wp14:editId="4C1F5228">
                <wp:simplePos x="0" y="0"/>
                <wp:positionH relativeFrom="column">
                  <wp:posOffset>-48260</wp:posOffset>
                </wp:positionH>
                <wp:positionV relativeFrom="paragraph">
                  <wp:posOffset>14605</wp:posOffset>
                </wp:positionV>
                <wp:extent cx="6050280" cy="822960"/>
                <wp:effectExtent l="22860" t="21590" r="32385" b="412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0280" cy="82296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97F070" w14:textId="77777777" w:rsidR="00227839" w:rsidRPr="003C1D17" w:rsidRDefault="00227839" w:rsidP="00AD671B">
                            <w:pPr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3C1D17"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  <w:t>ACTE D’ENGAGEMENT</w:t>
                            </w:r>
                          </w:p>
                          <w:p w14:paraId="2CEFCD95" w14:textId="77777777" w:rsidR="00227839" w:rsidRPr="003C1D17" w:rsidRDefault="00227839" w:rsidP="00AD671B">
                            <w:pPr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3C1D17">
                              <w:rPr>
                                <w:rFonts w:ascii="Slicker" w:hAnsi="Slicker"/>
                                <w:b/>
                                <w:color w:val="FFFFFF"/>
                                <w:sz w:val="48"/>
                                <w:szCs w:val="48"/>
                              </w:rPr>
                              <w:t>(AE)</w:t>
                            </w:r>
                          </w:p>
                          <w:p w14:paraId="06AE9F41" w14:textId="77777777" w:rsidR="00227839" w:rsidRDefault="00227839" w:rsidP="00AD67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3.75pt;margin-top:1.15pt;width:476.4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" fillcolor="#365f91" strokecolor="#a5a5a5" strokeweight="2.25pt">
                <v:shadow on="t" color="#7f7f7f" opacity=".5" mv:blur="0" offset="1pt,2pt"/>
                <v:textbox>
                  <w:txbxContent>
                    <w:p w14:paraId="3197F070" w14:textId="77777777" w:rsidR="00227839" w:rsidRPr="003C1D17" w:rsidRDefault="00227839" w:rsidP="00AD671B">
                      <w:pPr>
                        <w:jc w:val="center"/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</w:pPr>
                      <w:r w:rsidRPr="003C1D17"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  <w:t>ACTE D’ENGAGEMENT</w:t>
                      </w:r>
                    </w:p>
                    <w:p w14:paraId="2CEFCD95" w14:textId="77777777" w:rsidR="00227839" w:rsidRPr="003C1D17" w:rsidRDefault="00227839" w:rsidP="00AD671B">
                      <w:pPr>
                        <w:jc w:val="center"/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</w:pPr>
                      <w:r w:rsidRPr="003C1D17">
                        <w:rPr>
                          <w:rFonts w:ascii="Slicker" w:hAnsi="Slicker"/>
                          <w:b/>
                          <w:color w:val="FFFFFF"/>
                          <w:sz w:val="48"/>
                          <w:szCs w:val="48"/>
                        </w:rPr>
                        <w:t>(AE)</w:t>
                      </w:r>
                    </w:p>
                    <w:p w14:paraId="06AE9F41" w14:textId="77777777" w:rsidR="00227839" w:rsidRDefault="00227839" w:rsidP="00AD671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A6C6252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p w14:paraId="7B04A02E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p w14:paraId="7B81EDFB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p w14:paraId="4293BE54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p w14:paraId="38F97801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tbl>
      <w:tblPr>
        <w:tblpPr w:leftFromText="141" w:rightFromText="141" w:vertAnchor="text" w:horzAnchor="margin" w:tblpY="59"/>
        <w:tblW w:w="0" w:type="auto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4A0" w:firstRow="1" w:lastRow="0" w:firstColumn="1" w:lastColumn="0" w:noHBand="0" w:noVBand="1"/>
      </w:tblPr>
      <w:tblGrid>
        <w:gridCol w:w="4854"/>
        <w:gridCol w:w="4712"/>
      </w:tblGrid>
      <w:tr w:rsidR="00687B5A" w:rsidRPr="00A61937" w14:paraId="711387D6" w14:textId="77777777" w:rsidTr="00742CC6">
        <w:trPr>
          <w:trHeight w:val="532"/>
        </w:trPr>
        <w:tc>
          <w:tcPr>
            <w:tcW w:w="4854" w:type="dxa"/>
            <w:shd w:val="clear" w:color="auto" w:fill="BFBFBF"/>
          </w:tcPr>
          <w:p w14:paraId="557D8FE2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  <w:bCs/>
              </w:rPr>
            </w:pPr>
            <w:r w:rsidRPr="00A61937">
              <w:rPr>
                <w:rFonts w:asciiTheme="minorHAnsi" w:hAnsiTheme="minorHAnsi"/>
                <w:bCs/>
              </w:rPr>
              <w:t>DATE  DU MARCHE</w:t>
            </w:r>
          </w:p>
        </w:tc>
        <w:tc>
          <w:tcPr>
            <w:tcW w:w="4712" w:type="dxa"/>
            <w:shd w:val="clear" w:color="auto" w:fill="BFBFBF"/>
          </w:tcPr>
          <w:p w14:paraId="4D05C2EB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  <w:bCs/>
                <w:color w:val="FFFFFF"/>
              </w:rPr>
            </w:pPr>
          </w:p>
        </w:tc>
      </w:tr>
      <w:tr w:rsidR="00687B5A" w:rsidRPr="00A61937" w14:paraId="016BEA68" w14:textId="77777777" w:rsidTr="00742CC6">
        <w:trPr>
          <w:trHeight w:val="532"/>
        </w:trPr>
        <w:tc>
          <w:tcPr>
            <w:tcW w:w="4854" w:type="dxa"/>
            <w:shd w:val="clear" w:color="auto" w:fill="F2F2F2"/>
          </w:tcPr>
          <w:p w14:paraId="154F0E1D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MONTANT TTC</w:t>
            </w:r>
          </w:p>
        </w:tc>
        <w:tc>
          <w:tcPr>
            <w:tcW w:w="4712" w:type="dxa"/>
            <w:shd w:val="clear" w:color="auto" w:fill="F2F2F2"/>
          </w:tcPr>
          <w:p w14:paraId="14DD1B45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</w:rPr>
            </w:pPr>
          </w:p>
        </w:tc>
      </w:tr>
      <w:tr w:rsidR="00687B5A" w:rsidRPr="00A61937" w14:paraId="56E09C70" w14:textId="77777777" w:rsidTr="00742CC6">
        <w:trPr>
          <w:trHeight w:val="590"/>
        </w:trPr>
        <w:tc>
          <w:tcPr>
            <w:tcW w:w="4854" w:type="dxa"/>
            <w:shd w:val="clear" w:color="auto" w:fill="BFBFBF"/>
          </w:tcPr>
          <w:p w14:paraId="240C3E12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IMPUTATION</w:t>
            </w:r>
          </w:p>
        </w:tc>
        <w:tc>
          <w:tcPr>
            <w:tcW w:w="4712" w:type="dxa"/>
            <w:shd w:val="clear" w:color="auto" w:fill="BFBFBF"/>
          </w:tcPr>
          <w:p w14:paraId="04B60B6A" w14:textId="77777777" w:rsidR="00687B5A" w:rsidRPr="00A61937" w:rsidRDefault="00687B5A" w:rsidP="00742CC6">
            <w:pPr>
              <w:spacing w:before="240"/>
              <w:rPr>
                <w:rFonts w:asciiTheme="minorHAnsi" w:hAnsiTheme="minorHAnsi"/>
                <w:color w:val="FFFFFF"/>
              </w:rPr>
            </w:pPr>
          </w:p>
        </w:tc>
      </w:tr>
    </w:tbl>
    <w:p w14:paraId="01DE5C5B" w14:textId="77777777" w:rsidR="00687B5A" w:rsidRPr="00A61937" w:rsidRDefault="00687B5A">
      <w:pPr>
        <w:spacing w:before="240"/>
        <w:rPr>
          <w:rFonts w:asciiTheme="minorHAnsi" w:hAnsiTheme="minorHAnsi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4"/>
      </w:tblGrid>
      <w:tr w:rsidR="00687B5A" w:rsidRPr="00A61937" w14:paraId="20D0C0C4" w14:textId="77777777" w:rsidTr="002110EA">
        <w:trPr>
          <w:trHeight w:val="446"/>
        </w:trPr>
        <w:tc>
          <w:tcPr>
            <w:tcW w:w="9474" w:type="dxa"/>
            <w:tcBorders>
              <w:top w:val="double" w:sz="6" w:space="0" w:color="A6A6A6"/>
              <w:left w:val="double" w:sz="6" w:space="0" w:color="A6A6A6"/>
              <w:bottom w:val="single" w:sz="6" w:space="0" w:color="auto"/>
              <w:right w:val="double" w:sz="6" w:space="0" w:color="A6A6A6"/>
            </w:tcBorders>
            <w:shd w:val="clear" w:color="auto" w:fill="365F91"/>
          </w:tcPr>
          <w:p w14:paraId="4A89BAD1" w14:textId="77777777" w:rsidR="00687B5A" w:rsidRPr="00A61937" w:rsidRDefault="00687B5A">
            <w:pPr>
              <w:jc w:val="center"/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</w:pPr>
            <w:r w:rsidRPr="00A61937"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  <w:t>Personne responsable du marché</w:t>
            </w:r>
          </w:p>
        </w:tc>
      </w:tr>
      <w:tr w:rsidR="00687B5A" w:rsidRPr="00A61937" w14:paraId="5D8243B0" w14:textId="77777777" w:rsidTr="002110EA">
        <w:trPr>
          <w:trHeight w:val="74"/>
        </w:trPr>
        <w:tc>
          <w:tcPr>
            <w:tcW w:w="9474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037FEBB5" w14:textId="77777777" w:rsidR="00687B5A" w:rsidRPr="00A61937" w:rsidRDefault="00687B5A">
            <w:pPr>
              <w:jc w:val="center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687B5A" w:rsidRPr="00A61937" w14:paraId="5F3EECB9" w14:textId="77777777" w:rsidTr="002110EA">
        <w:trPr>
          <w:trHeight w:val="409"/>
        </w:trPr>
        <w:tc>
          <w:tcPr>
            <w:tcW w:w="9474" w:type="dxa"/>
            <w:tcBorders>
              <w:top w:val="nil"/>
              <w:left w:val="double" w:sz="6" w:space="0" w:color="A6A6A6"/>
              <w:bottom w:val="double" w:sz="6" w:space="0" w:color="A6A6A6"/>
              <w:right w:val="double" w:sz="6" w:space="0" w:color="A6A6A6"/>
            </w:tcBorders>
          </w:tcPr>
          <w:p w14:paraId="696B94F8" w14:textId="5BC5B521" w:rsidR="00687B5A" w:rsidRPr="00A61937" w:rsidRDefault="00687B5A" w:rsidP="0001069B">
            <w:pPr>
              <w:jc w:val="center"/>
              <w:rPr>
                <w:rFonts w:asciiTheme="minorHAnsi" w:hAnsiTheme="minorHAnsi"/>
                <w:sz w:val="24"/>
              </w:rPr>
            </w:pPr>
            <w:r w:rsidRPr="002E3371">
              <w:rPr>
                <w:rFonts w:asciiTheme="minorHAnsi" w:hAnsiTheme="minorHAnsi"/>
                <w:noProof/>
                <w:sz w:val="24"/>
              </w:rPr>
              <w:t>Mr</w:t>
            </w:r>
            <w:r w:rsidRPr="002E3371">
              <w:rPr>
                <w:rFonts w:asciiTheme="minorHAnsi" w:hAnsiTheme="minorHAnsi"/>
                <w:sz w:val="24"/>
              </w:rPr>
              <w:t xml:space="preserve"> </w:t>
            </w:r>
            <w:r w:rsidR="0001069B">
              <w:rPr>
                <w:rFonts w:asciiTheme="minorHAnsi" w:hAnsiTheme="minorHAnsi"/>
                <w:sz w:val="24"/>
              </w:rPr>
              <w:t>Pascal PIHEN</w:t>
            </w:r>
          </w:p>
        </w:tc>
      </w:tr>
    </w:tbl>
    <w:p w14:paraId="0C0C4E00" w14:textId="77777777" w:rsidR="00687B5A" w:rsidRPr="00A61937" w:rsidRDefault="00687B5A">
      <w:pPr>
        <w:rPr>
          <w:rFonts w:asciiTheme="minorHAnsi" w:hAnsiTheme="minorHAnsi"/>
          <w:sz w:val="48"/>
          <w:szCs w:val="48"/>
        </w:rPr>
      </w:pPr>
    </w:p>
    <w:p w14:paraId="4F1912D7" w14:textId="77777777" w:rsidR="00687B5A" w:rsidRPr="00A61937" w:rsidRDefault="00687B5A">
      <w:pPr>
        <w:rPr>
          <w:rFonts w:asciiTheme="minorHAnsi" w:hAnsiTheme="minorHAnsi"/>
          <w:sz w:val="48"/>
          <w:szCs w:val="4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687B5A" w:rsidRPr="00A61937" w14:paraId="38E3C3FF" w14:textId="77777777" w:rsidTr="005306DD">
        <w:trPr>
          <w:trHeight w:val="533"/>
        </w:trPr>
        <w:tc>
          <w:tcPr>
            <w:tcW w:w="9498" w:type="dxa"/>
            <w:tcBorders>
              <w:top w:val="double" w:sz="6" w:space="0" w:color="A6A6A6"/>
              <w:left w:val="double" w:sz="6" w:space="0" w:color="A6A6A6"/>
              <w:bottom w:val="single" w:sz="6" w:space="0" w:color="auto"/>
              <w:right w:val="double" w:sz="6" w:space="0" w:color="A6A6A6"/>
            </w:tcBorders>
            <w:shd w:val="clear" w:color="auto" w:fill="365F91"/>
          </w:tcPr>
          <w:p w14:paraId="0FF4AED4" w14:textId="77777777" w:rsidR="00687B5A" w:rsidRPr="00A61937" w:rsidRDefault="00687B5A">
            <w:pPr>
              <w:jc w:val="center"/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</w:pPr>
            <w:r w:rsidRPr="00A61937"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  <w:t>Ordonnateur</w:t>
            </w:r>
          </w:p>
        </w:tc>
      </w:tr>
      <w:tr w:rsidR="00687B5A" w:rsidRPr="00A61937" w14:paraId="5F5E4A6C" w14:textId="77777777" w:rsidTr="005306DD">
        <w:trPr>
          <w:trHeight w:val="133"/>
        </w:trPr>
        <w:tc>
          <w:tcPr>
            <w:tcW w:w="9498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14E2E455" w14:textId="77777777" w:rsidR="00687B5A" w:rsidRPr="00A61937" w:rsidRDefault="00687B5A">
            <w:pPr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687B5A" w:rsidRPr="00A61937" w14:paraId="7A7BE877" w14:textId="77777777" w:rsidTr="005306DD">
        <w:trPr>
          <w:trHeight w:val="444"/>
        </w:trPr>
        <w:tc>
          <w:tcPr>
            <w:tcW w:w="9498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3F59FE41" w14:textId="275ED322" w:rsidR="00687B5A" w:rsidRPr="00A61937" w:rsidRDefault="002E3371" w:rsidP="0001069B">
            <w:pPr>
              <w:ind w:left="567" w:right="49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E3371">
              <w:rPr>
                <w:rFonts w:asciiTheme="minorHAnsi" w:hAnsiTheme="minorHAnsi"/>
                <w:noProof/>
                <w:sz w:val="24"/>
              </w:rPr>
              <w:t>Mr</w:t>
            </w:r>
            <w:r w:rsidRPr="002E3371">
              <w:rPr>
                <w:rFonts w:asciiTheme="minorHAnsi" w:hAnsiTheme="minorHAnsi"/>
                <w:sz w:val="24"/>
              </w:rPr>
              <w:t xml:space="preserve"> </w:t>
            </w:r>
            <w:r w:rsidR="0001069B">
              <w:rPr>
                <w:rFonts w:asciiTheme="minorHAnsi" w:hAnsiTheme="minorHAnsi"/>
                <w:sz w:val="24"/>
              </w:rPr>
              <w:t>Pascal PIHEN</w:t>
            </w:r>
          </w:p>
        </w:tc>
      </w:tr>
      <w:tr w:rsidR="00687B5A" w:rsidRPr="00A61937" w14:paraId="438EDEF4" w14:textId="77777777" w:rsidTr="005306DD">
        <w:trPr>
          <w:trHeight w:val="178"/>
        </w:trPr>
        <w:tc>
          <w:tcPr>
            <w:tcW w:w="9498" w:type="dxa"/>
            <w:tcBorders>
              <w:top w:val="nil"/>
              <w:left w:val="double" w:sz="6" w:space="0" w:color="A6A6A6"/>
              <w:bottom w:val="double" w:sz="6" w:space="0" w:color="A6A6A6"/>
              <w:right w:val="double" w:sz="6" w:space="0" w:color="A6A6A6"/>
            </w:tcBorders>
          </w:tcPr>
          <w:p w14:paraId="7E9209CC" w14:textId="77777777" w:rsidR="00687B5A" w:rsidRPr="00A61937" w:rsidRDefault="00687B5A">
            <w:pPr>
              <w:rPr>
                <w:rFonts w:asciiTheme="minorHAnsi" w:hAnsiTheme="minorHAnsi"/>
                <w:sz w:val="6"/>
                <w:szCs w:val="6"/>
              </w:rPr>
            </w:pPr>
          </w:p>
        </w:tc>
      </w:tr>
    </w:tbl>
    <w:p w14:paraId="5B0C1C9E" w14:textId="77777777" w:rsidR="00687B5A" w:rsidRPr="00A61937" w:rsidRDefault="00687B5A">
      <w:pPr>
        <w:rPr>
          <w:rFonts w:asciiTheme="minorHAnsi" w:hAnsiTheme="minorHAnsi"/>
          <w:sz w:val="48"/>
          <w:szCs w:val="4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="00687B5A" w:rsidRPr="00A61937" w14:paraId="35CC4EBD" w14:textId="77777777" w:rsidTr="005306DD">
        <w:trPr>
          <w:trHeight w:val="520"/>
        </w:trPr>
        <w:tc>
          <w:tcPr>
            <w:tcW w:w="9570" w:type="dxa"/>
            <w:tcBorders>
              <w:top w:val="double" w:sz="6" w:space="0" w:color="A6A6A6"/>
              <w:left w:val="double" w:sz="6" w:space="0" w:color="A6A6A6"/>
              <w:bottom w:val="single" w:sz="6" w:space="0" w:color="auto"/>
              <w:right w:val="double" w:sz="6" w:space="0" w:color="A6A6A6"/>
            </w:tcBorders>
            <w:shd w:val="clear" w:color="auto" w:fill="365F91"/>
          </w:tcPr>
          <w:p w14:paraId="7AB2BB67" w14:textId="77777777" w:rsidR="00687B5A" w:rsidRPr="00A61937" w:rsidRDefault="00687B5A" w:rsidP="002E3371">
            <w:pPr>
              <w:jc w:val="center"/>
              <w:rPr>
                <w:rFonts w:asciiTheme="minorHAnsi" w:hAnsiTheme="minorHAnsi"/>
                <w:iCs/>
                <w:color w:val="FFFFFF"/>
                <w:sz w:val="28"/>
                <w:szCs w:val="28"/>
              </w:rPr>
            </w:pPr>
            <w:r w:rsidRPr="00A61937">
              <w:rPr>
                <w:rFonts w:asciiTheme="minorHAnsi" w:hAnsiTheme="minorHAnsi"/>
                <w:bCs/>
                <w:iCs/>
                <w:color w:val="FFFFFF"/>
                <w:sz w:val="28"/>
                <w:szCs w:val="28"/>
              </w:rPr>
              <w:t>Comptable  assignataire</w:t>
            </w:r>
          </w:p>
        </w:tc>
      </w:tr>
      <w:tr w:rsidR="00687B5A" w:rsidRPr="00A61937" w14:paraId="567A69C3" w14:textId="77777777" w:rsidTr="005306DD">
        <w:trPr>
          <w:trHeight w:val="87"/>
        </w:trPr>
        <w:tc>
          <w:tcPr>
            <w:tcW w:w="9570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79F566EC" w14:textId="77777777" w:rsidR="00687B5A" w:rsidRPr="00A61937" w:rsidRDefault="00687B5A">
            <w:pPr>
              <w:rPr>
                <w:rFonts w:asciiTheme="minorHAnsi" w:hAnsiTheme="minorHAnsi"/>
                <w:sz w:val="24"/>
                <w:szCs w:val="6"/>
              </w:rPr>
            </w:pPr>
          </w:p>
        </w:tc>
      </w:tr>
      <w:tr w:rsidR="00687B5A" w:rsidRPr="00A61937" w14:paraId="57BF3D39" w14:textId="77777777" w:rsidTr="005306DD">
        <w:trPr>
          <w:trHeight w:val="476"/>
        </w:trPr>
        <w:tc>
          <w:tcPr>
            <w:tcW w:w="9570" w:type="dxa"/>
            <w:tcBorders>
              <w:top w:val="nil"/>
              <w:left w:val="double" w:sz="6" w:space="0" w:color="A6A6A6"/>
              <w:right w:val="double" w:sz="6" w:space="0" w:color="A6A6A6"/>
            </w:tcBorders>
          </w:tcPr>
          <w:p w14:paraId="31384BC3" w14:textId="259FD9D0" w:rsidR="00687B5A" w:rsidRPr="00A61937" w:rsidRDefault="0001069B" w:rsidP="004A2D68">
            <w:pPr>
              <w:ind w:left="567" w:right="49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E3371">
              <w:rPr>
                <w:rFonts w:asciiTheme="minorHAnsi" w:hAnsiTheme="minorHAnsi"/>
                <w:noProof/>
                <w:sz w:val="24"/>
              </w:rPr>
              <w:t>Mr</w:t>
            </w:r>
            <w:r w:rsidRPr="002E3371">
              <w:rPr>
                <w:rFonts w:asciiTheme="minorHAnsi" w:hAnsiTheme="minorHAnsi"/>
                <w:sz w:val="24"/>
              </w:rPr>
              <w:t xml:space="preserve"> </w:t>
            </w:r>
            <w:r>
              <w:rPr>
                <w:rFonts w:asciiTheme="minorHAnsi" w:hAnsiTheme="minorHAnsi"/>
                <w:sz w:val="24"/>
              </w:rPr>
              <w:t>Pascal PIHEN</w:t>
            </w:r>
          </w:p>
        </w:tc>
      </w:tr>
      <w:tr w:rsidR="00687B5A" w:rsidRPr="00A61937" w14:paraId="38143857" w14:textId="77777777" w:rsidTr="005306DD">
        <w:trPr>
          <w:trHeight w:val="130"/>
        </w:trPr>
        <w:tc>
          <w:tcPr>
            <w:tcW w:w="9570" w:type="dxa"/>
            <w:tcBorders>
              <w:top w:val="nil"/>
              <w:left w:val="double" w:sz="6" w:space="0" w:color="A6A6A6"/>
              <w:bottom w:val="double" w:sz="6" w:space="0" w:color="A6A6A6"/>
              <w:right w:val="double" w:sz="6" w:space="0" w:color="A6A6A6"/>
            </w:tcBorders>
          </w:tcPr>
          <w:p w14:paraId="5E9C9530" w14:textId="77777777" w:rsidR="00687B5A" w:rsidRPr="00A61937" w:rsidRDefault="00687B5A">
            <w:pPr>
              <w:rPr>
                <w:rFonts w:asciiTheme="minorHAnsi" w:hAnsiTheme="minorHAnsi"/>
                <w:sz w:val="6"/>
                <w:szCs w:val="6"/>
              </w:rPr>
            </w:pPr>
          </w:p>
        </w:tc>
      </w:tr>
    </w:tbl>
    <w:p w14:paraId="7AC23CA4" w14:textId="77777777" w:rsidR="00687B5A" w:rsidRPr="00A61937" w:rsidRDefault="00687B5A">
      <w:pPr>
        <w:rPr>
          <w:rFonts w:asciiTheme="minorHAnsi" w:hAnsiTheme="minorHAnsi"/>
          <w:sz w:val="6"/>
          <w:szCs w:val="6"/>
        </w:rPr>
      </w:pPr>
      <w:r w:rsidRPr="00A61937">
        <w:rPr>
          <w:rFonts w:asciiTheme="minorHAnsi" w:hAnsiTheme="minorHAnsi"/>
        </w:rPr>
        <w:br w:type="page"/>
      </w:r>
    </w:p>
    <w:p w14:paraId="089D5405" w14:textId="77777777" w:rsidR="00687B5A" w:rsidRPr="00A61937" w:rsidRDefault="00687B5A" w:rsidP="002110EA">
      <w:pPr>
        <w:pStyle w:val="Titre1"/>
        <w:keepNext w:val="0"/>
        <w:shd w:val="clear" w:color="auto" w:fill="365F91"/>
        <w:spacing w:before="0"/>
        <w:rPr>
          <w:rFonts w:asciiTheme="minorHAnsi" w:hAnsiTheme="minorHAnsi"/>
          <w:color w:val="FFFFFF"/>
        </w:rPr>
      </w:pPr>
      <w:r w:rsidRPr="00A61937">
        <w:rPr>
          <w:rFonts w:asciiTheme="minorHAnsi" w:hAnsiTheme="minorHAnsi"/>
          <w:color w:val="FFFFFF"/>
        </w:rPr>
        <w:lastRenderedPageBreak/>
        <w:t>ARTICLE PREMIER. CONTRACTANT(S)</w:t>
      </w:r>
    </w:p>
    <w:p w14:paraId="16AD01C9" w14:textId="77777777" w:rsidR="00687B5A" w:rsidRPr="00A61937" w:rsidRDefault="00687B5A">
      <w:pPr>
        <w:spacing w:after="120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40"/>
        </w:rPr>
        <w:sym w:font="Wingdings" w:char="F071"/>
      </w:r>
      <w:r w:rsidRPr="00A61937">
        <w:rPr>
          <w:rFonts w:asciiTheme="minorHAnsi" w:hAnsiTheme="minorHAnsi"/>
          <w:sz w:val="40"/>
          <w:szCs w:val="36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Je soussigné</w:t>
      </w:r>
      <w:r w:rsidRPr="00A61937">
        <w:rPr>
          <w:rFonts w:asciiTheme="minorHAnsi" w:hAnsiTheme="minorHAnsi"/>
          <w:b/>
          <w:bCs/>
          <w:sz w:val="22"/>
          <w:szCs w:val="22"/>
        </w:rPr>
        <w:t>,</w:t>
      </w:r>
    </w:p>
    <w:tbl>
      <w:tblPr>
        <w:tblW w:w="9559" w:type="dxa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1525"/>
        <w:gridCol w:w="27"/>
        <w:gridCol w:w="681"/>
        <w:gridCol w:w="198"/>
        <w:gridCol w:w="63"/>
        <w:gridCol w:w="379"/>
        <w:gridCol w:w="41"/>
        <w:gridCol w:w="356"/>
        <w:gridCol w:w="441"/>
        <w:gridCol w:w="441"/>
        <w:gridCol w:w="440"/>
        <w:gridCol w:w="440"/>
        <w:gridCol w:w="440"/>
        <w:gridCol w:w="440"/>
        <w:gridCol w:w="440"/>
        <w:gridCol w:w="440"/>
        <w:gridCol w:w="440"/>
        <w:gridCol w:w="379"/>
        <w:gridCol w:w="61"/>
        <w:gridCol w:w="440"/>
        <w:gridCol w:w="440"/>
        <w:gridCol w:w="440"/>
        <w:gridCol w:w="435"/>
        <w:gridCol w:w="11"/>
        <w:gridCol w:w="6"/>
        <w:gridCol w:w="40"/>
        <w:gridCol w:w="38"/>
        <w:gridCol w:w="7"/>
      </w:tblGrid>
      <w:tr w:rsidR="00687B5A" w:rsidRPr="00A61937" w14:paraId="18FE9058" w14:textId="77777777" w:rsidTr="00574E2C">
        <w:trPr>
          <w:trHeight w:hRule="exact" w:val="93"/>
        </w:trPr>
        <w:tc>
          <w:tcPr>
            <w:tcW w:w="30" w:type="dxa"/>
            <w:tcBorders>
              <w:top w:val="single" w:sz="2" w:space="0" w:color="auto"/>
              <w:left w:val="single" w:sz="2" w:space="0" w:color="auto"/>
              <w:bottom w:val="nil"/>
            </w:tcBorders>
          </w:tcPr>
          <w:p w14:paraId="062A37D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94" w:type="dxa"/>
            <w:gridSpan w:val="5"/>
            <w:tcBorders>
              <w:top w:val="single" w:sz="2" w:space="0" w:color="auto"/>
              <w:bottom w:val="nil"/>
              <w:right w:val="nil"/>
            </w:tcBorders>
          </w:tcPr>
          <w:p w14:paraId="1CABFE7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933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D4D847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single" w:sz="2" w:space="0" w:color="auto"/>
              <w:left w:val="nil"/>
              <w:bottom w:val="nil"/>
            </w:tcBorders>
          </w:tcPr>
          <w:p w14:paraId="71DF279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21710D5" w14:textId="77777777" w:rsidTr="00574E2C">
        <w:trPr>
          <w:trHeight w:val="1229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78F4345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tcBorders>
              <w:top w:val="nil"/>
              <w:bottom w:val="nil"/>
              <w:right w:val="nil"/>
            </w:tcBorders>
          </w:tcPr>
          <w:p w14:paraId="4B88EC89" w14:textId="77777777" w:rsidR="00687B5A" w:rsidRPr="00A61937" w:rsidRDefault="00687B5A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 et prénom :</w:t>
            </w:r>
          </w:p>
          <w:p w14:paraId="5EE7123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87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1B2CF00" w14:textId="77777777" w:rsidR="00687B5A" w:rsidRPr="00A61937" w:rsidRDefault="00687B5A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nil"/>
              <w:left w:val="nil"/>
              <w:bottom w:val="nil"/>
            </w:tcBorders>
          </w:tcPr>
          <w:p w14:paraId="23BC18F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4E48EB3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  <w:bottom w:val="nil"/>
            </w:tcBorders>
          </w:tcPr>
          <w:p w14:paraId="49ED5EF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nil"/>
              <w:right w:val="nil"/>
            </w:tcBorders>
          </w:tcPr>
          <w:p w14:paraId="326134A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62DAC0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nil"/>
              <w:left w:val="nil"/>
              <w:bottom w:val="nil"/>
            </w:tcBorders>
          </w:tcPr>
          <w:p w14:paraId="312C8B3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DFD6682" w14:textId="77777777" w:rsidTr="00574E2C">
        <w:trPr>
          <w:trHeight w:val="372"/>
        </w:trPr>
        <w:tc>
          <w:tcPr>
            <w:tcW w:w="30" w:type="dxa"/>
            <w:tcBorders>
              <w:top w:val="single" w:sz="6" w:space="0" w:color="auto"/>
              <w:left w:val="single" w:sz="2" w:space="0" w:color="auto"/>
              <w:bottom w:val="nil"/>
            </w:tcBorders>
          </w:tcPr>
          <w:p w14:paraId="1F432FD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38" w:type="dxa"/>
            <w:gridSpan w:val="24"/>
            <w:tcBorders>
              <w:top w:val="single" w:sz="6" w:space="0" w:color="auto"/>
              <w:bottom w:val="nil"/>
              <w:right w:val="nil"/>
            </w:tcBorders>
          </w:tcPr>
          <w:p w14:paraId="6F8EF12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en mon nom personnel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ou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sous le nom de :</w:t>
            </w: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59C6E2F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62A7085" w14:textId="77777777" w:rsidTr="00574E2C">
        <w:trPr>
          <w:trHeight w:val="335"/>
        </w:trPr>
        <w:tc>
          <w:tcPr>
            <w:tcW w:w="30" w:type="dxa"/>
            <w:tcBorders>
              <w:left w:val="single" w:sz="2" w:space="0" w:color="auto"/>
              <w:bottom w:val="nil"/>
              <w:right w:val="nil"/>
            </w:tcBorders>
          </w:tcPr>
          <w:p w14:paraId="3D52681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44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6FEC2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69C498E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2AA8E92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152B644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3CB3AA7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39FCF4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34DECEA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4E3F618" w14:textId="77777777" w:rsidTr="00742CC6">
        <w:trPr>
          <w:trHeight w:val="2123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442C4FD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  <w:right w:val="nil"/>
            </w:tcBorders>
          </w:tcPr>
          <w:p w14:paraId="72FF5B3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Domicilié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        (Tél.)</w:t>
            </w:r>
          </w:p>
        </w:tc>
        <w:tc>
          <w:tcPr>
            <w:tcW w:w="7913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95B6011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5181353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844DBEA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1864D282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31" w:type="dxa"/>
            <w:gridSpan w:val="4"/>
            <w:tcBorders>
              <w:top w:val="nil"/>
              <w:bottom w:val="nil"/>
              <w:right w:val="nil"/>
            </w:tcBorders>
          </w:tcPr>
          <w:p w14:paraId="6EEC8C42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0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3CDA15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02B22BB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A9E4B42" w14:textId="77777777" w:rsidTr="00574E2C">
        <w:trPr>
          <w:trHeight w:val="708"/>
        </w:trPr>
        <w:tc>
          <w:tcPr>
            <w:tcW w:w="30" w:type="dxa"/>
            <w:tcBorders>
              <w:top w:val="single" w:sz="6" w:space="0" w:color="auto"/>
              <w:left w:val="single" w:sz="2" w:space="0" w:color="auto"/>
              <w:bottom w:val="nil"/>
            </w:tcBorders>
          </w:tcPr>
          <w:p w14:paraId="54B542D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27" w:type="dxa"/>
            <w:gridSpan w:val="23"/>
            <w:tcBorders>
              <w:top w:val="single" w:sz="6" w:space="0" w:color="auto"/>
              <w:bottom w:val="nil"/>
              <w:right w:val="nil"/>
            </w:tcBorders>
          </w:tcPr>
          <w:p w14:paraId="48D2816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pour le nom et le compte de la Société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(intitulé complet et forme juridique de la société)</w:t>
            </w:r>
          </w:p>
        </w:tc>
        <w:tc>
          <w:tcPr>
            <w:tcW w:w="102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4EBBEDC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354D3F6" w14:textId="77777777" w:rsidTr="00574E2C">
        <w:trPr>
          <w:trHeight w:val="335"/>
        </w:trPr>
        <w:tc>
          <w:tcPr>
            <w:tcW w:w="30" w:type="dxa"/>
            <w:tcBorders>
              <w:left w:val="single" w:sz="2" w:space="0" w:color="auto"/>
              <w:bottom w:val="nil"/>
              <w:right w:val="nil"/>
            </w:tcBorders>
          </w:tcPr>
          <w:p w14:paraId="45B9D38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44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4F4D6D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3FE3703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9098142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3854400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13287D0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351F38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49F938E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6D6A335" w14:textId="77777777" w:rsidTr="00742CC6">
        <w:trPr>
          <w:trHeight w:val="372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7CB0C4C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33" w:type="dxa"/>
            <w:gridSpan w:val="3"/>
            <w:tcBorders>
              <w:top w:val="nil"/>
              <w:bottom w:val="nil"/>
              <w:right w:val="nil"/>
            </w:tcBorders>
          </w:tcPr>
          <w:p w14:paraId="2479CD4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capital de :</w:t>
            </w:r>
          </w:p>
        </w:tc>
        <w:tc>
          <w:tcPr>
            <w:tcW w:w="721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FC3EAB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4A0F44F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E096791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</w:tcBorders>
          </w:tcPr>
          <w:p w14:paraId="3340076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3A693B3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21147F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1C02447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8F46358" w14:textId="77777777" w:rsidTr="00742CC6">
        <w:trPr>
          <w:trHeight w:val="2457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69D6F37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33" w:type="dxa"/>
            <w:gridSpan w:val="3"/>
            <w:tcBorders>
              <w:top w:val="nil"/>
              <w:bottom w:val="nil"/>
              <w:right w:val="nil"/>
            </w:tcBorders>
          </w:tcPr>
          <w:p w14:paraId="76467172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Ayant son siège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(Tél.)</w:t>
            </w:r>
          </w:p>
          <w:p w14:paraId="077B071F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5CCE88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21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01930D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64735E4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3622C54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  <w:bottom w:val="nil"/>
            </w:tcBorders>
          </w:tcPr>
          <w:p w14:paraId="1293FE7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5296BAE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B8C2FC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4C12415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CCB21EB" w14:textId="77777777" w:rsidTr="00574E2C">
        <w:trPr>
          <w:trHeight w:hRule="exact" w:val="93"/>
        </w:trPr>
        <w:tc>
          <w:tcPr>
            <w:tcW w:w="30" w:type="dxa"/>
            <w:tcBorders>
              <w:top w:val="single" w:sz="6" w:space="0" w:color="auto"/>
              <w:left w:val="single" w:sz="2" w:space="0" w:color="auto"/>
              <w:bottom w:val="nil"/>
            </w:tcBorders>
          </w:tcPr>
          <w:p w14:paraId="184B7E6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gridSpan w:val="7"/>
            <w:tcBorders>
              <w:top w:val="single" w:sz="6" w:space="0" w:color="auto"/>
              <w:bottom w:val="nil"/>
              <w:right w:val="nil"/>
            </w:tcBorders>
          </w:tcPr>
          <w:p w14:paraId="233D719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3A7EF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6A25F23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E4E68F1" w14:textId="77777777" w:rsidTr="00742CC6">
        <w:trPr>
          <w:gridAfter w:val="1"/>
          <w:wAfter w:w="7" w:type="dxa"/>
          <w:trHeight w:hRule="exact" w:val="663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27E115B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0" w:type="dxa"/>
            <w:gridSpan w:val="8"/>
            <w:tcBorders>
              <w:top w:val="nil"/>
              <w:bottom w:val="nil"/>
              <w:right w:val="nil"/>
            </w:tcBorders>
          </w:tcPr>
          <w:p w14:paraId="010A725C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8D1F05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8FE06E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5CCF2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8523E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BF28F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94441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405A39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6295C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18C1AA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CCA96D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3086D5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58BE1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8227E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4128F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" w:type="dxa"/>
            <w:gridSpan w:val="3"/>
            <w:tcBorders>
              <w:top w:val="nil"/>
              <w:left w:val="nil"/>
              <w:bottom w:val="nil"/>
            </w:tcBorders>
          </w:tcPr>
          <w:p w14:paraId="02CEB04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DF62E6E" w14:textId="77777777" w:rsidTr="00574E2C">
        <w:trPr>
          <w:trHeight w:hRule="exact" w:val="93"/>
        </w:trPr>
        <w:tc>
          <w:tcPr>
            <w:tcW w:w="30" w:type="dxa"/>
            <w:tcBorders>
              <w:top w:val="nil"/>
              <w:left w:val="single" w:sz="2" w:space="0" w:color="auto"/>
              <w:bottom w:val="nil"/>
            </w:tcBorders>
          </w:tcPr>
          <w:p w14:paraId="311CBFC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nil"/>
              <w:right w:val="nil"/>
            </w:tcBorders>
          </w:tcPr>
          <w:p w14:paraId="36F5A75B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6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922302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7F9DA5FF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46A922F" w14:textId="77777777" w:rsidTr="00742CC6">
        <w:trPr>
          <w:trHeight w:hRule="exact" w:val="602"/>
        </w:trPr>
        <w:tc>
          <w:tcPr>
            <w:tcW w:w="30" w:type="dxa"/>
            <w:tcBorders>
              <w:left w:val="single" w:sz="2" w:space="0" w:color="auto"/>
              <w:bottom w:val="nil"/>
            </w:tcBorders>
          </w:tcPr>
          <w:p w14:paraId="4860297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11" w:type="dxa"/>
            <w:gridSpan w:val="18"/>
            <w:tcBorders>
              <w:top w:val="nil"/>
              <w:bottom w:val="nil"/>
              <w:right w:val="nil"/>
            </w:tcBorders>
          </w:tcPr>
          <w:p w14:paraId="2C23D5EF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33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5D2F68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3948AEE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2DB85ED" w14:textId="77777777" w:rsidTr="00742CC6">
        <w:trPr>
          <w:trHeight w:hRule="exact" w:val="427"/>
        </w:trPr>
        <w:tc>
          <w:tcPr>
            <w:tcW w:w="30" w:type="dxa"/>
            <w:tcBorders>
              <w:top w:val="nil"/>
              <w:left w:val="single" w:sz="2" w:space="0" w:color="auto"/>
              <w:bottom w:val="single" w:sz="18" w:space="0" w:color="auto"/>
            </w:tcBorders>
          </w:tcPr>
          <w:p w14:paraId="7776ECBD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2864FC6F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611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534E5D9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18" w:space="0" w:color="auto"/>
            </w:tcBorders>
          </w:tcPr>
          <w:p w14:paraId="1962802A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6AADB78D" w14:textId="77777777" w:rsidR="00687B5A" w:rsidRPr="00A61937" w:rsidRDefault="00687B5A">
      <w:pPr>
        <w:spacing w:before="240" w:after="120"/>
        <w:ind w:left="-284"/>
        <w:rPr>
          <w:rFonts w:asciiTheme="minorHAnsi" w:hAnsiTheme="minorHAnsi"/>
          <w:sz w:val="36"/>
        </w:rPr>
      </w:pPr>
    </w:p>
    <w:p w14:paraId="25679023" w14:textId="77777777" w:rsidR="00687B5A" w:rsidRPr="00A61937" w:rsidRDefault="00687B5A">
      <w:pPr>
        <w:spacing w:before="240" w:after="120"/>
        <w:ind w:left="-284"/>
        <w:rPr>
          <w:rFonts w:asciiTheme="minorHAnsi" w:hAnsiTheme="minorHAnsi"/>
          <w:sz w:val="36"/>
        </w:rPr>
      </w:pPr>
    </w:p>
    <w:p w14:paraId="1111687B" w14:textId="77777777" w:rsidR="00687B5A" w:rsidRPr="00A61937" w:rsidRDefault="00687B5A">
      <w:pPr>
        <w:spacing w:before="240" w:after="120"/>
        <w:ind w:left="-284"/>
        <w:rPr>
          <w:rFonts w:asciiTheme="minorHAnsi" w:hAnsiTheme="minorHAnsi"/>
          <w:sz w:val="22"/>
          <w:szCs w:val="22"/>
        </w:rPr>
      </w:pPr>
    </w:p>
    <w:p w14:paraId="63E20163" w14:textId="77777777" w:rsidR="00687B5A" w:rsidRPr="00A61937" w:rsidRDefault="00687B5A">
      <w:pPr>
        <w:spacing w:before="240" w:after="120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lastRenderedPageBreak/>
        <w:sym w:font="Wingdings" w:char="F071"/>
      </w:r>
      <w:r w:rsidRPr="00A61937">
        <w:rPr>
          <w:rFonts w:asciiTheme="minorHAnsi" w:hAnsiTheme="minorHAnsi"/>
          <w:sz w:val="22"/>
          <w:szCs w:val="22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Nous soussignés</w:t>
      </w:r>
      <w:r w:rsidRPr="00A61937">
        <w:rPr>
          <w:rFonts w:asciiTheme="minorHAnsi" w:hAnsiTheme="minorHAnsi"/>
          <w:b/>
          <w:bCs/>
          <w:sz w:val="22"/>
          <w:szCs w:val="22"/>
        </w:rPr>
        <w:t>,</w:t>
      </w:r>
    </w:p>
    <w:tbl>
      <w:tblPr>
        <w:tblW w:w="9665" w:type="dxa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"/>
        <w:gridCol w:w="1519"/>
        <w:gridCol w:w="49"/>
        <w:gridCol w:w="518"/>
        <w:gridCol w:w="370"/>
        <w:gridCol w:w="64"/>
        <w:gridCol w:w="383"/>
        <w:gridCol w:w="41"/>
        <w:gridCol w:w="360"/>
        <w:gridCol w:w="446"/>
        <w:gridCol w:w="446"/>
        <w:gridCol w:w="445"/>
        <w:gridCol w:w="445"/>
        <w:gridCol w:w="445"/>
        <w:gridCol w:w="445"/>
        <w:gridCol w:w="445"/>
        <w:gridCol w:w="445"/>
        <w:gridCol w:w="445"/>
        <w:gridCol w:w="378"/>
        <w:gridCol w:w="67"/>
        <w:gridCol w:w="445"/>
        <w:gridCol w:w="445"/>
        <w:gridCol w:w="445"/>
        <w:gridCol w:w="432"/>
        <w:gridCol w:w="11"/>
        <w:gridCol w:w="9"/>
        <w:gridCol w:w="38"/>
        <w:gridCol w:w="48"/>
      </w:tblGrid>
      <w:tr w:rsidR="00687B5A" w:rsidRPr="00A61937" w14:paraId="16F0E62C" w14:textId="77777777" w:rsidTr="00742CC6">
        <w:trPr>
          <w:trHeight w:val="110"/>
        </w:trPr>
        <w:tc>
          <w:tcPr>
            <w:tcW w:w="9665" w:type="dxa"/>
            <w:gridSpan w:val="28"/>
            <w:tcBorders>
              <w:top w:val="single" w:sz="2" w:space="0" w:color="auto"/>
              <w:left w:val="single" w:sz="2" w:space="0" w:color="auto"/>
              <w:bottom w:val="nil"/>
              <w:right w:val="single" w:sz="18" w:space="0" w:color="auto"/>
            </w:tcBorders>
            <w:shd w:val="pct25" w:color="auto" w:fill="auto"/>
          </w:tcPr>
          <w:p w14:paraId="705C1079" w14:textId="77777777" w:rsidR="00687B5A" w:rsidRPr="00A61937" w:rsidRDefault="00687B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Cotraitant 1 </w:t>
            </w:r>
          </w:p>
        </w:tc>
      </w:tr>
      <w:tr w:rsidR="00687B5A" w:rsidRPr="00A61937" w14:paraId="53D7474D" w14:textId="77777777" w:rsidTr="00574E2C">
        <w:trPr>
          <w:trHeight w:hRule="exact" w:val="101"/>
        </w:trPr>
        <w:tc>
          <w:tcPr>
            <w:tcW w:w="36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14:paraId="32BAF55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2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62A56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0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87147D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CDE365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65ED484" w14:textId="77777777" w:rsidTr="00742CC6">
        <w:trPr>
          <w:trHeight w:val="1338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04D72872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375E3A" w14:textId="77777777" w:rsidR="00687B5A" w:rsidRPr="00A61937" w:rsidRDefault="00687B5A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 et prénom :</w:t>
            </w:r>
          </w:p>
          <w:p w14:paraId="6026B57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80D046D" w14:textId="77777777" w:rsidR="00687B5A" w:rsidRPr="00A61937" w:rsidRDefault="00687B5A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66FB42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1CE205F" w14:textId="77777777" w:rsidTr="00742CC6">
        <w:trPr>
          <w:trHeight w:hRule="exact" w:val="161"/>
        </w:trPr>
        <w:tc>
          <w:tcPr>
            <w:tcW w:w="36" w:type="dxa"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14:paraId="2F0BCD6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3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D4CA0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856686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5F0CBF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997B207" w14:textId="77777777" w:rsidTr="00742CC6">
        <w:trPr>
          <w:trHeight w:val="406"/>
        </w:trPr>
        <w:tc>
          <w:tcPr>
            <w:tcW w:w="36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14:paraId="2BBC9B3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34" w:type="dxa"/>
            <w:gridSpan w:val="2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9BDB2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en mon nom personnel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ou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sous le nom de :</w:t>
            </w: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F346F1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2B40DC8" w14:textId="77777777" w:rsidTr="00742CC6">
        <w:trPr>
          <w:trHeight w:val="365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4B95B87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43" w:type="dxa"/>
            <w:gridSpan w:val="2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49D2AC3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2264F1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7B3D62C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5081538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6E196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6D1F14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F219DE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843B985" w14:textId="77777777" w:rsidTr="00742CC6">
        <w:trPr>
          <w:trHeight w:val="2312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492C50C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244A7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Domicilié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(Tél.)</w:t>
            </w:r>
          </w:p>
        </w:tc>
        <w:tc>
          <w:tcPr>
            <w:tcW w:w="801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F4AC04E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1C045D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68C4DAE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1931058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56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AEAAB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7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FD82D0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344841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F0043F1" w14:textId="77777777" w:rsidTr="00742CC6">
        <w:trPr>
          <w:trHeight w:val="811"/>
        </w:trPr>
        <w:tc>
          <w:tcPr>
            <w:tcW w:w="36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14:paraId="0F8CF88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23" w:type="dxa"/>
            <w:gridSpan w:val="2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28527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pour le nom et le compte de la Société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(intitulé complet et forme juridique de la société)</w:t>
            </w:r>
          </w:p>
        </w:tc>
        <w:tc>
          <w:tcPr>
            <w:tcW w:w="106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BEFF11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31CE77B" w14:textId="77777777" w:rsidTr="00742CC6">
        <w:trPr>
          <w:trHeight w:val="406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683B267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43" w:type="dxa"/>
            <w:gridSpan w:val="2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403F08E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D4675A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8D4FF13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26E922A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E3AA7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10EDDB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25B6F9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1A75623" w14:textId="77777777" w:rsidTr="00730FBB">
        <w:trPr>
          <w:trHeight w:val="446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0E4A421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6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D70D9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capital de :</w:t>
            </w:r>
          </w:p>
        </w:tc>
        <w:tc>
          <w:tcPr>
            <w:tcW w:w="7457" w:type="dxa"/>
            <w:gridSpan w:val="22"/>
            <w:tcBorders>
              <w:top w:val="nil"/>
              <w:left w:val="nil"/>
              <w:bottom w:val="nil"/>
              <w:right w:val="single" w:sz="6" w:space="0" w:color="auto"/>
            </w:tcBorders>
            <w:shd w:val="pct5" w:color="auto" w:fill="auto"/>
          </w:tcPr>
          <w:p w14:paraId="4230C5B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41D432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40F7DB5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right w:val="single" w:sz="6" w:space="0" w:color="auto"/>
            </w:tcBorders>
          </w:tcPr>
          <w:p w14:paraId="1BA0646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391F5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173DE2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51DD20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647919F" w14:textId="77777777" w:rsidTr="00730FBB">
        <w:trPr>
          <w:trHeight w:val="2718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41566BC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6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72C2FC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Ayant son siège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(Tél.)</w:t>
            </w:r>
          </w:p>
          <w:p w14:paraId="6CAF0EC4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2D67183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7CD6F4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457" w:type="dxa"/>
            <w:gridSpan w:val="22"/>
            <w:tcBorders>
              <w:top w:val="nil"/>
              <w:left w:val="nil"/>
              <w:bottom w:val="nil"/>
              <w:right w:val="single" w:sz="6" w:space="0" w:color="auto"/>
            </w:tcBorders>
            <w:shd w:val="pct5" w:color="auto" w:fill="auto"/>
          </w:tcPr>
          <w:p w14:paraId="2F31E116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794E5F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7BAC589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14:paraId="52AA4685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603A4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BA8871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B535A4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FBCC9D4" w14:textId="77777777" w:rsidTr="00742CC6">
        <w:trPr>
          <w:trHeight w:hRule="exact" w:val="101"/>
        </w:trPr>
        <w:tc>
          <w:tcPr>
            <w:tcW w:w="36" w:type="dxa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14:paraId="6338E2B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85EB7C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9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4BC848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F356DA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FF8533F" w14:textId="77777777" w:rsidTr="00742CC6">
        <w:trPr>
          <w:trHeight w:hRule="exact" w:val="541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1897B74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4" w:type="dxa"/>
            <w:gridSpan w:val="8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5E58BD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17F048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70DCAB6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CA8160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7632BAB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728F206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77D9FA3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0061B74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3FC0CC6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626F3CD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607D60F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4FDB64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447884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7430F1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2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shd w:val="pct5" w:color="auto" w:fill="auto"/>
          </w:tcPr>
          <w:p w14:paraId="42A79BC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310361A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5E2E820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14:paraId="449E5C8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3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5042D8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4211ADB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5101ADA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78541F5" w14:textId="77777777" w:rsidTr="00742CC6">
        <w:trPr>
          <w:trHeight w:hRule="exact" w:val="541"/>
        </w:trPr>
        <w:tc>
          <w:tcPr>
            <w:tcW w:w="36" w:type="dxa"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14:paraId="3CEFDFA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89" w:type="dxa"/>
            <w:gridSpan w:val="18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64D7B2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54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CB3BE6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69D319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AA5F84E" w14:textId="77777777" w:rsidTr="00742CC6">
        <w:trPr>
          <w:trHeight w:hRule="exact" w:val="101"/>
        </w:trPr>
        <w:tc>
          <w:tcPr>
            <w:tcW w:w="36" w:type="dxa"/>
            <w:tcBorders>
              <w:top w:val="nil"/>
              <w:left w:val="single" w:sz="2" w:space="0" w:color="auto"/>
              <w:bottom w:val="single" w:sz="18" w:space="0" w:color="auto"/>
            </w:tcBorders>
          </w:tcPr>
          <w:p w14:paraId="0E401964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03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4C1ACC72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678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B221751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single" w:sz="18" w:space="0" w:color="auto"/>
            </w:tcBorders>
          </w:tcPr>
          <w:p w14:paraId="25E55977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7C33AC83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656E182C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4BA2301E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281CCA76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738FE95B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72F835C0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tbl>
      <w:tblPr>
        <w:tblW w:w="9564" w:type="dxa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525"/>
        <w:gridCol w:w="27"/>
        <w:gridCol w:w="540"/>
        <w:gridCol w:w="339"/>
        <w:gridCol w:w="63"/>
        <w:gridCol w:w="379"/>
        <w:gridCol w:w="41"/>
        <w:gridCol w:w="356"/>
        <w:gridCol w:w="441"/>
        <w:gridCol w:w="441"/>
        <w:gridCol w:w="440"/>
        <w:gridCol w:w="440"/>
        <w:gridCol w:w="440"/>
        <w:gridCol w:w="440"/>
        <w:gridCol w:w="440"/>
        <w:gridCol w:w="440"/>
        <w:gridCol w:w="440"/>
        <w:gridCol w:w="379"/>
        <w:gridCol w:w="61"/>
        <w:gridCol w:w="440"/>
        <w:gridCol w:w="440"/>
        <w:gridCol w:w="440"/>
        <w:gridCol w:w="435"/>
        <w:gridCol w:w="11"/>
        <w:gridCol w:w="6"/>
        <w:gridCol w:w="40"/>
        <w:gridCol w:w="38"/>
        <w:gridCol w:w="7"/>
      </w:tblGrid>
      <w:tr w:rsidR="00687B5A" w:rsidRPr="00A61937" w14:paraId="3B2B9590" w14:textId="77777777" w:rsidTr="00574E2C">
        <w:trPr>
          <w:trHeight w:val="322"/>
        </w:trPr>
        <w:tc>
          <w:tcPr>
            <w:tcW w:w="9564" w:type="dxa"/>
            <w:gridSpan w:val="29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373303F5" w14:textId="77777777" w:rsidR="00687B5A" w:rsidRPr="00A61937" w:rsidRDefault="00687B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2</w:t>
            </w:r>
          </w:p>
        </w:tc>
      </w:tr>
      <w:tr w:rsidR="00687B5A" w:rsidRPr="00A61937" w14:paraId="1F6132E1" w14:textId="77777777" w:rsidTr="00742CC6">
        <w:trPr>
          <w:trHeight w:hRule="exact" w:val="90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12157AB3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94" w:type="dxa"/>
            <w:gridSpan w:val="5"/>
            <w:tcBorders>
              <w:top w:val="single" w:sz="6" w:space="0" w:color="auto"/>
              <w:bottom w:val="nil"/>
              <w:right w:val="nil"/>
            </w:tcBorders>
          </w:tcPr>
          <w:p w14:paraId="5D10E025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933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73D15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5532F80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F242C83" w14:textId="77777777" w:rsidTr="00742CC6">
        <w:trPr>
          <w:trHeight w:val="1182"/>
        </w:trPr>
        <w:tc>
          <w:tcPr>
            <w:tcW w:w="35" w:type="dxa"/>
            <w:tcBorders>
              <w:top w:val="nil"/>
            </w:tcBorders>
          </w:tcPr>
          <w:p w14:paraId="6EE9A685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1552" w:type="dxa"/>
            <w:gridSpan w:val="2"/>
            <w:tcBorders>
              <w:top w:val="nil"/>
              <w:bottom w:val="nil"/>
              <w:right w:val="nil"/>
            </w:tcBorders>
          </w:tcPr>
          <w:p w14:paraId="14A632C8" w14:textId="77777777" w:rsidR="00687B5A" w:rsidRPr="00A61937" w:rsidRDefault="00687B5A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 et prénom :</w:t>
            </w:r>
          </w:p>
          <w:p w14:paraId="46F6DCE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87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845C63" w14:textId="77777777" w:rsidR="00687B5A" w:rsidRPr="00A61937" w:rsidRDefault="00687B5A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nil"/>
              <w:left w:val="nil"/>
              <w:bottom w:val="nil"/>
            </w:tcBorders>
          </w:tcPr>
          <w:p w14:paraId="7BD901B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1B37839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  <w:bottom w:val="nil"/>
            </w:tcBorders>
          </w:tcPr>
          <w:p w14:paraId="39CC85D1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nil"/>
              <w:right w:val="nil"/>
            </w:tcBorders>
          </w:tcPr>
          <w:p w14:paraId="76366FC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16BF34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2" w:type="dxa"/>
            <w:gridSpan w:val="5"/>
            <w:tcBorders>
              <w:top w:val="nil"/>
              <w:left w:val="nil"/>
              <w:bottom w:val="nil"/>
            </w:tcBorders>
          </w:tcPr>
          <w:p w14:paraId="455FA7C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529C4FE" w14:textId="77777777" w:rsidTr="00742CC6">
        <w:trPr>
          <w:trHeight w:val="394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5D17E5C4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9438" w:type="dxa"/>
            <w:gridSpan w:val="24"/>
            <w:tcBorders>
              <w:top w:val="single" w:sz="6" w:space="0" w:color="auto"/>
              <w:bottom w:val="nil"/>
              <w:right w:val="nil"/>
            </w:tcBorders>
          </w:tcPr>
          <w:p w14:paraId="78D67FD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en mon nom personnel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ou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sous le nom de :</w:t>
            </w: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57F38B0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5DBFC8B" w14:textId="77777777" w:rsidTr="00742CC6">
        <w:trPr>
          <w:trHeight w:val="322"/>
        </w:trPr>
        <w:tc>
          <w:tcPr>
            <w:tcW w:w="35" w:type="dxa"/>
            <w:tcBorders>
              <w:bottom w:val="nil"/>
              <w:right w:val="nil"/>
            </w:tcBorders>
          </w:tcPr>
          <w:p w14:paraId="1E770D42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9444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444D4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4F56893E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</w:tr>
      <w:tr w:rsidR="00687B5A" w:rsidRPr="00A61937" w14:paraId="29CC3428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</w:tcBorders>
          </w:tcPr>
          <w:p w14:paraId="2374455A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3E9553E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1C0A65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56B99D1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CDF24EA" w14:textId="77777777" w:rsidTr="00742CC6">
        <w:trPr>
          <w:trHeight w:val="2042"/>
        </w:trPr>
        <w:tc>
          <w:tcPr>
            <w:tcW w:w="35" w:type="dxa"/>
            <w:tcBorders>
              <w:bottom w:val="nil"/>
            </w:tcBorders>
          </w:tcPr>
          <w:p w14:paraId="19F9A0E0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1525" w:type="dxa"/>
            <w:tcBorders>
              <w:top w:val="nil"/>
              <w:bottom w:val="nil"/>
              <w:right w:val="nil"/>
            </w:tcBorders>
          </w:tcPr>
          <w:p w14:paraId="189D69A6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Domicilié à </w:t>
            </w:r>
            <w:proofErr w:type="gramStart"/>
            <w:r w:rsidRPr="00A61937">
              <w:rPr>
                <w:rFonts w:asciiTheme="minorHAnsi" w:hAnsiTheme="minorHAnsi"/>
                <w:sz w:val="22"/>
                <w:szCs w:val="22"/>
              </w:rPr>
              <w:t>:</w:t>
            </w:r>
            <w:proofErr w:type="gramEnd"/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>(Tél.)</w:t>
            </w:r>
          </w:p>
          <w:p w14:paraId="69EAC897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F1E270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913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CC90D5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2CDD324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899198D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</w:tcBorders>
          </w:tcPr>
          <w:p w14:paraId="5797EB4A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31" w:type="dxa"/>
            <w:gridSpan w:val="4"/>
            <w:tcBorders>
              <w:top w:val="nil"/>
              <w:bottom w:val="nil"/>
              <w:right w:val="nil"/>
            </w:tcBorders>
          </w:tcPr>
          <w:p w14:paraId="7A2A5E41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0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66EE4C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274BF8E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D63D9AA" w14:textId="77777777" w:rsidTr="00742CC6">
        <w:trPr>
          <w:trHeight w:val="681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14760952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427" w:type="dxa"/>
            <w:gridSpan w:val="23"/>
            <w:tcBorders>
              <w:top w:val="single" w:sz="6" w:space="0" w:color="auto"/>
              <w:bottom w:val="nil"/>
              <w:right w:val="nil"/>
            </w:tcBorders>
          </w:tcPr>
          <w:p w14:paraId="0F50532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pour le nom et le compte de la Société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(intitulé complet et forme juridique de la société)</w:t>
            </w:r>
          </w:p>
        </w:tc>
        <w:tc>
          <w:tcPr>
            <w:tcW w:w="102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1791BF4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B11A3A4" w14:textId="77777777" w:rsidTr="00742CC6">
        <w:trPr>
          <w:trHeight w:val="322"/>
        </w:trPr>
        <w:tc>
          <w:tcPr>
            <w:tcW w:w="35" w:type="dxa"/>
            <w:tcBorders>
              <w:bottom w:val="nil"/>
              <w:right w:val="nil"/>
            </w:tcBorders>
          </w:tcPr>
          <w:p w14:paraId="0AA2248E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9444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610E3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6B6C0BE8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</w:tr>
      <w:tr w:rsidR="00687B5A" w:rsidRPr="00A61937" w14:paraId="7E247A2B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</w:tcBorders>
          </w:tcPr>
          <w:p w14:paraId="5EBF94D5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76BD897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04E9AA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428EDF9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AF51265" w14:textId="77777777" w:rsidTr="00742CC6">
        <w:trPr>
          <w:trHeight w:val="358"/>
        </w:trPr>
        <w:tc>
          <w:tcPr>
            <w:tcW w:w="35" w:type="dxa"/>
            <w:tcBorders>
              <w:bottom w:val="nil"/>
            </w:tcBorders>
          </w:tcPr>
          <w:p w14:paraId="586FCD6A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  <w:tc>
          <w:tcPr>
            <w:tcW w:w="2092" w:type="dxa"/>
            <w:gridSpan w:val="3"/>
            <w:tcBorders>
              <w:top w:val="nil"/>
              <w:bottom w:val="nil"/>
              <w:right w:val="nil"/>
            </w:tcBorders>
          </w:tcPr>
          <w:p w14:paraId="542836D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capital de :</w:t>
            </w:r>
          </w:p>
        </w:tc>
        <w:tc>
          <w:tcPr>
            <w:tcW w:w="7352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CCE66B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40B06A91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</w:tr>
      <w:tr w:rsidR="00687B5A" w:rsidRPr="00A61937" w14:paraId="028A5D5C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</w:tcBorders>
          </w:tcPr>
          <w:p w14:paraId="36CF7EBD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513DEE8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FF4910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746C872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890DA72" w14:textId="77777777" w:rsidTr="00742CC6">
        <w:trPr>
          <w:trHeight w:val="2365"/>
        </w:trPr>
        <w:tc>
          <w:tcPr>
            <w:tcW w:w="35" w:type="dxa"/>
            <w:tcBorders>
              <w:bottom w:val="nil"/>
            </w:tcBorders>
          </w:tcPr>
          <w:p w14:paraId="112C32B8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  <w:tc>
          <w:tcPr>
            <w:tcW w:w="2092" w:type="dxa"/>
            <w:gridSpan w:val="3"/>
            <w:tcBorders>
              <w:top w:val="nil"/>
              <w:bottom w:val="nil"/>
              <w:right w:val="nil"/>
            </w:tcBorders>
          </w:tcPr>
          <w:p w14:paraId="67A27B56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Ayant son siège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 xml:space="preserve"> (Tél.)</w:t>
            </w:r>
          </w:p>
          <w:p w14:paraId="5F626F74" w14:textId="77777777" w:rsidR="00687B5A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E5A8D7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352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2F28771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3D42D923" w14:textId="77777777" w:rsidR="00687B5A" w:rsidRPr="00A61937" w:rsidRDefault="00687B5A">
            <w:pPr>
              <w:rPr>
                <w:rFonts w:asciiTheme="minorHAnsi" w:hAnsiTheme="minorHAnsi"/>
              </w:rPr>
            </w:pPr>
          </w:p>
        </w:tc>
      </w:tr>
      <w:tr w:rsidR="00687B5A" w:rsidRPr="00A61937" w14:paraId="3D3337FA" w14:textId="77777777" w:rsidTr="00742CC6">
        <w:trPr>
          <w:trHeight w:hRule="exact" w:val="90"/>
        </w:trPr>
        <w:tc>
          <w:tcPr>
            <w:tcW w:w="35" w:type="dxa"/>
            <w:tcBorders>
              <w:top w:val="nil"/>
              <w:bottom w:val="nil"/>
            </w:tcBorders>
          </w:tcPr>
          <w:p w14:paraId="7819333C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nil"/>
              <w:bottom w:val="nil"/>
              <w:right w:val="nil"/>
            </w:tcBorders>
          </w:tcPr>
          <w:p w14:paraId="79CF6D3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59EEBD2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5CC99A5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4F0F5AA" w14:textId="77777777" w:rsidTr="00742CC6">
        <w:trPr>
          <w:trHeight w:hRule="exact" w:val="90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70F73E05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7"/>
            <w:tcBorders>
              <w:top w:val="single" w:sz="6" w:space="0" w:color="auto"/>
              <w:bottom w:val="nil"/>
              <w:right w:val="nil"/>
            </w:tcBorders>
          </w:tcPr>
          <w:p w14:paraId="58133B9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24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E2717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2E27B90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5942C87" w14:textId="77777777" w:rsidTr="00742CC6">
        <w:trPr>
          <w:gridAfter w:val="1"/>
          <w:wAfter w:w="7" w:type="dxa"/>
          <w:trHeight w:hRule="exact" w:val="675"/>
        </w:trPr>
        <w:tc>
          <w:tcPr>
            <w:tcW w:w="35" w:type="dxa"/>
            <w:tcBorders>
              <w:bottom w:val="nil"/>
            </w:tcBorders>
          </w:tcPr>
          <w:p w14:paraId="6B0D4B3A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  <w:tc>
          <w:tcPr>
            <w:tcW w:w="3270" w:type="dxa"/>
            <w:gridSpan w:val="8"/>
            <w:tcBorders>
              <w:top w:val="nil"/>
              <w:bottom w:val="nil"/>
              <w:right w:val="nil"/>
            </w:tcBorders>
          </w:tcPr>
          <w:p w14:paraId="780BF36B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8639B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162213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A00F5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78914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6B595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4F500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BEB65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06653F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0AF15B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E0430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77421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72E9C0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224C38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6E367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" w:type="dxa"/>
            <w:gridSpan w:val="3"/>
            <w:tcBorders>
              <w:top w:val="nil"/>
              <w:left w:val="nil"/>
              <w:bottom w:val="nil"/>
            </w:tcBorders>
          </w:tcPr>
          <w:p w14:paraId="7A2B2E1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4642BA6" w14:textId="77777777" w:rsidTr="00742CC6">
        <w:trPr>
          <w:trHeight w:hRule="exact" w:val="327"/>
        </w:trPr>
        <w:tc>
          <w:tcPr>
            <w:tcW w:w="35" w:type="dxa"/>
            <w:tcBorders>
              <w:top w:val="nil"/>
              <w:bottom w:val="nil"/>
            </w:tcBorders>
          </w:tcPr>
          <w:p w14:paraId="007D20C5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nil"/>
              <w:right w:val="nil"/>
            </w:tcBorders>
          </w:tcPr>
          <w:p w14:paraId="5B5EE45B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56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26B5924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" w:type="dxa"/>
            <w:gridSpan w:val="4"/>
            <w:tcBorders>
              <w:top w:val="nil"/>
              <w:left w:val="nil"/>
              <w:bottom w:val="nil"/>
            </w:tcBorders>
          </w:tcPr>
          <w:p w14:paraId="4B479677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3D7EF73" w14:textId="77777777" w:rsidTr="00742CC6">
        <w:trPr>
          <w:trHeight w:hRule="exact" w:val="660"/>
        </w:trPr>
        <w:tc>
          <w:tcPr>
            <w:tcW w:w="35" w:type="dxa"/>
            <w:tcBorders>
              <w:bottom w:val="nil"/>
            </w:tcBorders>
          </w:tcPr>
          <w:p w14:paraId="61EB3FAB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  <w:tc>
          <w:tcPr>
            <w:tcW w:w="7611" w:type="dxa"/>
            <w:gridSpan w:val="18"/>
            <w:tcBorders>
              <w:top w:val="nil"/>
              <w:bottom w:val="nil"/>
              <w:right w:val="nil"/>
            </w:tcBorders>
          </w:tcPr>
          <w:p w14:paraId="18F65E16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33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E84391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" w:type="dxa"/>
            <w:gridSpan w:val="3"/>
            <w:tcBorders>
              <w:top w:val="nil"/>
              <w:left w:val="nil"/>
              <w:bottom w:val="nil"/>
            </w:tcBorders>
          </w:tcPr>
          <w:p w14:paraId="718F5C61" w14:textId="77777777" w:rsidR="00687B5A" w:rsidRPr="00A61937" w:rsidRDefault="00687B5A">
            <w:pPr>
              <w:spacing w:before="20"/>
              <w:rPr>
                <w:rFonts w:asciiTheme="minorHAnsi" w:hAnsiTheme="minorHAnsi"/>
              </w:rPr>
            </w:pPr>
          </w:p>
        </w:tc>
      </w:tr>
      <w:tr w:rsidR="00687B5A" w:rsidRPr="00A61937" w14:paraId="0F03197A" w14:textId="77777777" w:rsidTr="00742CC6">
        <w:trPr>
          <w:trHeight w:hRule="exact" w:val="313"/>
        </w:trPr>
        <w:tc>
          <w:tcPr>
            <w:tcW w:w="35" w:type="dxa"/>
            <w:tcBorders>
              <w:top w:val="nil"/>
              <w:bottom w:val="single" w:sz="18" w:space="0" w:color="auto"/>
            </w:tcBorders>
          </w:tcPr>
          <w:p w14:paraId="2E09CC25" w14:textId="77777777" w:rsidR="00687B5A" w:rsidRPr="00A61937" w:rsidRDefault="00687B5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73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48E97837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611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FB5A87A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5" w:type="dxa"/>
            <w:gridSpan w:val="2"/>
            <w:tcBorders>
              <w:top w:val="nil"/>
              <w:left w:val="nil"/>
              <w:bottom w:val="single" w:sz="18" w:space="0" w:color="auto"/>
            </w:tcBorders>
          </w:tcPr>
          <w:p w14:paraId="370D29A3" w14:textId="77777777" w:rsidR="00687B5A" w:rsidRPr="00A61937" w:rsidRDefault="00687B5A">
            <w:pPr>
              <w:keepNext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04F506D6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4713E4FB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61445596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1594449F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7419352A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06198F50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1D9B97B4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p w14:paraId="75178B3C" w14:textId="77777777" w:rsidR="00687B5A" w:rsidRPr="00A61937" w:rsidRDefault="00687B5A">
      <w:pPr>
        <w:spacing w:before="120" w:after="120"/>
        <w:rPr>
          <w:rFonts w:asciiTheme="minorHAnsi" w:hAnsiTheme="minorHAnsi"/>
          <w:sz w:val="16"/>
          <w:szCs w:val="16"/>
        </w:rPr>
      </w:pPr>
    </w:p>
    <w:tbl>
      <w:tblPr>
        <w:tblW w:w="9807" w:type="dxa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525"/>
        <w:gridCol w:w="65"/>
        <w:gridCol w:w="145"/>
        <w:gridCol w:w="753"/>
        <w:gridCol w:w="66"/>
        <w:gridCol w:w="388"/>
        <w:gridCol w:w="43"/>
        <w:gridCol w:w="364"/>
        <w:gridCol w:w="452"/>
        <w:gridCol w:w="452"/>
        <w:gridCol w:w="451"/>
        <w:gridCol w:w="451"/>
        <w:gridCol w:w="451"/>
        <w:gridCol w:w="451"/>
        <w:gridCol w:w="451"/>
        <w:gridCol w:w="451"/>
        <w:gridCol w:w="451"/>
        <w:gridCol w:w="390"/>
        <w:gridCol w:w="61"/>
        <w:gridCol w:w="451"/>
        <w:gridCol w:w="451"/>
        <w:gridCol w:w="451"/>
        <w:gridCol w:w="447"/>
        <w:gridCol w:w="13"/>
        <w:gridCol w:w="6"/>
        <w:gridCol w:w="40"/>
        <w:gridCol w:w="40"/>
        <w:gridCol w:w="12"/>
      </w:tblGrid>
      <w:tr w:rsidR="00687B5A" w:rsidRPr="00A61937" w14:paraId="3B9FBD55" w14:textId="77777777" w:rsidTr="00730FBB">
        <w:trPr>
          <w:trHeight w:val="254"/>
        </w:trPr>
        <w:tc>
          <w:tcPr>
            <w:tcW w:w="9807" w:type="dxa"/>
            <w:gridSpan w:val="29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23457B81" w14:textId="77777777" w:rsidR="00687B5A" w:rsidRPr="00A61937" w:rsidRDefault="00687B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3</w:t>
            </w:r>
          </w:p>
        </w:tc>
      </w:tr>
      <w:tr w:rsidR="00687B5A" w:rsidRPr="00A61937" w14:paraId="1D39E6F5" w14:textId="77777777" w:rsidTr="00730FBB">
        <w:trPr>
          <w:trHeight w:hRule="exact" w:val="71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7A2F4BE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4" w:type="dxa"/>
            <w:gridSpan w:val="5"/>
            <w:tcBorders>
              <w:top w:val="single" w:sz="6" w:space="0" w:color="auto"/>
              <w:bottom w:val="nil"/>
              <w:right w:val="nil"/>
            </w:tcBorders>
          </w:tcPr>
          <w:p w14:paraId="0380D27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107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15D89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1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61232B1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7823814" w14:textId="77777777" w:rsidTr="00730FBB">
        <w:trPr>
          <w:trHeight w:val="959"/>
        </w:trPr>
        <w:tc>
          <w:tcPr>
            <w:tcW w:w="35" w:type="dxa"/>
            <w:tcBorders>
              <w:top w:val="nil"/>
            </w:tcBorders>
          </w:tcPr>
          <w:p w14:paraId="515E09F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90" w:type="dxa"/>
            <w:gridSpan w:val="2"/>
            <w:tcBorders>
              <w:top w:val="nil"/>
              <w:bottom w:val="nil"/>
              <w:right w:val="nil"/>
            </w:tcBorders>
          </w:tcPr>
          <w:p w14:paraId="1FB01A3A" w14:textId="77777777" w:rsidR="00687B5A" w:rsidRPr="00A61937" w:rsidRDefault="00687B5A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 et prénom :</w:t>
            </w:r>
          </w:p>
          <w:p w14:paraId="41EAD4F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1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F92D3F" w14:textId="77777777" w:rsidR="00687B5A" w:rsidRPr="00A61937" w:rsidRDefault="00687B5A">
            <w:pPr>
              <w:spacing w:before="2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1" w:type="dxa"/>
            <w:gridSpan w:val="5"/>
            <w:tcBorders>
              <w:top w:val="nil"/>
              <w:left w:val="nil"/>
              <w:bottom w:val="nil"/>
            </w:tcBorders>
          </w:tcPr>
          <w:p w14:paraId="3A49AD1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2CEF8B8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  <w:bottom w:val="nil"/>
            </w:tcBorders>
          </w:tcPr>
          <w:p w14:paraId="19AE204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2" w:type="dxa"/>
            <w:gridSpan w:val="6"/>
            <w:tcBorders>
              <w:top w:val="nil"/>
              <w:bottom w:val="nil"/>
              <w:right w:val="nil"/>
            </w:tcBorders>
          </w:tcPr>
          <w:p w14:paraId="4817E79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71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81BF8A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1" w:type="dxa"/>
            <w:gridSpan w:val="5"/>
            <w:tcBorders>
              <w:top w:val="nil"/>
              <w:left w:val="nil"/>
              <w:bottom w:val="nil"/>
            </w:tcBorders>
          </w:tcPr>
          <w:p w14:paraId="441FCB8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48E9FE5" w14:textId="77777777" w:rsidTr="00730FBB">
        <w:trPr>
          <w:trHeight w:val="283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2928710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74" w:type="dxa"/>
            <w:gridSpan w:val="24"/>
            <w:tcBorders>
              <w:top w:val="single" w:sz="6" w:space="0" w:color="auto"/>
              <w:bottom w:val="nil"/>
              <w:right w:val="nil"/>
            </w:tcBorders>
          </w:tcPr>
          <w:p w14:paraId="0F85E122" w14:textId="77777777" w:rsidR="00687B5A" w:rsidRPr="00A61937" w:rsidRDefault="00687B5A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en mon nom personnel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ou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sous le nom de </w:t>
            </w:r>
          </w:p>
          <w:p w14:paraId="1E1A8DE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98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7BC375E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689FFA7" w14:textId="77777777" w:rsidTr="00730FBB">
        <w:trPr>
          <w:trHeight w:val="254"/>
        </w:trPr>
        <w:tc>
          <w:tcPr>
            <w:tcW w:w="35" w:type="dxa"/>
            <w:tcBorders>
              <w:bottom w:val="nil"/>
              <w:right w:val="nil"/>
            </w:tcBorders>
          </w:tcPr>
          <w:p w14:paraId="3E98D59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8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84764B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35F080C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78A955E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</w:tcBorders>
          </w:tcPr>
          <w:p w14:paraId="572198E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nil"/>
              <w:bottom w:val="nil"/>
              <w:right w:val="nil"/>
            </w:tcBorders>
          </w:tcPr>
          <w:p w14:paraId="3EF4FEE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7E414A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63F9F72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0069489" w14:textId="77777777" w:rsidTr="00730FBB">
        <w:trPr>
          <w:trHeight w:val="1608"/>
        </w:trPr>
        <w:tc>
          <w:tcPr>
            <w:tcW w:w="35" w:type="dxa"/>
            <w:tcBorders>
              <w:bottom w:val="nil"/>
            </w:tcBorders>
          </w:tcPr>
          <w:p w14:paraId="6A90EB99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  <w:right w:val="nil"/>
            </w:tcBorders>
          </w:tcPr>
          <w:p w14:paraId="54AB2C1D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Domicilié à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  <w:p w14:paraId="45C84514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(Tél.)</w:t>
            </w:r>
          </w:p>
          <w:p w14:paraId="2F0EE35D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9352B1E" w14:textId="77777777" w:rsidR="00687B5A" w:rsidRPr="00A61937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8149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C410EA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77C9B3E0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52AA072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</w:tcBorders>
          </w:tcPr>
          <w:p w14:paraId="677CFE7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  <w:gridSpan w:val="4"/>
            <w:tcBorders>
              <w:top w:val="nil"/>
              <w:bottom w:val="nil"/>
              <w:right w:val="nil"/>
            </w:tcBorders>
          </w:tcPr>
          <w:p w14:paraId="413C26D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18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BAB556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36F94DC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54A7911" w14:textId="77777777" w:rsidTr="00730FBB">
        <w:trPr>
          <w:trHeight w:val="564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1F59E94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1" w:type="dxa"/>
            <w:gridSpan w:val="23"/>
            <w:tcBorders>
              <w:top w:val="single" w:sz="6" w:space="0" w:color="auto"/>
              <w:bottom w:val="nil"/>
              <w:right w:val="nil"/>
            </w:tcBorders>
          </w:tcPr>
          <w:p w14:paraId="5756A3D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Agissant pour le nom et le compte de la Société :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(intitulé complet et forme juridique de la société)</w:t>
            </w:r>
          </w:p>
        </w:tc>
        <w:tc>
          <w:tcPr>
            <w:tcW w:w="111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31D8CD5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87FE499" w14:textId="77777777" w:rsidTr="00730FBB">
        <w:trPr>
          <w:trHeight w:val="254"/>
        </w:trPr>
        <w:tc>
          <w:tcPr>
            <w:tcW w:w="35" w:type="dxa"/>
            <w:tcBorders>
              <w:bottom w:val="nil"/>
              <w:right w:val="nil"/>
            </w:tcBorders>
          </w:tcPr>
          <w:p w14:paraId="751361A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8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3974E9E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5EAFC75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7C70619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</w:tcBorders>
          </w:tcPr>
          <w:p w14:paraId="7D7182B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nil"/>
              <w:bottom w:val="nil"/>
              <w:right w:val="nil"/>
            </w:tcBorders>
          </w:tcPr>
          <w:p w14:paraId="06AFBA9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E95D0C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747641CB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E1AEB18" w14:textId="77777777" w:rsidTr="00730FBB">
        <w:trPr>
          <w:trHeight w:val="283"/>
        </w:trPr>
        <w:tc>
          <w:tcPr>
            <w:tcW w:w="35" w:type="dxa"/>
            <w:tcBorders>
              <w:bottom w:val="nil"/>
            </w:tcBorders>
          </w:tcPr>
          <w:p w14:paraId="2941E8F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5" w:type="dxa"/>
            <w:gridSpan w:val="3"/>
            <w:tcBorders>
              <w:top w:val="nil"/>
              <w:bottom w:val="nil"/>
              <w:right w:val="nil"/>
            </w:tcBorders>
          </w:tcPr>
          <w:p w14:paraId="609222C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capital de :</w:t>
            </w:r>
          </w:p>
        </w:tc>
        <w:tc>
          <w:tcPr>
            <w:tcW w:w="7945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14CA26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53FF242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DF26BBF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</w:tcBorders>
          </w:tcPr>
          <w:p w14:paraId="69B9EC6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nil"/>
              <w:bottom w:val="nil"/>
              <w:right w:val="nil"/>
            </w:tcBorders>
          </w:tcPr>
          <w:p w14:paraId="1CAE3E6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39C9DE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0A619DE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5D22E64" w14:textId="77777777" w:rsidTr="00730FBB">
        <w:trPr>
          <w:trHeight w:val="1890"/>
        </w:trPr>
        <w:tc>
          <w:tcPr>
            <w:tcW w:w="35" w:type="dxa"/>
            <w:tcBorders>
              <w:bottom w:val="nil"/>
            </w:tcBorders>
          </w:tcPr>
          <w:p w14:paraId="381C6244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5" w:type="dxa"/>
            <w:gridSpan w:val="3"/>
            <w:tcBorders>
              <w:top w:val="nil"/>
              <w:bottom w:val="nil"/>
              <w:right w:val="nil"/>
            </w:tcBorders>
          </w:tcPr>
          <w:p w14:paraId="33F2A96A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Ayant son siège à </w:t>
            </w:r>
            <w:proofErr w:type="gramStart"/>
            <w:r w:rsidRPr="00A61937">
              <w:rPr>
                <w:rFonts w:asciiTheme="minorHAnsi" w:hAnsiTheme="minorHAnsi"/>
                <w:sz w:val="22"/>
                <w:szCs w:val="22"/>
              </w:rPr>
              <w:t>:</w:t>
            </w:r>
            <w:proofErr w:type="gramEnd"/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>(Tél.)</w:t>
            </w:r>
          </w:p>
          <w:p w14:paraId="7F5A11C2" w14:textId="77777777" w:rsidR="00687B5A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D683FE7" w14:textId="77777777" w:rsidR="00687B5A" w:rsidRPr="00A61937" w:rsidRDefault="00687B5A" w:rsidP="0033185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(Courriel)</w:t>
            </w:r>
          </w:p>
        </w:tc>
        <w:tc>
          <w:tcPr>
            <w:tcW w:w="7945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36867A5" w14:textId="77777777" w:rsidR="00687B5A" w:rsidRPr="00A61937" w:rsidRDefault="00687B5A">
            <w:pPr>
              <w:spacing w:before="9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375CFFE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55015FD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  <w:bottom w:val="nil"/>
            </w:tcBorders>
          </w:tcPr>
          <w:p w14:paraId="6B4A7443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nil"/>
              <w:bottom w:val="nil"/>
              <w:right w:val="nil"/>
            </w:tcBorders>
          </w:tcPr>
          <w:p w14:paraId="225B288D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E2F6697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1B7F7FA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84C78B4" w14:textId="77777777" w:rsidTr="00730FBB">
        <w:trPr>
          <w:trHeight w:hRule="exact" w:val="71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6C683DDC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5" w:type="dxa"/>
            <w:gridSpan w:val="7"/>
            <w:tcBorders>
              <w:top w:val="single" w:sz="6" w:space="0" w:color="auto"/>
              <w:bottom w:val="nil"/>
              <w:right w:val="nil"/>
            </w:tcBorders>
          </w:tcPr>
          <w:p w14:paraId="761A0E8A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89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0ACBA71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5D797A0F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E56742D" w14:textId="77777777" w:rsidTr="00CA5FBA">
        <w:trPr>
          <w:gridAfter w:val="1"/>
          <w:wAfter w:w="12" w:type="dxa"/>
          <w:trHeight w:hRule="exact" w:val="575"/>
        </w:trPr>
        <w:tc>
          <w:tcPr>
            <w:tcW w:w="35" w:type="dxa"/>
            <w:tcBorders>
              <w:bottom w:val="nil"/>
            </w:tcBorders>
          </w:tcPr>
          <w:p w14:paraId="48BF506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49" w:type="dxa"/>
            <w:gridSpan w:val="8"/>
            <w:tcBorders>
              <w:top w:val="nil"/>
              <w:bottom w:val="nil"/>
              <w:right w:val="nil"/>
            </w:tcBorders>
          </w:tcPr>
          <w:p w14:paraId="6E7C7667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D73857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699433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0B548A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B0680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B9309E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2F0332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3E6E3E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C16650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7EFCA8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AF7A99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DFEF09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8607C6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90D04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6925C3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3"/>
            <w:tcBorders>
              <w:top w:val="nil"/>
              <w:left w:val="nil"/>
              <w:bottom w:val="nil"/>
            </w:tcBorders>
          </w:tcPr>
          <w:p w14:paraId="57E803C4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AE55DFA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4C532F9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456C702" w14:textId="77777777" w:rsidTr="00730FBB">
        <w:trPr>
          <w:trHeight w:hRule="exact" w:val="71"/>
        </w:trPr>
        <w:tc>
          <w:tcPr>
            <w:tcW w:w="35" w:type="dxa"/>
            <w:tcBorders>
              <w:top w:val="nil"/>
              <w:bottom w:val="nil"/>
            </w:tcBorders>
          </w:tcPr>
          <w:p w14:paraId="45B3A988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2" w:type="dxa"/>
            <w:gridSpan w:val="6"/>
            <w:tcBorders>
              <w:top w:val="nil"/>
              <w:bottom w:val="nil"/>
              <w:right w:val="nil"/>
            </w:tcBorders>
          </w:tcPr>
          <w:p w14:paraId="187B8F50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73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735BFC9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" w:type="dxa"/>
            <w:gridSpan w:val="4"/>
            <w:tcBorders>
              <w:top w:val="nil"/>
              <w:left w:val="nil"/>
              <w:bottom w:val="nil"/>
            </w:tcBorders>
          </w:tcPr>
          <w:p w14:paraId="440B660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1265CD6" w14:textId="77777777" w:rsidTr="00CA5FBA">
        <w:trPr>
          <w:trHeight w:hRule="exact" w:val="539"/>
        </w:trPr>
        <w:tc>
          <w:tcPr>
            <w:tcW w:w="35" w:type="dxa"/>
            <w:tcBorders>
              <w:bottom w:val="nil"/>
            </w:tcBorders>
          </w:tcPr>
          <w:p w14:paraId="101D59BE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800" w:type="dxa"/>
            <w:gridSpan w:val="18"/>
            <w:tcBorders>
              <w:top w:val="nil"/>
              <w:bottom w:val="nil"/>
              <w:right w:val="nil"/>
            </w:tcBorders>
          </w:tcPr>
          <w:p w14:paraId="51088279" w14:textId="77777777" w:rsidR="00687B5A" w:rsidRPr="00A61937" w:rsidRDefault="00687B5A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80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E823B7D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5311AF3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7E3D5B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A8B7811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538A1E3C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74B6B996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  <w:p w14:paraId="20FAAEDF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nil"/>
            </w:tcBorders>
          </w:tcPr>
          <w:p w14:paraId="4C1372C2" w14:textId="77777777" w:rsidR="00687B5A" w:rsidRPr="00A61937" w:rsidRDefault="00687B5A">
            <w:p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6DB5356" w14:textId="77777777" w:rsidTr="00CA5FBA">
        <w:trPr>
          <w:trHeight w:hRule="exact" w:val="317"/>
        </w:trPr>
        <w:tc>
          <w:tcPr>
            <w:tcW w:w="35" w:type="dxa"/>
            <w:tcBorders>
              <w:top w:val="nil"/>
              <w:bottom w:val="single" w:sz="18" w:space="0" w:color="auto"/>
            </w:tcBorders>
          </w:tcPr>
          <w:p w14:paraId="57C447D8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0051BF6" w14:textId="77777777" w:rsidR="00687B5A" w:rsidRPr="00A61937" w:rsidRDefault="00687B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2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7F0E74D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778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8A48EE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" w:type="dxa"/>
            <w:gridSpan w:val="2"/>
            <w:tcBorders>
              <w:top w:val="nil"/>
              <w:left w:val="nil"/>
              <w:bottom w:val="single" w:sz="18" w:space="0" w:color="auto"/>
            </w:tcBorders>
          </w:tcPr>
          <w:p w14:paraId="0C0C170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718D924" w14:textId="77777777" w:rsidR="00687B5A" w:rsidRPr="00A61937" w:rsidRDefault="00687B5A" w:rsidP="00574E2C">
      <w:pPr>
        <w:spacing w:before="240" w:after="120"/>
        <w:rPr>
          <w:rFonts w:asciiTheme="minorHAnsi" w:hAnsiTheme="minorHAnsi"/>
          <w:sz w:val="28"/>
          <w:szCs w:val="28"/>
        </w:rPr>
      </w:pPr>
    </w:p>
    <w:p w14:paraId="3F4F1E2F" w14:textId="77777777" w:rsidR="00687B5A" w:rsidRPr="00A61937" w:rsidRDefault="00687B5A">
      <w:pPr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Après avoir :</w:t>
      </w:r>
    </w:p>
    <w:p w14:paraId="5945BE53" w14:textId="77777777" w:rsidR="00687B5A" w:rsidRPr="002E3371" w:rsidRDefault="00687B5A" w:rsidP="00730FBB">
      <w:pPr>
        <w:numPr>
          <w:ilvl w:val="0"/>
          <w:numId w:val="1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pris connaissance du Cahier des Clauses Administratives Particulières (CCAP</w:t>
      </w:r>
      <w:r w:rsidRPr="00A6193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61937">
        <w:rPr>
          <w:rFonts w:asciiTheme="minorHAnsi" w:hAnsiTheme="minorHAnsi"/>
          <w:sz w:val="22"/>
          <w:szCs w:val="22"/>
        </w:rPr>
        <w:t>et des documents qui y sont mentionnés</w:t>
      </w:r>
      <w:r w:rsidR="002E3371">
        <w:rPr>
          <w:rFonts w:asciiTheme="minorHAnsi" w:hAnsiTheme="minorHAnsi"/>
          <w:sz w:val="22"/>
          <w:szCs w:val="22"/>
        </w:rPr>
        <w:t>)</w:t>
      </w:r>
      <w:r w:rsidRPr="00A61937">
        <w:rPr>
          <w:rFonts w:asciiTheme="minorHAnsi" w:hAnsiTheme="minorHAnsi"/>
          <w:sz w:val="22"/>
          <w:szCs w:val="22"/>
        </w:rPr>
        <w:t> ;</w:t>
      </w:r>
    </w:p>
    <w:p w14:paraId="63A35A68" w14:textId="77777777" w:rsidR="00687B5A" w:rsidRPr="00A61937" w:rsidRDefault="00687B5A">
      <w:pPr>
        <w:pStyle w:val="Paragraphe"/>
        <w:ind w:left="567" w:hanging="567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sym w:font="Wingdings" w:char="F071"/>
      </w:r>
      <w:r w:rsidRPr="00A61937">
        <w:rPr>
          <w:rFonts w:asciiTheme="minorHAnsi" w:hAnsiTheme="minorHAnsi"/>
          <w:sz w:val="22"/>
          <w:szCs w:val="22"/>
        </w:rPr>
        <w:t xml:space="preserve"> </w:t>
      </w:r>
      <w:r w:rsidRPr="00A61937">
        <w:rPr>
          <w:rFonts w:asciiTheme="minorHAnsi" w:hAnsiTheme="minorHAnsi"/>
          <w:sz w:val="22"/>
          <w:szCs w:val="22"/>
        </w:rPr>
        <w:tab/>
      </w:r>
      <w:proofErr w:type="gramStart"/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m'engage</w:t>
      </w:r>
      <w:proofErr w:type="gramEnd"/>
      <w:r w:rsidRPr="00A61937">
        <w:rPr>
          <w:rFonts w:asciiTheme="minorHAnsi" w:hAnsiTheme="minorHAnsi"/>
          <w:sz w:val="22"/>
          <w:szCs w:val="22"/>
        </w:rPr>
        <w:t xml:space="preserve"> sans réserve, à produire, dans les conditions fixées au Règlement de la Consultation, ainsi que les attestations d’assurance </w:t>
      </w:r>
      <w:r w:rsidR="002E3371">
        <w:rPr>
          <w:rFonts w:asciiTheme="minorHAnsi" w:hAnsiTheme="minorHAnsi"/>
          <w:sz w:val="22"/>
          <w:szCs w:val="22"/>
        </w:rPr>
        <w:t xml:space="preserve">mentionnées au RC et </w:t>
      </w:r>
      <w:r w:rsidRPr="00A61937">
        <w:rPr>
          <w:rFonts w:asciiTheme="minorHAnsi" w:hAnsiTheme="minorHAnsi"/>
          <w:sz w:val="22"/>
          <w:szCs w:val="22"/>
        </w:rPr>
        <w:t xml:space="preserve"> CCAP et, conformément aux stipulations des documents cités ci-dessus, à exécuter les prestations du présent acte d'engagement dans les conditions ci-après définies.</w:t>
      </w:r>
    </w:p>
    <w:p w14:paraId="0CD022F9" w14:textId="77777777" w:rsidR="00687B5A" w:rsidRPr="00A61937" w:rsidRDefault="00687B5A" w:rsidP="00574E2C">
      <w:pPr>
        <w:pStyle w:val="Paragraphe"/>
        <w:ind w:left="567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 xml:space="preserve">L'offre ainsi présentée ne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me</w:t>
      </w:r>
      <w:r w:rsidRPr="00A61937">
        <w:rPr>
          <w:rFonts w:asciiTheme="minorHAnsi" w:hAnsiTheme="minorHAnsi"/>
          <w:sz w:val="22"/>
          <w:szCs w:val="22"/>
        </w:rPr>
        <w:t xml:space="preserve"> lie toutefois que si son acceptation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m'</w:t>
      </w:r>
      <w:r w:rsidRPr="00A61937">
        <w:rPr>
          <w:rFonts w:asciiTheme="minorHAnsi" w:hAnsiTheme="minorHAnsi"/>
          <w:sz w:val="22"/>
          <w:szCs w:val="22"/>
        </w:rPr>
        <w:t xml:space="preserve">est notifiée dans un délai de </w:t>
      </w:r>
      <w:r>
        <w:rPr>
          <w:rFonts w:asciiTheme="minorHAnsi" w:hAnsiTheme="minorHAnsi"/>
          <w:sz w:val="22"/>
          <w:szCs w:val="22"/>
        </w:rPr>
        <w:t>12</w:t>
      </w:r>
      <w:r w:rsidRPr="00A61937">
        <w:rPr>
          <w:rFonts w:asciiTheme="minorHAnsi" w:hAnsiTheme="minorHAnsi"/>
          <w:sz w:val="22"/>
          <w:szCs w:val="22"/>
        </w:rPr>
        <w:t>0 jours à compter de la date limite de remise des offres fixée par le Règlement de la Consultation et rappelée en page de garde du CCAP.</w:t>
      </w:r>
    </w:p>
    <w:p w14:paraId="27DA601C" w14:textId="77777777" w:rsidR="00687B5A" w:rsidRPr="00A61937" w:rsidRDefault="00687B5A" w:rsidP="00574E2C">
      <w:pPr>
        <w:pStyle w:val="Paragraphe"/>
        <w:ind w:left="567"/>
        <w:rPr>
          <w:rFonts w:asciiTheme="minorHAnsi" w:hAnsiTheme="minorHAnsi"/>
        </w:rPr>
      </w:pPr>
    </w:p>
    <w:p w14:paraId="7FA5C7BE" w14:textId="77777777" w:rsidR="00687B5A" w:rsidRPr="00A61937" w:rsidRDefault="00687B5A">
      <w:pPr>
        <w:tabs>
          <w:tab w:val="left" w:pos="-3828"/>
        </w:tabs>
        <w:spacing w:before="120" w:after="120"/>
        <w:ind w:left="567" w:hanging="567"/>
        <w:rPr>
          <w:rFonts w:asciiTheme="minorHAnsi" w:hAnsiTheme="minorHAnsi"/>
          <w:sz w:val="22"/>
          <w:szCs w:val="24"/>
        </w:rPr>
      </w:pPr>
      <w:r w:rsidRPr="00A61937">
        <w:rPr>
          <w:rFonts w:asciiTheme="minorHAnsi" w:hAnsiTheme="minorHAnsi"/>
          <w:sz w:val="36"/>
          <w:szCs w:val="24"/>
        </w:rPr>
        <w:sym w:font="Wingdings" w:char="F071"/>
      </w:r>
      <w:r w:rsidRPr="00A61937">
        <w:rPr>
          <w:rFonts w:asciiTheme="minorHAnsi" w:hAnsiTheme="minorHAnsi"/>
          <w:sz w:val="36"/>
          <w:szCs w:val="24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4"/>
          <w:u w:val="single"/>
        </w:rPr>
        <w:t xml:space="preserve">Nous engageons </w:t>
      </w:r>
      <w:r w:rsidRPr="00A61937">
        <w:rPr>
          <w:rFonts w:asciiTheme="minorHAnsi" w:hAnsiTheme="minorHAnsi"/>
          <w:sz w:val="22"/>
          <w:szCs w:val="24"/>
        </w:rPr>
        <w:t xml:space="preserve">sans réserve, en tant que cotraitants </w:t>
      </w:r>
      <w:r w:rsidRPr="00A61937">
        <w:rPr>
          <w:rFonts w:asciiTheme="minorHAnsi" w:hAnsiTheme="minorHAnsi"/>
          <w:b/>
          <w:bCs/>
          <w:sz w:val="22"/>
          <w:szCs w:val="24"/>
        </w:rPr>
        <w:t>groupés solidaires</w:t>
      </w:r>
      <w:r w:rsidRPr="00A61937">
        <w:rPr>
          <w:rFonts w:asciiTheme="minorHAnsi" w:hAnsiTheme="minorHAnsi"/>
          <w:sz w:val="22"/>
          <w:szCs w:val="24"/>
        </w:rPr>
        <w:t xml:space="preserve">, représentés par : </w:t>
      </w:r>
    </w:p>
    <w:p w14:paraId="15ECBF5C" w14:textId="77777777" w:rsidR="00687B5A" w:rsidRPr="00A61937" w:rsidRDefault="00687B5A">
      <w:pPr>
        <w:pBdr>
          <w:top w:val="dotted" w:sz="6" w:space="0" w:color="auto"/>
          <w:left w:val="dotted" w:sz="6" w:space="1" w:color="auto"/>
          <w:bottom w:val="dotted" w:sz="6" w:space="3" w:color="auto"/>
          <w:right w:val="dotted" w:sz="6" w:space="1" w:color="auto"/>
        </w:pBdr>
        <w:shd w:val="pct5" w:color="auto" w:fill="auto"/>
        <w:ind w:left="567"/>
        <w:rPr>
          <w:rFonts w:asciiTheme="minorHAnsi" w:hAnsiTheme="minorHAnsi"/>
        </w:rPr>
      </w:pPr>
    </w:p>
    <w:p w14:paraId="3675DF4D" w14:textId="77777777" w:rsidR="00687B5A" w:rsidRPr="00A61937" w:rsidRDefault="00687B5A">
      <w:pPr>
        <w:pBdr>
          <w:top w:val="dotted" w:sz="6" w:space="0" w:color="auto"/>
          <w:left w:val="dotted" w:sz="6" w:space="1" w:color="auto"/>
          <w:bottom w:val="dotted" w:sz="6" w:space="3" w:color="auto"/>
          <w:right w:val="dotted" w:sz="6" w:space="1" w:color="auto"/>
        </w:pBdr>
        <w:shd w:val="pct5" w:color="auto" w:fill="auto"/>
        <w:ind w:left="567"/>
        <w:rPr>
          <w:rFonts w:asciiTheme="minorHAnsi" w:hAnsiTheme="minorHAnsi"/>
        </w:rPr>
      </w:pPr>
    </w:p>
    <w:p w14:paraId="63044D42" w14:textId="77777777" w:rsidR="00227839" w:rsidRPr="00A61937" w:rsidRDefault="00227839" w:rsidP="00227839">
      <w:pPr>
        <w:pStyle w:val="Paragraphe"/>
        <w:ind w:left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Le </w:t>
      </w:r>
      <w:r w:rsidR="00687B5A" w:rsidRPr="00A61937">
        <w:rPr>
          <w:rFonts w:asciiTheme="minorHAnsi" w:hAnsiTheme="minorHAnsi"/>
        </w:rPr>
        <w:t xml:space="preserve">mandataire du groupement, </w:t>
      </w:r>
      <w:r w:rsidRPr="00A61937">
        <w:rPr>
          <w:rFonts w:asciiTheme="minorHAnsi" w:hAnsiTheme="minorHAnsi"/>
          <w:sz w:val="22"/>
          <w:szCs w:val="22"/>
        </w:rPr>
        <w:t xml:space="preserve">à produire, dans les conditions fixées au Règlement de la Consultation, ainsi que les attestations d’assurance </w:t>
      </w:r>
      <w:r>
        <w:rPr>
          <w:rFonts w:asciiTheme="minorHAnsi" w:hAnsiTheme="minorHAnsi"/>
          <w:sz w:val="22"/>
          <w:szCs w:val="22"/>
        </w:rPr>
        <w:t xml:space="preserve">mentionnées au RC et </w:t>
      </w:r>
      <w:r w:rsidRPr="00A61937">
        <w:rPr>
          <w:rFonts w:asciiTheme="minorHAnsi" w:hAnsiTheme="minorHAnsi"/>
          <w:sz w:val="22"/>
          <w:szCs w:val="22"/>
        </w:rPr>
        <w:t xml:space="preserve"> CCAP et, conformément aux stipulations des documents cités ci-dessus, à exécuter les prestations du présent acte d'engagement dans les conditions ci-après définies.</w:t>
      </w:r>
    </w:p>
    <w:p w14:paraId="3714D756" w14:textId="77777777" w:rsidR="00687B5A" w:rsidRPr="00A61937" w:rsidRDefault="00687B5A">
      <w:pPr>
        <w:pStyle w:val="Retraitcorpsdetexte"/>
        <w:jc w:val="both"/>
        <w:rPr>
          <w:rFonts w:asciiTheme="minorHAnsi" w:hAnsiTheme="minorHAnsi"/>
        </w:rPr>
      </w:pPr>
    </w:p>
    <w:p w14:paraId="3595C979" w14:textId="77777777" w:rsidR="00687B5A" w:rsidRPr="00A61937" w:rsidRDefault="00687B5A">
      <w:pPr>
        <w:pStyle w:val="Paragraphe"/>
        <w:ind w:left="567"/>
        <w:rPr>
          <w:rFonts w:asciiTheme="minorHAnsi" w:hAnsiTheme="minorHAnsi"/>
        </w:rPr>
      </w:pPr>
      <w:r w:rsidRPr="00A61937">
        <w:rPr>
          <w:rFonts w:asciiTheme="minorHAnsi" w:hAnsiTheme="minorHAnsi"/>
        </w:rPr>
        <w:t xml:space="preserve">L'offre ainsi présentée ne </w:t>
      </w:r>
      <w:r w:rsidRPr="00A61937">
        <w:rPr>
          <w:rFonts w:asciiTheme="minorHAnsi" w:hAnsiTheme="minorHAnsi"/>
          <w:b/>
          <w:bCs/>
          <w:u w:val="single"/>
        </w:rPr>
        <w:t>nous</w:t>
      </w:r>
      <w:r w:rsidRPr="00A61937">
        <w:rPr>
          <w:rFonts w:asciiTheme="minorHAnsi" w:hAnsiTheme="minorHAnsi"/>
        </w:rPr>
        <w:t xml:space="preserve"> lie toutefois que si son acceptation </w:t>
      </w:r>
      <w:r w:rsidRPr="00A61937">
        <w:rPr>
          <w:rFonts w:asciiTheme="minorHAnsi" w:hAnsiTheme="minorHAnsi"/>
          <w:b/>
          <w:bCs/>
          <w:u w:val="single"/>
        </w:rPr>
        <w:t>nous</w:t>
      </w:r>
      <w:r w:rsidRPr="00A61937">
        <w:rPr>
          <w:rFonts w:asciiTheme="minorHAnsi" w:hAnsiTheme="minorHAnsi"/>
        </w:rPr>
        <w:t xml:space="preserve"> est notifiée dans un délai de </w:t>
      </w:r>
      <w:r>
        <w:rPr>
          <w:rFonts w:asciiTheme="minorHAnsi" w:hAnsiTheme="minorHAnsi"/>
        </w:rPr>
        <w:t>12</w:t>
      </w:r>
      <w:r w:rsidRPr="00A61937">
        <w:rPr>
          <w:rFonts w:asciiTheme="minorHAnsi" w:hAnsiTheme="minorHAnsi"/>
        </w:rPr>
        <w:t>0 jours à compter de la date limite de remise des offres fixée par le Règlement de la Consultation et rappelée en page de garde du CCAP.</w:t>
      </w:r>
    </w:p>
    <w:p w14:paraId="4E5EE885" w14:textId="77777777" w:rsidR="00687B5A" w:rsidRPr="00A61937" w:rsidRDefault="00687B5A" w:rsidP="002110EA">
      <w:pPr>
        <w:pStyle w:val="Titre1"/>
        <w:shd w:val="clear" w:color="auto" w:fill="365F91"/>
        <w:rPr>
          <w:rFonts w:asciiTheme="minorHAnsi" w:hAnsiTheme="minorHAnsi"/>
          <w:color w:val="FFFFFF"/>
        </w:rPr>
      </w:pPr>
      <w:r w:rsidRPr="00A61937">
        <w:rPr>
          <w:rFonts w:asciiTheme="minorHAnsi" w:hAnsiTheme="minorHAnsi"/>
          <w:color w:val="FFFFFF"/>
        </w:rPr>
        <w:t>ARTICLE 2. PRIX</w:t>
      </w:r>
    </w:p>
    <w:p w14:paraId="2A0B0DAF" w14:textId="77777777" w:rsidR="00687B5A" w:rsidRPr="00A61937" w:rsidRDefault="00687B5A" w:rsidP="008B1A67">
      <w:pPr>
        <w:pStyle w:val="Titre2"/>
        <w:rPr>
          <w:rFonts w:asciiTheme="minorHAnsi" w:hAnsiTheme="minorHAnsi"/>
          <w:color w:val="365F91"/>
          <w:sz w:val="24"/>
        </w:rPr>
      </w:pPr>
      <w:r w:rsidRPr="00A61937">
        <w:rPr>
          <w:rFonts w:asciiTheme="minorHAnsi" w:hAnsiTheme="minorHAnsi"/>
          <w:color w:val="365F91"/>
          <w:sz w:val="24"/>
        </w:rPr>
        <w:t>2-1. Montant du marché</w:t>
      </w:r>
    </w:p>
    <w:p w14:paraId="0518C47A" w14:textId="77777777" w:rsidR="00687B5A" w:rsidRPr="00A61937" w:rsidRDefault="00687B5A" w:rsidP="00730FBB">
      <w:pPr>
        <w:pStyle w:val="Paragraphe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L'offre de prix est établie sur la base des conditions économiques en vigueur au mois m</w:t>
      </w:r>
      <w:r w:rsidRPr="00A61937">
        <w:rPr>
          <w:rFonts w:asciiTheme="minorHAnsi" w:hAnsiTheme="minorHAnsi"/>
          <w:sz w:val="22"/>
          <w:szCs w:val="22"/>
          <w:vertAlign w:val="subscript"/>
        </w:rPr>
        <w:t>0</w:t>
      </w:r>
      <w:r w:rsidRPr="00A61937">
        <w:rPr>
          <w:rFonts w:asciiTheme="minorHAnsi" w:hAnsiTheme="minorHAnsi"/>
          <w:sz w:val="22"/>
          <w:szCs w:val="22"/>
        </w:rPr>
        <w:t xml:space="preserve"> défini à l'article 3-3.2 du CCAP.</w:t>
      </w:r>
    </w:p>
    <w:p w14:paraId="22361DE4" w14:textId="77777777" w:rsidR="00687B5A" w:rsidRPr="00A61937" w:rsidRDefault="00687B5A" w:rsidP="00730FBB">
      <w:pPr>
        <w:pStyle w:val="Paragraphe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Les modalités de variation des prix sont fixées à l'article 3-3 du CCAP.</w:t>
      </w:r>
    </w:p>
    <w:p w14:paraId="112575B1" w14:textId="77777777" w:rsidR="00687B5A" w:rsidRPr="00A61937" w:rsidRDefault="00687B5A" w:rsidP="00730FBB">
      <w:pPr>
        <w:pStyle w:val="Paragraphe"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Il n'est pas prévu de décomposition en tranches ou découpage en lots.</w:t>
      </w:r>
    </w:p>
    <w:p w14:paraId="6520D42D" w14:textId="77777777" w:rsidR="00687B5A" w:rsidRPr="00A61937" w:rsidRDefault="00687B5A" w:rsidP="00730FBB">
      <w:pPr>
        <w:pStyle w:val="Paradouble"/>
        <w:keepNext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L'évaluation de l'ensemble des travaux, telle qu'elle résulte du détail estimatif, est :</w:t>
      </w:r>
    </w:p>
    <w:p w14:paraId="3778AA20" w14:textId="77777777" w:rsidR="00687B5A" w:rsidRPr="00A61937" w:rsidRDefault="00687B5A" w:rsidP="00A25D15">
      <w:pPr>
        <w:ind w:left="-284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</w:p>
    <w:tbl>
      <w:tblPr>
        <w:tblW w:w="97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418"/>
        <w:gridCol w:w="1559"/>
        <w:gridCol w:w="4111"/>
        <w:gridCol w:w="178"/>
      </w:tblGrid>
      <w:tr w:rsidR="00687B5A" w:rsidRPr="00A61937" w14:paraId="06900E42" w14:textId="77777777" w:rsidTr="004D4EE1">
        <w:trPr>
          <w:gridAfter w:val="1"/>
          <w:wAfter w:w="178" w:type="dxa"/>
          <w:cantSplit/>
        </w:trPr>
        <w:tc>
          <w:tcPr>
            <w:tcW w:w="5457" w:type="dxa"/>
            <w:gridSpan w:val="3"/>
          </w:tcPr>
          <w:p w14:paraId="2B23570E" w14:textId="77777777" w:rsidR="00687B5A" w:rsidRPr="00A61937" w:rsidRDefault="00687B5A" w:rsidP="008B1A67">
            <w:pPr>
              <w:keepNext/>
              <w:numPr>
                <w:ilvl w:val="0"/>
                <w:numId w:val="5"/>
              </w:numPr>
              <w:ind w:left="284" w:hanging="284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hors TVA</w:t>
            </w:r>
            <w:r w:rsidRPr="00A61937">
              <w:rPr>
                <w:rFonts w:asciiTheme="minorHAnsi" w:hAnsiTheme="minorHAnsi"/>
                <w:b/>
                <w:bCs/>
                <w:sz w:val="22"/>
              </w:rPr>
              <w:t> :</w:t>
            </w:r>
          </w:p>
        </w:tc>
        <w:tc>
          <w:tcPr>
            <w:tcW w:w="41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CF8E3B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706B710A" w14:textId="77777777" w:rsidTr="004D4EE1">
        <w:trPr>
          <w:cantSplit/>
          <w:trHeight w:hRule="exact" w:val="60"/>
        </w:trPr>
        <w:tc>
          <w:tcPr>
            <w:tcW w:w="5457" w:type="dxa"/>
            <w:gridSpan w:val="3"/>
          </w:tcPr>
          <w:p w14:paraId="5F7F9C84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  <w:szCs w:val="16"/>
              </w:rPr>
            </w:pPr>
          </w:p>
        </w:tc>
        <w:tc>
          <w:tcPr>
            <w:tcW w:w="4111" w:type="dxa"/>
          </w:tcPr>
          <w:p w14:paraId="3DA46A0A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8" w:type="dxa"/>
          </w:tcPr>
          <w:p w14:paraId="6784E5A9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7B5A" w:rsidRPr="00A61937" w14:paraId="124E2C46" w14:textId="77777777" w:rsidTr="00A64C5D">
        <w:trPr>
          <w:gridAfter w:val="1"/>
          <w:wAfter w:w="178" w:type="dxa"/>
          <w:cantSplit/>
        </w:trPr>
        <w:tc>
          <w:tcPr>
            <w:tcW w:w="2480" w:type="dxa"/>
          </w:tcPr>
          <w:p w14:paraId="64DC7502" w14:textId="77777777" w:rsidR="00687B5A" w:rsidRPr="00A61937" w:rsidRDefault="00687B5A" w:rsidP="008B1A67">
            <w:pPr>
              <w:keepNext/>
              <w:numPr>
                <w:ilvl w:val="0"/>
                <w:numId w:val="5"/>
              </w:numPr>
              <w:ind w:left="284" w:hanging="284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TVA au taux de</w:t>
            </w:r>
          </w:p>
        </w:tc>
        <w:tc>
          <w:tcPr>
            <w:tcW w:w="141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881A89D" w14:textId="752D0E81" w:rsidR="00687B5A" w:rsidRPr="00A61937" w:rsidRDefault="0001069B" w:rsidP="004D4EE1">
            <w:pPr>
              <w:keepNext/>
              <w:jc w:val="righ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</w:t>
            </w:r>
            <w:r w:rsidR="00687B5A">
              <w:rPr>
                <w:rFonts w:asciiTheme="minorHAnsi" w:hAnsiTheme="minorHAnsi"/>
                <w:sz w:val="22"/>
              </w:rPr>
              <w:t>0,00</w:t>
            </w:r>
          </w:p>
        </w:tc>
        <w:tc>
          <w:tcPr>
            <w:tcW w:w="1559" w:type="dxa"/>
            <w:tcBorders>
              <w:left w:val="nil"/>
            </w:tcBorders>
          </w:tcPr>
          <w:p w14:paraId="212E758A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%,       soit</w:t>
            </w:r>
          </w:p>
        </w:tc>
        <w:tc>
          <w:tcPr>
            <w:tcW w:w="41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E5FF532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5BA42039" w14:textId="77777777" w:rsidTr="004D4EE1">
        <w:trPr>
          <w:cantSplit/>
          <w:trHeight w:hRule="exact" w:val="60"/>
        </w:trPr>
        <w:tc>
          <w:tcPr>
            <w:tcW w:w="5457" w:type="dxa"/>
            <w:gridSpan w:val="3"/>
          </w:tcPr>
          <w:p w14:paraId="5C053A3E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  <w:szCs w:val="16"/>
              </w:rPr>
            </w:pPr>
          </w:p>
        </w:tc>
        <w:tc>
          <w:tcPr>
            <w:tcW w:w="4111" w:type="dxa"/>
          </w:tcPr>
          <w:p w14:paraId="4F983AEF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8" w:type="dxa"/>
          </w:tcPr>
          <w:p w14:paraId="1E19B792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7B5A" w:rsidRPr="00A61937" w14:paraId="25C68666" w14:textId="77777777" w:rsidTr="004D4EE1">
        <w:trPr>
          <w:gridAfter w:val="1"/>
          <w:wAfter w:w="178" w:type="dxa"/>
          <w:cantSplit/>
        </w:trPr>
        <w:tc>
          <w:tcPr>
            <w:tcW w:w="5457" w:type="dxa"/>
            <w:gridSpan w:val="3"/>
          </w:tcPr>
          <w:p w14:paraId="42750FC9" w14:textId="77777777" w:rsidR="00687B5A" w:rsidRPr="00A61937" w:rsidRDefault="00687B5A" w:rsidP="008B1A67">
            <w:pPr>
              <w:keepNext/>
              <w:numPr>
                <w:ilvl w:val="0"/>
                <w:numId w:val="5"/>
              </w:numPr>
              <w:ind w:left="284" w:hanging="284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TVA incluse :</w:t>
            </w:r>
          </w:p>
        </w:tc>
        <w:tc>
          <w:tcPr>
            <w:tcW w:w="41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EB6D22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47D6D116" w14:textId="77777777" w:rsidTr="004D4EE1">
        <w:trPr>
          <w:cantSplit/>
          <w:trHeight w:hRule="exact" w:val="60"/>
        </w:trPr>
        <w:tc>
          <w:tcPr>
            <w:tcW w:w="5457" w:type="dxa"/>
            <w:gridSpan w:val="3"/>
          </w:tcPr>
          <w:p w14:paraId="4C1EB0C0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  <w:szCs w:val="16"/>
              </w:rPr>
            </w:pPr>
          </w:p>
        </w:tc>
        <w:tc>
          <w:tcPr>
            <w:tcW w:w="4111" w:type="dxa"/>
          </w:tcPr>
          <w:p w14:paraId="506F8A58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8" w:type="dxa"/>
          </w:tcPr>
          <w:p w14:paraId="621B2E94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7B5A" w:rsidRPr="00A61937" w14:paraId="549D452D" w14:textId="77777777" w:rsidTr="00A64C5D">
        <w:trPr>
          <w:gridAfter w:val="1"/>
          <w:wAfter w:w="178" w:type="dxa"/>
          <w:cantSplit/>
        </w:trPr>
        <w:tc>
          <w:tcPr>
            <w:tcW w:w="2480" w:type="dxa"/>
          </w:tcPr>
          <w:p w14:paraId="1720135C" w14:textId="77777777" w:rsidR="00687B5A" w:rsidRPr="00A61937" w:rsidRDefault="00687B5A" w:rsidP="004D4EE1">
            <w:pPr>
              <w:keepNext/>
              <w:ind w:left="284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Arrêté en lettres à</w:t>
            </w:r>
          </w:p>
        </w:tc>
        <w:tc>
          <w:tcPr>
            <w:tcW w:w="1418" w:type="dxa"/>
            <w:tcBorders>
              <w:top w:val="dotted" w:sz="6" w:space="0" w:color="auto"/>
              <w:left w:val="dotted" w:sz="6" w:space="0" w:color="auto"/>
            </w:tcBorders>
            <w:shd w:val="pct5" w:color="auto" w:fill="auto"/>
          </w:tcPr>
          <w:p w14:paraId="44936625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1559" w:type="dxa"/>
            <w:tcBorders>
              <w:top w:val="dotted" w:sz="6" w:space="0" w:color="auto"/>
            </w:tcBorders>
            <w:shd w:val="pct5" w:color="auto" w:fill="auto"/>
          </w:tcPr>
          <w:p w14:paraId="65C27C58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111" w:type="dxa"/>
            <w:tcBorders>
              <w:top w:val="dotted" w:sz="6" w:space="0" w:color="auto"/>
              <w:right w:val="dotted" w:sz="6" w:space="0" w:color="auto"/>
            </w:tcBorders>
            <w:shd w:val="pct5" w:color="auto" w:fill="auto"/>
          </w:tcPr>
          <w:p w14:paraId="7129332D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682144BE" w14:textId="77777777" w:rsidTr="00A64C5D">
        <w:trPr>
          <w:gridAfter w:val="1"/>
          <w:wAfter w:w="178" w:type="dxa"/>
          <w:cantSplit/>
        </w:trPr>
        <w:tc>
          <w:tcPr>
            <w:tcW w:w="2480" w:type="dxa"/>
            <w:tcBorders>
              <w:top w:val="dotted" w:sz="6" w:space="0" w:color="auto"/>
              <w:left w:val="dotted" w:sz="6" w:space="0" w:color="auto"/>
            </w:tcBorders>
            <w:shd w:val="pct5" w:color="auto" w:fill="auto"/>
          </w:tcPr>
          <w:p w14:paraId="3073A4B1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shd w:val="pct5" w:color="auto" w:fill="auto"/>
          </w:tcPr>
          <w:p w14:paraId="5F81EFDE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1559" w:type="dxa"/>
            <w:shd w:val="pct5" w:color="auto" w:fill="auto"/>
          </w:tcPr>
          <w:p w14:paraId="16DC0220" w14:textId="77777777" w:rsidR="00687B5A" w:rsidRPr="00A61937" w:rsidRDefault="00687B5A" w:rsidP="004D4EE1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111" w:type="dxa"/>
            <w:tcBorders>
              <w:right w:val="dotted" w:sz="6" w:space="0" w:color="auto"/>
            </w:tcBorders>
            <w:shd w:val="pct5" w:color="auto" w:fill="auto"/>
          </w:tcPr>
          <w:p w14:paraId="114A3D60" w14:textId="77777777" w:rsidR="00687B5A" w:rsidRPr="00A61937" w:rsidRDefault="00687B5A" w:rsidP="004D4EE1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74988496" w14:textId="77777777" w:rsidTr="00A64C5D">
        <w:trPr>
          <w:gridAfter w:val="1"/>
          <w:wAfter w:w="178" w:type="dxa"/>
          <w:cantSplit/>
        </w:trPr>
        <w:tc>
          <w:tcPr>
            <w:tcW w:w="2480" w:type="dxa"/>
            <w:tcBorders>
              <w:left w:val="dotted" w:sz="6" w:space="0" w:color="auto"/>
              <w:bottom w:val="dotted" w:sz="6" w:space="0" w:color="auto"/>
            </w:tcBorders>
            <w:shd w:val="pct5" w:color="auto" w:fill="auto"/>
          </w:tcPr>
          <w:p w14:paraId="5F57280E" w14:textId="77777777" w:rsidR="00687B5A" w:rsidRPr="00A61937" w:rsidRDefault="00687B5A" w:rsidP="004D4EE1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bottom w:val="dotted" w:sz="6" w:space="0" w:color="auto"/>
            </w:tcBorders>
            <w:shd w:val="pct5" w:color="auto" w:fill="auto"/>
          </w:tcPr>
          <w:p w14:paraId="2DA884AB" w14:textId="77777777" w:rsidR="00687B5A" w:rsidRPr="00A61937" w:rsidRDefault="00687B5A" w:rsidP="004D4EE1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559" w:type="dxa"/>
            <w:tcBorders>
              <w:bottom w:val="dotted" w:sz="6" w:space="0" w:color="auto"/>
            </w:tcBorders>
            <w:shd w:val="pct5" w:color="auto" w:fill="auto"/>
          </w:tcPr>
          <w:p w14:paraId="34F656F5" w14:textId="77777777" w:rsidR="00687B5A" w:rsidRPr="00A61937" w:rsidRDefault="00687B5A" w:rsidP="004D4EE1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111" w:type="dxa"/>
            <w:tcBorders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972CFBD" w14:textId="77777777" w:rsidR="00687B5A" w:rsidRPr="00A61937" w:rsidRDefault="00687B5A" w:rsidP="004D4EE1">
            <w:pPr>
              <w:rPr>
                <w:rFonts w:asciiTheme="minorHAnsi" w:hAnsiTheme="minorHAnsi"/>
              </w:rPr>
            </w:pPr>
          </w:p>
        </w:tc>
      </w:tr>
    </w:tbl>
    <w:p w14:paraId="1A236328" w14:textId="77777777" w:rsidR="00687B5A" w:rsidRPr="00A61937" w:rsidRDefault="00687B5A" w:rsidP="00BE201B">
      <w:pPr>
        <w:ind w:left="-284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</w:p>
    <w:p w14:paraId="5A9FC853" w14:textId="77777777" w:rsidR="00687B5A" w:rsidRPr="00A61937" w:rsidRDefault="00687B5A" w:rsidP="0065797A">
      <w:pPr>
        <w:rPr>
          <w:rFonts w:asciiTheme="minorHAnsi" w:hAnsiTheme="minorHAnsi"/>
        </w:rPr>
      </w:pPr>
    </w:p>
    <w:p w14:paraId="3ED50D57" w14:textId="77777777" w:rsidR="00687B5A" w:rsidRPr="00A61937" w:rsidRDefault="00687B5A">
      <w:pPr>
        <w:pStyle w:val="Titre2"/>
        <w:rPr>
          <w:rFonts w:asciiTheme="minorHAnsi" w:hAnsiTheme="minorHAnsi"/>
          <w:color w:val="365F91"/>
          <w:sz w:val="24"/>
        </w:rPr>
      </w:pPr>
      <w:r w:rsidRPr="00A61937">
        <w:rPr>
          <w:rFonts w:asciiTheme="minorHAnsi" w:hAnsiTheme="minorHAnsi"/>
          <w:color w:val="365F91"/>
          <w:sz w:val="24"/>
        </w:rPr>
        <w:t>2-2. Montant sous-traité</w:t>
      </w:r>
    </w:p>
    <w:p w14:paraId="0E6D9FBF" w14:textId="77777777" w:rsidR="00687B5A" w:rsidRPr="00A61937" w:rsidRDefault="00687B5A" w:rsidP="00A25D15">
      <w:pPr>
        <w:rPr>
          <w:rFonts w:asciiTheme="minorHAnsi" w:hAnsiTheme="minorHAnsi"/>
        </w:rPr>
      </w:pPr>
    </w:p>
    <w:p w14:paraId="1E960D66" w14:textId="77777777" w:rsidR="00687B5A" w:rsidRPr="00A61937" w:rsidRDefault="00687B5A" w:rsidP="00A25D15">
      <w:pPr>
        <w:ind w:left="-284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  <w:r w:rsidRPr="00A61937">
        <w:rPr>
          <w:rFonts w:asciiTheme="minorHAnsi" w:hAnsiTheme="minorHAnsi"/>
          <w:b/>
          <w:bCs/>
          <w:color w:val="595959"/>
          <w:sz w:val="22"/>
          <w:szCs w:val="22"/>
          <w:u w:val="single"/>
        </w:rPr>
        <w:t>2-2.1. Montant sous-traité désigné au marché</w:t>
      </w:r>
    </w:p>
    <w:p w14:paraId="7D8CBF91" w14:textId="77777777" w:rsidR="00687B5A" w:rsidRPr="00A61937" w:rsidRDefault="00687B5A" w:rsidP="00A25D15">
      <w:pPr>
        <w:ind w:left="-284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8"/>
        <w:gridCol w:w="2133"/>
        <w:gridCol w:w="5387"/>
      </w:tblGrid>
      <w:tr w:rsidR="00687B5A" w:rsidRPr="00A61937" w14:paraId="3DE6E973" w14:textId="77777777">
        <w:trPr>
          <w:trHeight w:val="279"/>
        </w:trPr>
        <w:tc>
          <w:tcPr>
            <w:tcW w:w="2048" w:type="dxa"/>
          </w:tcPr>
          <w:p w14:paraId="1B9E22C0" w14:textId="77777777" w:rsidR="00687B5A" w:rsidRPr="00A61937" w:rsidRDefault="00687B5A" w:rsidP="00322527">
            <w:pPr>
              <w:rPr>
                <w:rFonts w:asciiTheme="minorHAnsi" w:hAnsiTheme="minorHAnsi"/>
                <w:sz w:val="24"/>
                <w:szCs w:val="24"/>
              </w:rPr>
            </w:pPr>
            <w:r w:rsidRPr="00A61937">
              <w:rPr>
                <w:rFonts w:asciiTheme="minorHAnsi" w:hAnsiTheme="minorHAnsi"/>
                <w:sz w:val="24"/>
                <w:szCs w:val="24"/>
              </w:rPr>
              <w:t xml:space="preserve">Le(s) annexe(s) </w:t>
            </w:r>
          </w:p>
        </w:tc>
        <w:tc>
          <w:tcPr>
            <w:tcW w:w="213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A7EA02" w14:textId="77777777" w:rsidR="00687B5A" w:rsidRPr="00A61937" w:rsidRDefault="00687B5A">
            <w:pPr>
              <w:ind w:left="72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nil"/>
            </w:tcBorders>
          </w:tcPr>
          <w:p w14:paraId="70C9026D" w14:textId="77777777" w:rsidR="00687B5A" w:rsidRPr="00A61937" w:rsidRDefault="00687B5A">
            <w:pPr>
              <w:rPr>
                <w:rFonts w:asciiTheme="minorHAnsi" w:hAnsiTheme="minorHAnsi"/>
                <w:sz w:val="24"/>
                <w:szCs w:val="24"/>
              </w:rPr>
            </w:pPr>
            <w:r w:rsidRPr="00A61937">
              <w:rPr>
                <w:rFonts w:asciiTheme="minorHAnsi" w:hAnsiTheme="minorHAnsi"/>
                <w:sz w:val="24"/>
                <w:szCs w:val="24"/>
              </w:rPr>
              <w:t xml:space="preserve">au présent acte d'engagement indique(nt) la </w:t>
            </w:r>
          </w:p>
          <w:p w14:paraId="6A6EF62C" w14:textId="77777777" w:rsidR="00687B5A" w:rsidRPr="00A61937" w:rsidRDefault="00687B5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87B5A" w:rsidRPr="00A61937" w14:paraId="56FAF726" w14:textId="77777777">
        <w:trPr>
          <w:trHeight w:val="1374"/>
        </w:trPr>
        <w:tc>
          <w:tcPr>
            <w:tcW w:w="9568" w:type="dxa"/>
            <w:gridSpan w:val="3"/>
          </w:tcPr>
          <w:p w14:paraId="5E96B718" w14:textId="77777777" w:rsidR="00687B5A" w:rsidRPr="00A61937" w:rsidRDefault="00687B5A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61937">
              <w:rPr>
                <w:rFonts w:asciiTheme="minorHAnsi" w:hAnsiTheme="minorHAnsi"/>
                <w:sz w:val="24"/>
                <w:szCs w:val="24"/>
              </w:rPr>
              <w:t xml:space="preserve">nature et le montant des prestations que </w:t>
            </w:r>
            <w:r w:rsidRPr="00A61937">
              <w:rPr>
                <w:rFonts w:asciiTheme="minorHAnsi" w:hAnsiTheme="minorHAnsi"/>
                <w:b/>
                <w:bCs/>
                <w:sz w:val="24"/>
                <w:szCs w:val="24"/>
                <w:u w:val="single"/>
              </w:rPr>
              <w:t>j'envisage</w:t>
            </w:r>
            <w:r w:rsidRPr="00A61937">
              <w:rPr>
                <w:rFonts w:asciiTheme="minorHAnsi" w:hAnsiTheme="minorHAnsi"/>
                <w:b/>
                <w:bCs/>
                <w:sz w:val="24"/>
                <w:szCs w:val="24"/>
              </w:rPr>
              <w:t> / </w:t>
            </w:r>
            <w:r w:rsidRPr="00A61937">
              <w:rPr>
                <w:rFonts w:asciiTheme="minorHAnsi" w:hAnsiTheme="minorHAnsi"/>
                <w:b/>
                <w:bCs/>
                <w:sz w:val="24"/>
                <w:szCs w:val="24"/>
                <w:u w:val="single"/>
              </w:rPr>
              <w:t>nous envisageons</w:t>
            </w:r>
            <w:r w:rsidRPr="00A61937">
              <w:rPr>
                <w:rFonts w:asciiTheme="minorHAnsi" w:hAnsiTheme="minorHAnsi"/>
                <w:sz w:val="24"/>
                <w:szCs w:val="24"/>
              </w:rPr>
              <w:t xml:space="preserve"> de faire exécuter par des sous-traitants payés directement, les noms de ces sous-traitants et les conditions de paiement des contrats de sous-traitance. Le montant des prestations sous-traitées indiqué dans chaque annexe constitue le montant maximal de la créance que le sous-traitant concerné pourra présenter en nantissement ou céder.</w:t>
            </w:r>
          </w:p>
        </w:tc>
      </w:tr>
    </w:tbl>
    <w:p w14:paraId="74E84810" w14:textId="77777777" w:rsidR="00687B5A" w:rsidRPr="00A61937" w:rsidRDefault="00687B5A">
      <w:pPr>
        <w:pStyle w:val="Paragraphe"/>
        <w:rPr>
          <w:rFonts w:asciiTheme="minorHAnsi" w:hAnsiTheme="minorHAnsi"/>
        </w:rPr>
      </w:pPr>
      <w:r w:rsidRPr="00A61937">
        <w:rPr>
          <w:rFonts w:asciiTheme="minorHAnsi" w:hAnsiTheme="minorHAnsi"/>
        </w:rPr>
        <w:t xml:space="preserve">Chaque annexe constitue une demande d'acceptation du sous-traitant concerné et d'agrément des conditions de paiement du contrat de sous-traitance. La notification du marché est réputée </w:t>
      </w:r>
      <w:r w:rsidRPr="00A61937">
        <w:rPr>
          <w:rFonts w:asciiTheme="minorHAnsi" w:hAnsiTheme="minorHAnsi"/>
        </w:rPr>
        <w:lastRenderedPageBreak/>
        <w:t>« emporter acceptation du sous-traitant et agrément des conditions de paiement du contrat de sous-traitance ».</w:t>
      </w:r>
    </w:p>
    <w:p w14:paraId="0E219729" w14:textId="77777777" w:rsidR="00687B5A" w:rsidRPr="00A61937" w:rsidRDefault="00687B5A">
      <w:pPr>
        <w:pStyle w:val="Paragraphe"/>
        <w:keepNext/>
        <w:keepLines/>
        <w:spacing w:after="120"/>
        <w:rPr>
          <w:rFonts w:asciiTheme="minorHAnsi" w:hAnsiTheme="minorHAnsi"/>
        </w:rPr>
      </w:pPr>
      <w:r w:rsidRPr="00A61937">
        <w:rPr>
          <w:rFonts w:asciiTheme="minorHAnsi" w:hAnsiTheme="minorHAnsi"/>
        </w:rPr>
        <w:t xml:space="preserve">Le montant total des prestations que </w:t>
      </w:r>
      <w:r w:rsidRPr="00A61937">
        <w:rPr>
          <w:rFonts w:asciiTheme="minorHAnsi" w:hAnsiTheme="minorHAnsi"/>
          <w:b/>
          <w:bCs/>
          <w:u w:val="single"/>
        </w:rPr>
        <w:t>j'envisage</w:t>
      </w:r>
      <w:r w:rsidRPr="00A61937">
        <w:rPr>
          <w:rFonts w:asciiTheme="minorHAnsi" w:hAnsiTheme="minorHAnsi"/>
          <w:b/>
          <w:bCs/>
        </w:rPr>
        <w:t> / </w:t>
      </w:r>
      <w:r w:rsidRPr="00A61937">
        <w:rPr>
          <w:rFonts w:asciiTheme="minorHAnsi" w:hAnsiTheme="minorHAnsi"/>
          <w:b/>
          <w:bCs/>
          <w:u w:val="single"/>
        </w:rPr>
        <w:t>nous envisageons</w:t>
      </w:r>
      <w:r w:rsidRPr="00A61937">
        <w:rPr>
          <w:rFonts w:asciiTheme="minorHAnsi" w:hAnsiTheme="minorHAnsi"/>
        </w:rPr>
        <w:t xml:space="preserve">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160"/>
      </w:tblGrid>
      <w:tr w:rsidR="00687B5A" w:rsidRPr="00A61937" w14:paraId="11B8C44F" w14:textId="77777777">
        <w:trPr>
          <w:gridAfter w:val="1"/>
          <w:wAfter w:w="160" w:type="dxa"/>
          <w:cantSplit/>
        </w:trPr>
        <w:tc>
          <w:tcPr>
            <w:tcW w:w="3260" w:type="dxa"/>
          </w:tcPr>
          <w:p w14:paraId="39B0B16C" w14:textId="77777777" w:rsidR="00687B5A" w:rsidRPr="00A61937" w:rsidRDefault="00687B5A" w:rsidP="008B1A67">
            <w:pPr>
              <w:pStyle w:val="Paragraphe"/>
              <w:keepNext/>
              <w:keepLines/>
              <w:numPr>
                <w:ilvl w:val="0"/>
                <w:numId w:val="6"/>
              </w:numPr>
              <w:spacing w:before="0"/>
              <w:ind w:left="284" w:hanging="284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Montant hors TVA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93588C" w14:textId="77777777" w:rsidR="00687B5A" w:rsidRPr="00A61937" w:rsidRDefault="00687B5A">
            <w:pPr>
              <w:pStyle w:val="Paragraphe"/>
              <w:keepNext/>
              <w:keepLines/>
              <w:spacing w:before="0"/>
              <w:rPr>
                <w:rFonts w:asciiTheme="minorHAnsi" w:hAnsiTheme="minorHAnsi"/>
              </w:rPr>
            </w:pPr>
          </w:p>
        </w:tc>
      </w:tr>
      <w:tr w:rsidR="00687B5A" w:rsidRPr="00A61937" w14:paraId="44141861" w14:textId="77777777">
        <w:trPr>
          <w:cantSplit/>
          <w:trHeight w:hRule="exact" w:val="60"/>
        </w:trPr>
        <w:tc>
          <w:tcPr>
            <w:tcW w:w="3260" w:type="dxa"/>
          </w:tcPr>
          <w:p w14:paraId="784FCF2E" w14:textId="77777777" w:rsidR="00687B5A" w:rsidRPr="00A61937" w:rsidRDefault="00687B5A">
            <w:pPr>
              <w:pStyle w:val="Paragraphe"/>
              <w:keepNext/>
              <w:keepLines/>
              <w:spacing w:before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45" w:type="dxa"/>
          </w:tcPr>
          <w:p w14:paraId="28CC18AA" w14:textId="77777777" w:rsidR="00687B5A" w:rsidRPr="00A61937" w:rsidRDefault="00687B5A">
            <w:pPr>
              <w:pStyle w:val="Paragraphe"/>
              <w:keepNext/>
              <w:keepLines/>
              <w:spacing w:before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0" w:type="dxa"/>
          </w:tcPr>
          <w:p w14:paraId="38DAFC76" w14:textId="77777777" w:rsidR="00687B5A" w:rsidRPr="00A61937" w:rsidRDefault="00687B5A">
            <w:pPr>
              <w:pStyle w:val="Paragraphe"/>
              <w:keepNext/>
              <w:keepLines/>
              <w:spacing w:before="0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7B5A" w:rsidRPr="00A61937" w14:paraId="09896513" w14:textId="77777777">
        <w:trPr>
          <w:gridAfter w:val="1"/>
          <w:wAfter w:w="160" w:type="dxa"/>
          <w:cantSplit/>
        </w:trPr>
        <w:tc>
          <w:tcPr>
            <w:tcW w:w="3260" w:type="dxa"/>
          </w:tcPr>
          <w:p w14:paraId="51F80F17" w14:textId="77777777" w:rsidR="00687B5A" w:rsidRPr="00A61937" w:rsidRDefault="00687B5A" w:rsidP="008B1A67">
            <w:pPr>
              <w:pStyle w:val="Paragraphe"/>
              <w:keepNext/>
              <w:keepLines/>
              <w:numPr>
                <w:ilvl w:val="0"/>
                <w:numId w:val="6"/>
              </w:numPr>
              <w:spacing w:before="0"/>
              <w:ind w:left="284" w:hanging="284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Montant TVA incluse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467B4A1" w14:textId="77777777" w:rsidR="00687B5A" w:rsidRPr="00A61937" w:rsidRDefault="00687B5A">
            <w:pPr>
              <w:pStyle w:val="Paragraphe"/>
              <w:keepNext/>
              <w:keepLines/>
              <w:spacing w:before="0"/>
              <w:rPr>
                <w:rFonts w:asciiTheme="minorHAnsi" w:hAnsiTheme="minorHAnsi"/>
              </w:rPr>
            </w:pPr>
          </w:p>
        </w:tc>
      </w:tr>
    </w:tbl>
    <w:p w14:paraId="76F7428C" w14:textId="77777777" w:rsidR="00687B5A" w:rsidRPr="00A61937" w:rsidRDefault="00687B5A">
      <w:pPr>
        <w:pStyle w:val="Praragraphe"/>
        <w:spacing w:before="240"/>
        <w:rPr>
          <w:rFonts w:asciiTheme="minorHAnsi" w:hAnsiTheme="minorHAnsi"/>
        </w:rPr>
      </w:pPr>
      <w:r w:rsidRPr="00A61937">
        <w:rPr>
          <w:rFonts w:asciiTheme="minorHAnsi" w:hAnsiTheme="minorHAnsi"/>
        </w:rPr>
        <w:t>Les déclarations et attestations des sous-traitants recensés dans les annexes, sont jointes au présent acte d'engagement.</w:t>
      </w:r>
    </w:p>
    <w:p w14:paraId="06C0DAFE" w14:textId="77777777" w:rsidR="00687B5A" w:rsidRPr="00A61937" w:rsidRDefault="00687B5A" w:rsidP="002A00A0">
      <w:pPr>
        <w:pStyle w:val="Praragraphe"/>
        <w:spacing w:before="240"/>
        <w:rPr>
          <w:rFonts w:asciiTheme="minorHAnsi" w:hAnsiTheme="minorHAnsi"/>
          <w:b/>
          <w:bCs/>
          <w:color w:val="595959"/>
          <w:sz w:val="22"/>
          <w:szCs w:val="22"/>
          <w:u w:val="single"/>
        </w:rPr>
      </w:pPr>
      <w:r w:rsidRPr="00A61937">
        <w:rPr>
          <w:rFonts w:asciiTheme="minorHAnsi" w:hAnsiTheme="minorHAnsi"/>
          <w:b/>
          <w:bCs/>
          <w:color w:val="595959"/>
          <w:sz w:val="22"/>
          <w:szCs w:val="22"/>
          <w:u w:val="single"/>
        </w:rPr>
        <w:t>2-2.2. Créance présentée en nantissement ou cession</w:t>
      </w:r>
    </w:p>
    <w:p w14:paraId="2F9DE591" w14:textId="77777777" w:rsidR="00687B5A" w:rsidRPr="00A61937" w:rsidRDefault="00687B5A">
      <w:pPr>
        <w:rPr>
          <w:rFonts w:asciiTheme="minorHAnsi" w:hAnsiTheme="minorHAnsi"/>
        </w:rPr>
      </w:pPr>
    </w:p>
    <w:p w14:paraId="577CB45B" w14:textId="77777777" w:rsidR="00687B5A" w:rsidRPr="00A61937" w:rsidRDefault="00687B5A">
      <w:pPr>
        <w:pStyle w:val="Paragraphe"/>
        <w:keepNext/>
        <w:keepLines/>
        <w:ind w:left="-284"/>
        <w:rPr>
          <w:rFonts w:asciiTheme="minorHAnsi" w:hAnsiTheme="minorHAnsi"/>
          <w:b/>
          <w:bCs/>
          <w:sz w:val="22"/>
          <w:szCs w:val="22"/>
          <w:u w:val="single"/>
        </w:rPr>
      </w:pPr>
      <w:r w:rsidRPr="00A61937">
        <w:rPr>
          <w:rFonts w:asciiTheme="minorHAnsi" w:hAnsiTheme="minorHAnsi"/>
          <w:sz w:val="22"/>
          <w:szCs w:val="22"/>
        </w:rPr>
        <w:sym w:font="Wingdings" w:char="F071"/>
      </w:r>
      <w:r w:rsidRPr="00A61937">
        <w:rPr>
          <w:rFonts w:asciiTheme="minorHAnsi" w:hAnsiTheme="minorHAnsi"/>
          <w:sz w:val="22"/>
          <w:szCs w:val="22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Prestataire unique</w:t>
      </w:r>
    </w:p>
    <w:p w14:paraId="661FE83D" w14:textId="77777777" w:rsidR="00687B5A" w:rsidRPr="00A61937" w:rsidRDefault="00687B5A">
      <w:pPr>
        <w:keepNext/>
        <w:keepLines/>
        <w:spacing w:before="120"/>
        <w:jc w:val="both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 xml:space="preserve">Le montant maximal, TVA incluse, de la créance que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je pourrais</w:t>
      </w:r>
      <w:r w:rsidRPr="00A61937">
        <w:rPr>
          <w:rFonts w:asciiTheme="minorHAnsi" w:hAnsiTheme="minorHAnsi"/>
          <w:sz w:val="22"/>
          <w:szCs w:val="22"/>
        </w:rPr>
        <w:t xml:space="preserve"> présenter en nantissement ou céder est ainsi de : </w:t>
      </w:r>
    </w:p>
    <w:p w14:paraId="711D5C8D" w14:textId="77777777" w:rsidR="00687B5A" w:rsidRPr="00A61937" w:rsidRDefault="00687B5A">
      <w:pPr>
        <w:keepNext/>
        <w:keepLines/>
        <w:spacing w:before="120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835"/>
      </w:tblGrid>
      <w:tr w:rsidR="00687B5A" w:rsidRPr="00A61937" w14:paraId="7D2CC680" w14:textId="77777777" w:rsidTr="005A253B">
        <w:trPr>
          <w:trHeight w:val="375"/>
        </w:trPr>
        <w:tc>
          <w:tcPr>
            <w:tcW w:w="2410" w:type="dxa"/>
          </w:tcPr>
          <w:p w14:paraId="0E7478C0" w14:textId="77777777" w:rsidR="00687B5A" w:rsidRPr="00A61937" w:rsidRDefault="00687B5A" w:rsidP="005A253B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49040A" w14:textId="77777777" w:rsidR="00687B5A" w:rsidRPr="00A61937" w:rsidRDefault="00687B5A">
            <w:pPr>
              <w:keepNext/>
              <w:keepLines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C9883FB" w14:textId="77777777" w:rsidTr="005A253B">
        <w:trPr>
          <w:trHeight w:val="375"/>
        </w:trPr>
        <w:tc>
          <w:tcPr>
            <w:tcW w:w="2410" w:type="dxa"/>
          </w:tcPr>
          <w:p w14:paraId="39C818A8" w14:textId="77777777" w:rsidR="00687B5A" w:rsidRPr="00A61937" w:rsidRDefault="00687B5A" w:rsidP="005A253B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66BE1F" w14:textId="77777777" w:rsidR="00687B5A" w:rsidRPr="00A61937" w:rsidRDefault="00687B5A">
            <w:pPr>
              <w:keepNext/>
              <w:keepLines/>
              <w:ind w:left="72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20BEA0F" w14:textId="77777777" w:rsidR="00687B5A" w:rsidRPr="00A61937" w:rsidRDefault="00687B5A">
      <w:pPr>
        <w:pStyle w:val="Paragraphe"/>
        <w:keepNext/>
        <w:keepLines/>
        <w:ind w:left="-284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sym w:font="Wingdings" w:char="F071"/>
      </w:r>
      <w:r w:rsidRPr="00A61937">
        <w:rPr>
          <w:rFonts w:asciiTheme="minorHAnsi" w:hAnsiTheme="minorHAnsi"/>
          <w:sz w:val="22"/>
          <w:szCs w:val="22"/>
        </w:rPr>
        <w:t xml:space="preserve">  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Groupement</w:t>
      </w:r>
    </w:p>
    <w:p w14:paraId="3E1F0BEE" w14:textId="77777777" w:rsidR="00687B5A" w:rsidRPr="00A61937" w:rsidRDefault="00687B5A">
      <w:pPr>
        <w:pStyle w:val="Paradouble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Le montant maximal, TVA incluse, de la créance que  </w:t>
      </w:r>
      <w:r w:rsidRPr="00A61937">
        <w:rPr>
          <w:rFonts w:asciiTheme="minorHAnsi" w:hAnsiTheme="minorHAnsi"/>
          <w:b/>
          <w:bCs/>
          <w:sz w:val="22"/>
          <w:szCs w:val="22"/>
          <w:u w:val="single"/>
        </w:rPr>
        <w:t>nous pourrons</w:t>
      </w:r>
      <w:r w:rsidRPr="00A61937">
        <w:rPr>
          <w:rFonts w:asciiTheme="minorHAnsi" w:hAnsiTheme="minorHAnsi"/>
          <w:sz w:val="22"/>
          <w:szCs w:val="22"/>
        </w:rPr>
        <w:t xml:space="preserve"> présenter en nantissement ou céder est ainsi de :</w:t>
      </w:r>
    </w:p>
    <w:tbl>
      <w:tblPr>
        <w:tblW w:w="9410" w:type="dxa"/>
        <w:jc w:val="center"/>
        <w:tblInd w:w="-3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1882"/>
        <w:gridCol w:w="1882"/>
        <w:gridCol w:w="1882"/>
        <w:gridCol w:w="1882"/>
      </w:tblGrid>
      <w:tr w:rsidR="00687B5A" w:rsidRPr="00A61937" w14:paraId="18DCF2D0" w14:textId="77777777" w:rsidTr="00C11337">
        <w:trPr>
          <w:trHeight w:val="549"/>
          <w:jc w:val="center"/>
        </w:trPr>
        <w:tc>
          <w:tcPr>
            <w:tcW w:w="1882" w:type="dxa"/>
            <w:shd w:val="solid" w:color="C0C0C0" w:fill="FFFFFF"/>
          </w:tcPr>
          <w:p w14:paraId="48197211" w14:textId="77777777" w:rsidR="00687B5A" w:rsidRPr="00A61937" w:rsidRDefault="00687B5A" w:rsidP="00DC21E9">
            <w:pPr>
              <w:keepNext/>
              <w:keepLines/>
              <w:ind w:hanging="119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1</w:t>
            </w:r>
          </w:p>
        </w:tc>
        <w:tc>
          <w:tcPr>
            <w:tcW w:w="1882" w:type="dxa"/>
            <w:shd w:val="solid" w:color="C0C0C0" w:fill="FFFFFF"/>
          </w:tcPr>
          <w:p w14:paraId="1339D064" w14:textId="77777777" w:rsidR="00687B5A" w:rsidRPr="00A61937" w:rsidRDefault="00687B5A" w:rsidP="00DC21E9">
            <w:pPr>
              <w:keepNext/>
              <w:keepLines/>
              <w:ind w:hanging="17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2</w:t>
            </w:r>
          </w:p>
        </w:tc>
        <w:tc>
          <w:tcPr>
            <w:tcW w:w="1882" w:type="dxa"/>
            <w:shd w:val="solid" w:color="C0C0C0" w:fill="FFFFFF"/>
          </w:tcPr>
          <w:p w14:paraId="2BFC5A7B" w14:textId="77777777" w:rsidR="00687B5A" w:rsidRPr="00A61937" w:rsidRDefault="00687B5A" w:rsidP="00DC21E9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3</w:t>
            </w:r>
          </w:p>
        </w:tc>
        <w:tc>
          <w:tcPr>
            <w:tcW w:w="1882" w:type="dxa"/>
            <w:shd w:val="solid" w:color="C0C0C0" w:fill="FFFFFF"/>
          </w:tcPr>
          <w:p w14:paraId="0B27E579" w14:textId="77777777" w:rsidR="00687B5A" w:rsidRPr="00A61937" w:rsidRDefault="00687B5A" w:rsidP="00DC21E9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4</w:t>
            </w:r>
          </w:p>
        </w:tc>
        <w:tc>
          <w:tcPr>
            <w:tcW w:w="1882" w:type="dxa"/>
            <w:shd w:val="solid" w:color="C0C0C0" w:fill="FFFFFF"/>
          </w:tcPr>
          <w:p w14:paraId="149AFCB2" w14:textId="77777777" w:rsidR="00687B5A" w:rsidRPr="00A61937" w:rsidRDefault="00687B5A" w:rsidP="00DC21E9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  <w:szCs w:val="22"/>
              </w:rPr>
              <w:t>Cotraitant 5</w:t>
            </w:r>
          </w:p>
        </w:tc>
      </w:tr>
      <w:tr w:rsidR="00687B5A" w:rsidRPr="00A61937" w14:paraId="48C6C5EA" w14:textId="77777777" w:rsidTr="00227839">
        <w:trPr>
          <w:trHeight w:val="679"/>
          <w:jc w:val="center"/>
        </w:trPr>
        <w:tc>
          <w:tcPr>
            <w:tcW w:w="1882" w:type="dxa"/>
            <w:shd w:val="clear" w:color="auto" w:fill="D9D9D9"/>
          </w:tcPr>
          <w:p w14:paraId="6F5BC73D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14:paraId="2EF75969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14:paraId="622DDA7F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14:paraId="142433AC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14:paraId="4BDF18C9" w14:textId="77777777" w:rsidR="00687B5A" w:rsidRPr="00A61937" w:rsidRDefault="00687B5A" w:rsidP="00DC21E9">
            <w:pPr>
              <w:keepNext/>
              <w:keepLines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CA37542" w14:textId="77777777" w:rsidR="00687B5A" w:rsidRPr="00A61937" w:rsidRDefault="00687B5A" w:rsidP="002A00A0">
      <w:pPr>
        <w:pStyle w:val="Titre1"/>
        <w:shd w:val="clear" w:color="auto" w:fill="365F91"/>
        <w:spacing w:before="240" w:after="480"/>
        <w:rPr>
          <w:rFonts w:asciiTheme="minorHAnsi" w:hAnsiTheme="minorHAnsi"/>
          <w:color w:val="FFFFFF"/>
        </w:rPr>
      </w:pPr>
      <w:r w:rsidRPr="00A61937">
        <w:rPr>
          <w:rFonts w:asciiTheme="minorHAnsi" w:hAnsiTheme="minorHAnsi"/>
          <w:color w:val="FFFFFF"/>
        </w:rPr>
        <w:t>ARTICLE 3. DELAI DE REALISATION</w:t>
      </w:r>
    </w:p>
    <w:p w14:paraId="75D610E2" w14:textId="77777777" w:rsidR="00687B5A" w:rsidRPr="00A61937" w:rsidRDefault="00687B5A">
      <w:pPr>
        <w:pStyle w:val="Titre2"/>
        <w:rPr>
          <w:rFonts w:asciiTheme="minorHAnsi" w:hAnsiTheme="minorHAnsi"/>
          <w:color w:val="365F91"/>
          <w:sz w:val="24"/>
        </w:rPr>
      </w:pPr>
      <w:r w:rsidRPr="00A61937">
        <w:rPr>
          <w:rFonts w:asciiTheme="minorHAnsi" w:hAnsiTheme="minorHAnsi"/>
          <w:color w:val="365F91"/>
          <w:sz w:val="24"/>
        </w:rPr>
        <w:t>3-1. Période de préparation</w:t>
      </w:r>
    </w:p>
    <w:p w14:paraId="305298E0" w14:textId="77777777" w:rsidR="00687B5A" w:rsidRPr="00A61937" w:rsidRDefault="00687B5A">
      <w:pPr>
        <w:pStyle w:val="Paragraphe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22"/>
        </w:rPr>
        <w:t xml:space="preserve">Il est fixé une période de </w:t>
      </w:r>
      <w:r w:rsidRPr="008007B9">
        <w:rPr>
          <w:rFonts w:asciiTheme="minorHAnsi" w:hAnsiTheme="minorHAnsi"/>
          <w:sz w:val="22"/>
        </w:rPr>
        <w:t xml:space="preserve">préparation </w:t>
      </w:r>
      <w:r w:rsidRPr="004A2D68">
        <w:rPr>
          <w:rFonts w:asciiTheme="minorHAnsi" w:hAnsiTheme="minorHAnsi"/>
          <w:sz w:val="22"/>
          <w:highlight w:val="yellow"/>
        </w:rPr>
        <w:t>de 4 semaines</w:t>
      </w:r>
      <w:r w:rsidRPr="00A61937">
        <w:rPr>
          <w:rFonts w:asciiTheme="minorHAnsi" w:hAnsiTheme="minorHAnsi"/>
          <w:sz w:val="22"/>
        </w:rPr>
        <w:t xml:space="preserve"> courant à partir du lendemain de la date de réception de l’ordre de service prescrivant de commencer la préparation.</w:t>
      </w:r>
    </w:p>
    <w:p w14:paraId="6BBF9D11" w14:textId="77777777" w:rsidR="00687B5A" w:rsidRPr="00A61937" w:rsidRDefault="00687B5A">
      <w:pPr>
        <w:pStyle w:val="Titre2"/>
        <w:rPr>
          <w:rFonts w:asciiTheme="minorHAnsi" w:hAnsiTheme="minorHAnsi"/>
          <w:color w:val="365F91"/>
          <w:sz w:val="24"/>
        </w:rPr>
      </w:pPr>
      <w:r w:rsidRPr="00A61937">
        <w:rPr>
          <w:rFonts w:asciiTheme="minorHAnsi" w:hAnsiTheme="minorHAnsi"/>
          <w:color w:val="365F91"/>
          <w:sz w:val="24"/>
        </w:rPr>
        <w:t>3-2. Période d'exécution</w:t>
      </w:r>
    </w:p>
    <w:p w14:paraId="30F99142" w14:textId="77777777" w:rsidR="00687B5A" w:rsidRPr="00A61937" w:rsidRDefault="00687B5A">
      <w:pPr>
        <w:pStyle w:val="Paragraphe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22"/>
        </w:rPr>
        <w:t>Les travaux seront exécutés à l'issue de la période de préparation, et après délivrance de l'ordre de service de démarrage dans un délai de :</w:t>
      </w:r>
    </w:p>
    <w:p w14:paraId="71466305" w14:textId="76C3983C" w:rsidR="00687B5A" w:rsidRPr="00A61937" w:rsidRDefault="00687B5A">
      <w:pPr>
        <w:pStyle w:val="Paragraphe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22"/>
        </w:rPr>
        <w:t>Délai</w:t>
      </w:r>
      <w:r>
        <w:rPr>
          <w:rFonts w:asciiTheme="minorHAnsi" w:hAnsiTheme="minorHAnsi"/>
          <w:sz w:val="22"/>
        </w:rPr>
        <w:t xml:space="preserve"> </w:t>
      </w:r>
      <w:r w:rsidRPr="004A2D68">
        <w:rPr>
          <w:rFonts w:asciiTheme="minorHAnsi" w:hAnsiTheme="minorHAnsi"/>
          <w:sz w:val="22"/>
          <w:highlight w:val="yellow"/>
        </w:rPr>
        <w:t xml:space="preserve">de </w:t>
      </w:r>
      <w:r w:rsidR="0001069B">
        <w:rPr>
          <w:rFonts w:asciiTheme="minorHAnsi" w:hAnsiTheme="minorHAnsi"/>
          <w:sz w:val="22"/>
          <w:highlight w:val="yellow"/>
        </w:rPr>
        <w:t>6</w:t>
      </w:r>
      <w:r w:rsidR="00227839">
        <w:rPr>
          <w:rFonts w:asciiTheme="minorHAnsi" w:hAnsiTheme="minorHAnsi"/>
          <w:sz w:val="22"/>
          <w:highlight w:val="yellow"/>
        </w:rPr>
        <w:t xml:space="preserve"> mois</w:t>
      </w:r>
      <w:r w:rsidRPr="004A2D68">
        <w:rPr>
          <w:rFonts w:asciiTheme="minorHAnsi" w:hAnsiTheme="minorHAnsi"/>
          <w:sz w:val="22"/>
          <w:highlight w:val="yellow"/>
        </w:rPr>
        <w:t xml:space="preserve"> ou délai</w:t>
      </w:r>
      <w:r>
        <w:rPr>
          <w:rFonts w:asciiTheme="minorHAnsi" w:hAnsiTheme="minorHAnsi"/>
          <w:sz w:val="22"/>
        </w:rPr>
        <w:t xml:space="preserve"> </w:t>
      </w:r>
      <w:r w:rsidRPr="00A61937">
        <w:rPr>
          <w:rFonts w:asciiTheme="minorHAnsi" w:hAnsiTheme="minorHAnsi"/>
          <w:sz w:val="22"/>
        </w:rPr>
        <w:t xml:space="preserve"> sur lequel le candidat s’engage : _________ jours</w:t>
      </w:r>
      <w:r w:rsidR="00227839">
        <w:rPr>
          <w:rFonts w:asciiTheme="minorHAnsi" w:hAnsiTheme="minorHAnsi"/>
          <w:sz w:val="22"/>
        </w:rPr>
        <w:t xml:space="preserve"> ouvrés</w:t>
      </w:r>
    </w:p>
    <w:p w14:paraId="3451B30C" w14:textId="77777777" w:rsidR="00687B5A" w:rsidRPr="00A61937" w:rsidRDefault="00687B5A">
      <w:pPr>
        <w:pStyle w:val="Paragraphe"/>
        <w:rPr>
          <w:rFonts w:asciiTheme="minorHAnsi" w:hAnsiTheme="minorHAnsi"/>
          <w:sz w:val="22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7"/>
      </w:tblGrid>
      <w:tr w:rsidR="00687B5A" w:rsidRPr="00A61937" w14:paraId="0F48C457" w14:textId="77777777" w:rsidTr="00C11337">
        <w:trPr>
          <w:trHeight w:val="37"/>
        </w:trPr>
        <w:tc>
          <w:tcPr>
            <w:tcW w:w="9147" w:type="dxa"/>
          </w:tcPr>
          <w:p w14:paraId="3D4EB37E" w14:textId="77777777" w:rsidR="00687B5A" w:rsidRPr="00A61937" w:rsidRDefault="00687B5A">
            <w:pPr>
              <w:pStyle w:val="Paragraphe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En lettre :                                                                                               jours</w:t>
            </w:r>
            <w:r w:rsidR="00227839">
              <w:rPr>
                <w:rFonts w:asciiTheme="minorHAnsi" w:hAnsiTheme="minorHAnsi"/>
                <w:sz w:val="22"/>
              </w:rPr>
              <w:t xml:space="preserve"> ouvrés</w:t>
            </w:r>
          </w:p>
        </w:tc>
      </w:tr>
    </w:tbl>
    <w:p w14:paraId="75A0EFBB" w14:textId="77777777" w:rsidR="00687B5A" w:rsidRPr="00A61937" w:rsidRDefault="00687B5A" w:rsidP="002110EA">
      <w:pPr>
        <w:pStyle w:val="Titre1"/>
        <w:shd w:val="clear" w:color="auto" w:fill="365F91"/>
        <w:rPr>
          <w:rFonts w:asciiTheme="minorHAnsi" w:hAnsiTheme="minorHAnsi"/>
          <w:color w:val="FFFFFF"/>
        </w:rPr>
      </w:pPr>
      <w:r w:rsidRPr="00A61937">
        <w:rPr>
          <w:rFonts w:asciiTheme="minorHAnsi" w:hAnsiTheme="minorHAnsi"/>
          <w:color w:val="FFFFFF"/>
        </w:rPr>
        <w:lastRenderedPageBreak/>
        <w:t>ARTICLE 4. PAIEMENTS</w:t>
      </w:r>
    </w:p>
    <w:p w14:paraId="3A19C6A1" w14:textId="77777777" w:rsidR="00687B5A" w:rsidRPr="00A61937" w:rsidRDefault="00687B5A">
      <w:pPr>
        <w:rPr>
          <w:rFonts w:asciiTheme="minorHAnsi" w:hAnsiTheme="minorHAnsi"/>
          <w:sz w:val="24"/>
          <w:szCs w:val="24"/>
        </w:rPr>
      </w:pPr>
    </w:p>
    <w:p w14:paraId="09E5E555" w14:textId="77777777" w:rsidR="00687B5A" w:rsidRPr="00A61937" w:rsidRDefault="00687B5A">
      <w:pPr>
        <w:rPr>
          <w:rFonts w:asciiTheme="minorHAnsi" w:hAnsiTheme="minorHAnsi"/>
          <w:sz w:val="22"/>
          <w:szCs w:val="24"/>
        </w:rPr>
      </w:pPr>
      <w:r w:rsidRPr="00A61937">
        <w:rPr>
          <w:rFonts w:asciiTheme="minorHAnsi" w:hAnsiTheme="minorHAnsi"/>
          <w:sz w:val="22"/>
          <w:szCs w:val="24"/>
        </w:rPr>
        <w:t>Les modalités du règlement des comptes du marché sont spécifiées à l'article 3-2 du CCAP.</w:t>
      </w:r>
    </w:p>
    <w:p w14:paraId="539BB55C" w14:textId="77777777" w:rsidR="00687B5A" w:rsidRPr="00A61937" w:rsidRDefault="00687B5A">
      <w:pPr>
        <w:pStyle w:val="Paragraphe"/>
        <w:keepNext/>
        <w:ind w:left="-284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32"/>
        </w:rPr>
        <w:sym w:font="Wingdings" w:char="F071"/>
      </w:r>
      <w:r w:rsidRPr="00A61937">
        <w:rPr>
          <w:rFonts w:asciiTheme="minorHAnsi" w:hAnsiTheme="minorHAnsi"/>
          <w:sz w:val="32"/>
          <w:szCs w:val="36"/>
        </w:rPr>
        <w:t xml:space="preserve">  </w:t>
      </w:r>
      <w:r w:rsidRPr="00A61937">
        <w:rPr>
          <w:rFonts w:asciiTheme="minorHAnsi" w:hAnsiTheme="minorHAnsi"/>
          <w:b/>
          <w:bCs/>
          <w:sz w:val="22"/>
          <w:u w:val="single"/>
        </w:rPr>
        <w:t>Prestataire unique</w:t>
      </w:r>
    </w:p>
    <w:p w14:paraId="17896F34" w14:textId="77777777" w:rsidR="00687B5A" w:rsidRPr="00A61937" w:rsidRDefault="00687B5A">
      <w:pPr>
        <w:pStyle w:val="Paradouble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Le maître de l'ouvrage se libérera des sommes dues au titre du présent marché en faisant porter le montant au crédit du compte (joindre un RIB ou RIP) 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4"/>
      </w:tblGrid>
      <w:tr w:rsidR="00687B5A" w:rsidRPr="00A61937" w14:paraId="000B2360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0E7BDD22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  <w:tcBorders>
              <w:top w:val="single" w:sz="6" w:space="0" w:color="auto"/>
            </w:tcBorders>
          </w:tcPr>
          <w:p w14:paraId="40DF208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  <w:tcBorders>
              <w:top w:val="single" w:sz="6" w:space="0" w:color="auto"/>
            </w:tcBorders>
          </w:tcPr>
          <w:p w14:paraId="4AEF468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top w:val="single" w:sz="6" w:space="0" w:color="auto"/>
              <w:right w:val="single" w:sz="18" w:space="0" w:color="auto"/>
            </w:tcBorders>
          </w:tcPr>
          <w:p w14:paraId="5870F245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C490E51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4658D957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5996B2AD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5176A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2142D74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84AC5B1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39B6FF42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3C6B6BE8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</w:tcPr>
          <w:p w14:paraId="00177076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1E4215C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4AF9F71A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178F009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6415E91B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9CAB9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10709B1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2C86715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72897A0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1F1C749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</w:tcPr>
          <w:p w14:paraId="21B13798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26AE964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439A9D1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2D274E1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57EAE04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AAF88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020D5319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4D90757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4334988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53CD8A6D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</w:tcPr>
          <w:p w14:paraId="0F4467B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4E4AC0F3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7BE102BA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34FB5F03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</w:tcPr>
          <w:p w14:paraId="2A78B7BB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sous le numéro 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2D38E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ECEA1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DC09E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</w:tcBorders>
          </w:tcPr>
          <w:p w14:paraId="5074D58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D31A57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4A6A4B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0B0249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638EA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635D6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E02102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0319D2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67A35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  <w:gridSpan w:val="3"/>
            <w:tcBorders>
              <w:left w:val="nil"/>
            </w:tcBorders>
          </w:tcPr>
          <w:p w14:paraId="34F2DC5C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3FC8A6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A55F76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873" w:type="dxa"/>
            <w:gridSpan w:val="2"/>
            <w:tcBorders>
              <w:left w:val="nil"/>
              <w:right w:val="single" w:sz="18" w:space="0" w:color="auto"/>
            </w:tcBorders>
          </w:tcPr>
          <w:p w14:paraId="7F019C9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1D5AC92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02328A7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67F7AD0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</w:tcPr>
          <w:p w14:paraId="23B6F58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3CF583F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0A868A3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6D4A3C32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</w:tcPr>
          <w:p w14:paraId="53F43E3A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code banque 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C041ED8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20344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81C87A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0F4DDD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F0568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  <w:gridSpan w:val="7"/>
            <w:tcBorders>
              <w:left w:val="nil"/>
            </w:tcBorders>
          </w:tcPr>
          <w:p w14:paraId="4B35554F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  <w:sz w:val="18"/>
              </w:rPr>
            </w:pPr>
            <w:r w:rsidRPr="00A61937">
              <w:rPr>
                <w:rFonts w:asciiTheme="minorHAnsi" w:hAnsiTheme="minorHAnsi"/>
                <w:sz w:val="18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169BBA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6611B37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65DF55C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D9A7EF2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B04F06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1565" w:type="dxa"/>
            <w:gridSpan w:val="3"/>
            <w:tcBorders>
              <w:left w:val="nil"/>
            </w:tcBorders>
          </w:tcPr>
          <w:p w14:paraId="5787FEE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174BC3E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EB58CA3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  <w:bottom w:val="single" w:sz="18" w:space="0" w:color="auto"/>
            </w:tcBorders>
          </w:tcPr>
          <w:p w14:paraId="67C3139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  <w:tcBorders>
              <w:bottom w:val="single" w:sz="18" w:space="0" w:color="auto"/>
            </w:tcBorders>
          </w:tcPr>
          <w:p w14:paraId="41D4B5D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846" w:type="dxa"/>
            <w:gridSpan w:val="15"/>
            <w:tcBorders>
              <w:bottom w:val="single" w:sz="18" w:space="0" w:color="auto"/>
            </w:tcBorders>
          </w:tcPr>
          <w:p w14:paraId="1851F03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bottom w:val="single" w:sz="18" w:space="0" w:color="auto"/>
              <w:right w:val="single" w:sz="18" w:space="0" w:color="auto"/>
            </w:tcBorders>
          </w:tcPr>
          <w:p w14:paraId="1A78933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</w:tbl>
    <w:p w14:paraId="35E11E42" w14:textId="77777777" w:rsidR="00687B5A" w:rsidRPr="00A61937" w:rsidRDefault="00687B5A">
      <w:pPr>
        <w:pStyle w:val="Paragraphe"/>
        <w:keepNext/>
        <w:spacing w:before="240"/>
        <w:rPr>
          <w:rFonts w:asciiTheme="minorHAnsi" w:hAnsiTheme="minorHAnsi"/>
          <w:sz w:val="22"/>
        </w:rPr>
      </w:pPr>
      <w:r w:rsidRPr="00A61937">
        <w:rPr>
          <w:rFonts w:asciiTheme="minorHAnsi" w:hAnsiTheme="minorHAnsi"/>
          <w:sz w:val="22"/>
        </w:rPr>
        <w:t>Toutefois, le maître de l’ouvrage se libèrera des sommes dues aux sous-traitants payés directement en faisant porter les montants au crédit des comptes désignés dans les annexes, les avenants ou les actes spéciaux.</w:t>
      </w:r>
    </w:p>
    <w:p w14:paraId="1852AA0A" w14:textId="77777777" w:rsidR="00687B5A" w:rsidRPr="00A61937" w:rsidRDefault="00687B5A">
      <w:pPr>
        <w:pStyle w:val="Paragraphe"/>
        <w:keepNext/>
        <w:spacing w:before="240"/>
        <w:rPr>
          <w:rFonts w:asciiTheme="minorHAnsi" w:hAnsiTheme="minorHAnsi"/>
          <w:sz w:val="22"/>
        </w:rPr>
      </w:pPr>
    </w:p>
    <w:p w14:paraId="3651EFDD" w14:textId="77777777" w:rsidR="00687B5A" w:rsidRPr="00A61937" w:rsidRDefault="00687B5A">
      <w:pPr>
        <w:pStyle w:val="Paragraphe"/>
        <w:keepNext/>
        <w:spacing w:before="240"/>
        <w:ind w:left="-284"/>
        <w:rPr>
          <w:rFonts w:asciiTheme="minorHAnsi" w:hAnsiTheme="minorHAnsi"/>
          <w:b/>
          <w:bCs/>
          <w:sz w:val="22"/>
          <w:u w:val="single"/>
        </w:rPr>
      </w:pPr>
      <w:r w:rsidRPr="00A61937">
        <w:rPr>
          <w:rFonts w:asciiTheme="minorHAnsi" w:hAnsiTheme="minorHAnsi"/>
          <w:sz w:val="32"/>
        </w:rPr>
        <w:sym w:font="Wingdings" w:char="F071"/>
      </w:r>
      <w:r w:rsidRPr="00A61937">
        <w:rPr>
          <w:rFonts w:asciiTheme="minorHAnsi" w:hAnsiTheme="minorHAnsi"/>
          <w:sz w:val="32"/>
          <w:szCs w:val="36"/>
        </w:rPr>
        <w:t xml:space="preserve">  </w:t>
      </w:r>
      <w:r w:rsidRPr="00A61937">
        <w:rPr>
          <w:rFonts w:asciiTheme="minorHAnsi" w:hAnsiTheme="minorHAnsi"/>
          <w:b/>
          <w:bCs/>
          <w:sz w:val="22"/>
          <w:u w:val="single"/>
        </w:rPr>
        <w:t>Groupement</w:t>
      </w:r>
    </w:p>
    <w:p w14:paraId="006BCDE7" w14:textId="77777777" w:rsidR="00687B5A" w:rsidRPr="00A61937" w:rsidRDefault="00687B5A">
      <w:pPr>
        <w:pStyle w:val="Paradouble"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Le maître de l'ouvrage se libérera des sommes dues au titre du présent marché en faisant porter le montant au crédit du compte (joindre un RIB ou RIP) :</w:t>
      </w:r>
    </w:p>
    <w:tbl>
      <w:tblPr>
        <w:tblpPr w:leftFromText="141" w:rightFromText="141" w:vertAnchor="text" w:horzAnchor="margin" w:tblpY="218"/>
        <w:tblW w:w="95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1063"/>
        <w:gridCol w:w="74"/>
      </w:tblGrid>
      <w:tr w:rsidR="00687B5A" w:rsidRPr="00A61937" w14:paraId="78EF7683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42C6B78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  <w:tcBorders>
              <w:top w:val="single" w:sz="6" w:space="0" w:color="auto"/>
            </w:tcBorders>
          </w:tcPr>
          <w:p w14:paraId="5C7AF6F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5111" w:type="dxa"/>
            <w:gridSpan w:val="15"/>
            <w:tcBorders>
              <w:top w:val="single" w:sz="6" w:space="0" w:color="auto"/>
            </w:tcBorders>
          </w:tcPr>
          <w:p w14:paraId="7460D630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top w:val="single" w:sz="6" w:space="0" w:color="auto"/>
              <w:right w:val="single" w:sz="18" w:space="0" w:color="auto"/>
            </w:tcBorders>
          </w:tcPr>
          <w:p w14:paraId="4205F0B0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4D97468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15A272F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1421D689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compte ouvert à l'organisme bancaire :</w:t>
            </w:r>
          </w:p>
        </w:tc>
        <w:tc>
          <w:tcPr>
            <w:tcW w:w="5395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3006F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5A87BFE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7E4F069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455386C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3067828D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5111" w:type="dxa"/>
            <w:gridSpan w:val="15"/>
          </w:tcPr>
          <w:p w14:paraId="0E081C6A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6836C308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9D73C05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44E7B23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07AC485D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à :</w:t>
            </w:r>
          </w:p>
        </w:tc>
        <w:tc>
          <w:tcPr>
            <w:tcW w:w="5395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760D898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596243F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100C34B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4126500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75D7F513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5111" w:type="dxa"/>
            <w:gridSpan w:val="15"/>
          </w:tcPr>
          <w:p w14:paraId="78E1DB6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0BA9ED49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BB62539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6550C97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037" w:type="dxa"/>
            <w:gridSpan w:val="10"/>
          </w:tcPr>
          <w:p w14:paraId="674CF2E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au nom de :</w:t>
            </w:r>
          </w:p>
        </w:tc>
        <w:tc>
          <w:tcPr>
            <w:tcW w:w="5395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E0F759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021FDEE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B21FEEE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35BEBA2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70F733DD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5111" w:type="dxa"/>
            <w:gridSpan w:val="15"/>
          </w:tcPr>
          <w:p w14:paraId="568DA81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137719B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64D9152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423DE9EB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</w:tcPr>
          <w:p w14:paraId="5C43C71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sous le numéro 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F38CA31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0B18CA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66E784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</w:tcBorders>
          </w:tcPr>
          <w:p w14:paraId="770914C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2701AF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C6965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A82A568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1104EC9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9AB643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305AB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D15C68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6DCF8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3"/>
            <w:tcBorders>
              <w:left w:val="nil"/>
            </w:tcBorders>
          </w:tcPr>
          <w:p w14:paraId="1AC0625D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18A5337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A73F1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1137" w:type="dxa"/>
            <w:gridSpan w:val="2"/>
            <w:tcBorders>
              <w:left w:val="nil"/>
              <w:right w:val="single" w:sz="18" w:space="0" w:color="auto"/>
            </w:tcBorders>
          </w:tcPr>
          <w:p w14:paraId="352D4F7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3549D653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08CCC68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4321" w:type="dxa"/>
            <w:gridSpan w:val="12"/>
          </w:tcPr>
          <w:p w14:paraId="32E8739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5111" w:type="dxa"/>
            <w:gridSpan w:val="15"/>
          </w:tcPr>
          <w:p w14:paraId="1AA8610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489FCB5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FE1B9C3" w14:textId="7777777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6CB00DAF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1701" w:type="dxa"/>
          </w:tcPr>
          <w:p w14:paraId="3909E31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code banque 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5AC92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E362B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24ECAE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CA608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5E5CA65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1701" w:type="dxa"/>
            <w:gridSpan w:val="7"/>
            <w:tcBorders>
              <w:left w:val="nil"/>
            </w:tcBorders>
          </w:tcPr>
          <w:p w14:paraId="0B927D1B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DD62464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B3ED0E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3E190E0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7FC28E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357B1FA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1830" w:type="dxa"/>
            <w:gridSpan w:val="3"/>
            <w:tcBorders>
              <w:left w:val="nil"/>
            </w:tcBorders>
          </w:tcPr>
          <w:p w14:paraId="1653AF58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237A8F8C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604EDBD" w14:textId="77777777">
        <w:trPr>
          <w:cantSplit/>
        </w:trPr>
        <w:tc>
          <w:tcPr>
            <w:tcW w:w="74" w:type="dxa"/>
            <w:tcBorders>
              <w:left w:val="single" w:sz="6" w:space="0" w:color="auto"/>
              <w:bottom w:val="single" w:sz="24" w:space="0" w:color="auto"/>
            </w:tcBorders>
          </w:tcPr>
          <w:p w14:paraId="01A047C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9432" w:type="dxa"/>
            <w:gridSpan w:val="27"/>
            <w:tcBorders>
              <w:bottom w:val="single" w:sz="24" w:space="0" w:color="auto"/>
            </w:tcBorders>
          </w:tcPr>
          <w:p w14:paraId="7CED8FC0" w14:textId="77777777" w:rsidR="00687B5A" w:rsidRPr="00A61937" w:rsidRDefault="00687B5A">
            <w:pPr>
              <w:pStyle w:val="Paragraphe"/>
              <w:ind w:left="425" w:hanging="425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3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</w:rPr>
              <w:t xml:space="preserve"> Les soussignés entrepreneurs groupés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entrepreneurs groupés solidaires.</w:t>
            </w:r>
          </w:p>
        </w:tc>
        <w:tc>
          <w:tcPr>
            <w:tcW w:w="74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14:paraId="40B0B46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18"/>
              </w:rPr>
            </w:pPr>
          </w:p>
        </w:tc>
      </w:tr>
    </w:tbl>
    <w:p w14:paraId="16215935" w14:textId="77777777" w:rsidR="00687B5A" w:rsidRPr="00A61937" w:rsidRDefault="00687B5A">
      <w:pPr>
        <w:pStyle w:val="Paradouble"/>
        <w:rPr>
          <w:rFonts w:asciiTheme="minorHAnsi" w:hAnsiTheme="minorHAnsi"/>
          <w:sz w:val="18"/>
          <w:szCs w:val="20"/>
        </w:rPr>
      </w:pPr>
      <w:r w:rsidRPr="00A61937">
        <w:rPr>
          <w:rFonts w:asciiTheme="minorHAnsi" w:hAnsiTheme="minorHAnsi"/>
          <w:sz w:val="22"/>
        </w:rPr>
        <w:t>Toutefois, le maître de l’ouvrage se libèrera des sommes dues aux sous-traitants payés directement en faisant porter les montants au crédit des comptes désignés dans les annexes, les avenants ou les actes spéciaux.</w:t>
      </w:r>
    </w:p>
    <w:p w14:paraId="18680F29" w14:textId="77777777" w:rsidR="00687B5A" w:rsidRPr="00A61937" w:rsidRDefault="00687B5A">
      <w:pPr>
        <w:spacing w:before="360"/>
        <w:rPr>
          <w:rFonts w:asciiTheme="minorHAnsi" w:hAnsiTheme="minorHAnsi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8"/>
        <w:gridCol w:w="3919"/>
        <w:gridCol w:w="288"/>
        <w:gridCol w:w="215"/>
      </w:tblGrid>
      <w:tr w:rsidR="00687B5A" w:rsidRPr="00A61937" w14:paraId="6F05FC6D" w14:textId="77777777">
        <w:trPr>
          <w:cantSplit/>
        </w:trPr>
        <w:tc>
          <w:tcPr>
            <w:tcW w:w="9356" w:type="dxa"/>
            <w:gridSpan w:val="6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6B1A679E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lastRenderedPageBreak/>
              <w:br w:type="page"/>
              <w:t>Fait en un seul original</w:t>
            </w:r>
          </w:p>
        </w:tc>
      </w:tr>
      <w:tr w:rsidR="00687B5A" w:rsidRPr="00A61937" w14:paraId="7FF76F7B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53B1CE51" w14:textId="77777777" w:rsidR="00687B5A" w:rsidRPr="00A61937" w:rsidRDefault="00687B5A">
            <w:pPr>
              <w:keepNext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</w:rPr>
              <w:t>à :</w:t>
            </w:r>
          </w:p>
        </w:tc>
        <w:tc>
          <w:tcPr>
            <w:tcW w:w="400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744E8D8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  <w:tcBorders>
              <w:left w:val="nil"/>
            </w:tcBorders>
          </w:tcPr>
          <w:p w14:paraId="59A58421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le :</w:t>
            </w:r>
          </w:p>
        </w:tc>
        <w:tc>
          <w:tcPr>
            <w:tcW w:w="420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DCAC1C7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2678B654" w14:textId="77777777" w:rsidR="00687B5A" w:rsidRPr="00A61937" w:rsidRDefault="00687B5A">
            <w:pPr>
              <w:keepNext/>
              <w:rPr>
                <w:rFonts w:asciiTheme="minorHAnsi" w:hAnsiTheme="minorHAnsi"/>
              </w:rPr>
            </w:pPr>
          </w:p>
        </w:tc>
      </w:tr>
      <w:tr w:rsidR="00687B5A" w:rsidRPr="00A61937" w14:paraId="00F48635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527CC003" w14:textId="77777777" w:rsidR="00687B5A" w:rsidRPr="00A61937" w:rsidRDefault="00687B5A">
            <w:pPr>
              <w:keepNext/>
              <w:rPr>
                <w:rFonts w:asciiTheme="minorHAnsi" w:hAnsiTheme="minorHAnsi"/>
              </w:rPr>
            </w:pPr>
          </w:p>
        </w:tc>
        <w:tc>
          <w:tcPr>
            <w:tcW w:w="4003" w:type="dxa"/>
          </w:tcPr>
          <w:p w14:paraId="16DF1686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</w:tcPr>
          <w:p w14:paraId="076FC79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  <w:tc>
          <w:tcPr>
            <w:tcW w:w="4421" w:type="dxa"/>
            <w:gridSpan w:val="3"/>
            <w:tcBorders>
              <w:right w:val="single" w:sz="18" w:space="0" w:color="auto"/>
            </w:tcBorders>
          </w:tcPr>
          <w:p w14:paraId="66485BBE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423F295E" w14:textId="77777777">
        <w:trPr>
          <w:cantSplit/>
        </w:trPr>
        <w:tc>
          <w:tcPr>
            <w:tcW w:w="9356" w:type="dxa"/>
            <w:gridSpan w:val="6"/>
            <w:tcBorders>
              <w:left w:val="single" w:sz="6" w:space="0" w:color="auto"/>
              <w:right w:val="single" w:sz="18" w:space="0" w:color="auto"/>
            </w:tcBorders>
          </w:tcPr>
          <w:p w14:paraId="3FCD4E3C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Mention(s) manuscrite(s) "lu et approuvé" signature(s) du/des prestataire(s) :</w:t>
            </w:r>
          </w:p>
        </w:tc>
      </w:tr>
      <w:tr w:rsidR="00687B5A" w:rsidRPr="00A61937" w14:paraId="70412131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0C22CABA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top w:val="dotted" w:sz="6" w:space="0" w:color="auto"/>
              <w:left w:val="dotted" w:sz="6" w:space="0" w:color="auto"/>
            </w:tcBorders>
            <w:shd w:val="pct5" w:color="auto" w:fill="auto"/>
          </w:tcPr>
          <w:p w14:paraId="2DC7F14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  <w:tcBorders>
              <w:top w:val="dotted" w:sz="6" w:space="0" w:color="auto"/>
            </w:tcBorders>
            <w:shd w:val="pct5" w:color="auto" w:fill="auto"/>
          </w:tcPr>
          <w:p w14:paraId="6A80E57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206" w:type="dxa"/>
            <w:gridSpan w:val="2"/>
            <w:tcBorders>
              <w:top w:val="dotted" w:sz="6" w:space="0" w:color="auto"/>
              <w:right w:val="dotted" w:sz="6" w:space="0" w:color="auto"/>
            </w:tcBorders>
            <w:shd w:val="pct5" w:color="auto" w:fill="auto"/>
          </w:tcPr>
          <w:p w14:paraId="6DF120C3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5682BAB2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5FC4FD7F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0DA34F89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4D2F02A0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  <w:shd w:val="pct5" w:color="auto" w:fill="auto"/>
          </w:tcPr>
          <w:p w14:paraId="1F849562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3C63A199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553B51FB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35FF6159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233DDFE2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17C2A66A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96" w:type="dxa"/>
            <w:shd w:val="pct5" w:color="auto" w:fill="auto"/>
          </w:tcPr>
          <w:p w14:paraId="2176E4A9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692EEB0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47FC52C0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44177700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214665C1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24BA6F76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6" w:type="dxa"/>
            <w:shd w:val="pct5" w:color="auto" w:fill="auto"/>
          </w:tcPr>
          <w:p w14:paraId="1F52CD3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4698B963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6C0CDA16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5F859919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533D2253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6B5AB67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6" w:type="dxa"/>
            <w:shd w:val="pct5" w:color="auto" w:fill="auto"/>
          </w:tcPr>
          <w:p w14:paraId="12181901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4184005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000F2185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008B8B7E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234F2D40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</w:tcBorders>
            <w:shd w:val="pct5" w:color="auto" w:fill="auto"/>
          </w:tcPr>
          <w:p w14:paraId="2F87B735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6" w:type="dxa"/>
            <w:shd w:val="pct5" w:color="auto" w:fill="auto"/>
          </w:tcPr>
          <w:p w14:paraId="048C469F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206" w:type="dxa"/>
            <w:gridSpan w:val="2"/>
            <w:tcBorders>
              <w:right w:val="dotted" w:sz="6" w:space="0" w:color="auto"/>
            </w:tcBorders>
            <w:shd w:val="pct5" w:color="auto" w:fill="auto"/>
          </w:tcPr>
          <w:p w14:paraId="147DF77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215" w:type="dxa"/>
            <w:tcBorders>
              <w:left w:val="nil"/>
              <w:right w:val="single" w:sz="18" w:space="0" w:color="auto"/>
            </w:tcBorders>
          </w:tcPr>
          <w:p w14:paraId="3F8C32F4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0CCB98E0" w14:textId="77777777">
        <w:trPr>
          <w:cantSplit/>
        </w:trPr>
        <w:tc>
          <w:tcPr>
            <w:tcW w:w="436" w:type="dxa"/>
            <w:tcBorders>
              <w:left w:val="single" w:sz="6" w:space="0" w:color="auto"/>
            </w:tcBorders>
          </w:tcPr>
          <w:p w14:paraId="047313E1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3" w:type="dxa"/>
            <w:tcBorders>
              <w:left w:val="dotted" w:sz="6" w:space="0" w:color="auto"/>
              <w:bottom w:val="dotted" w:sz="6" w:space="0" w:color="auto"/>
            </w:tcBorders>
            <w:shd w:val="pct5" w:color="auto" w:fill="auto"/>
          </w:tcPr>
          <w:p w14:paraId="4DCE4D92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6" w:type="dxa"/>
            <w:tcBorders>
              <w:bottom w:val="dotted" w:sz="6" w:space="0" w:color="auto"/>
            </w:tcBorders>
            <w:shd w:val="pct5" w:color="auto" w:fill="auto"/>
          </w:tcPr>
          <w:p w14:paraId="7E82AD2A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207" w:type="dxa"/>
            <w:gridSpan w:val="2"/>
            <w:tcBorders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63A1E03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214" w:type="dxa"/>
            <w:tcBorders>
              <w:left w:val="nil"/>
              <w:right w:val="single" w:sz="18" w:space="0" w:color="auto"/>
            </w:tcBorders>
          </w:tcPr>
          <w:p w14:paraId="2E9E5FB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  <w:tr w:rsidR="00687B5A" w:rsidRPr="00A61937" w14:paraId="68A68D0B" w14:textId="77777777">
        <w:trPr>
          <w:cantSplit/>
          <w:trHeight w:hRule="exact" w:val="80"/>
        </w:trPr>
        <w:tc>
          <w:tcPr>
            <w:tcW w:w="435" w:type="dxa"/>
            <w:tcBorders>
              <w:left w:val="single" w:sz="6" w:space="0" w:color="auto"/>
              <w:bottom w:val="single" w:sz="18" w:space="0" w:color="auto"/>
            </w:tcBorders>
          </w:tcPr>
          <w:p w14:paraId="79B47A3A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001" w:type="dxa"/>
            <w:tcBorders>
              <w:bottom w:val="single" w:sz="18" w:space="0" w:color="auto"/>
            </w:tcBorders>
          </w:tcPr>
          <w:p w14:paraId="1BC1ED65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498" w:type="dxa"/>
            <w:tcBorders>
              <w:bottom w:val="single" w:sz="18" w:space="0" w:color="auto"/>
            </w:tcBorders>
          </w:tcPr>
          <w:p w14:paraId="79BD0BF0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3919" w:type="dxa"/>
            <w:tcBorders>
              <w:bottom w:val="single" w:sz="18" w:space="0" w:color="auto"/>
            </w:tcBorders>
          </w:tcPr>
          <w:p w14:paraId="647FE4A1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  <w:tc>
          <w:tcPr>
            <w:tcW w:w="50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972EACD" w14:textId="77777777" w:rsidR="00687B5A" w:rsidRPr="00A61937" w:rsidRDefault="00687B5A">
            <w:pPr>
              <w:keepNext/>
              <w:jc w:val="both"/>
              <w:rPr>
                <w:rFonts w:asciiTheme="minorHAnsi" w:hAnsiTheme="minorHAnsi"/>
              </w:rPr>
            </w:pPr>
          </w:p>
        </w:tc>
      </w:tr>
    </w:tbl>
    <w:p w14:paraId="587DBF47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p w14:paraId="6B1FF04A" w14:textId="77777777" w:rsidR="00687B5A" w:rsidRPr="00A61937" w:rsidRDefault="00687B5A">
      <w:pPr>
        <w:rPr>
          <w:rFonts w:asciiTheme="minorHAnsi" w:hAnsiTheme="minorHAnsi"/>
          <w:sz w:val="16"/>
          <w:szCs w:val="16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1"/>
        <w:gridCol w:w="4895"/>
      </w:tblGrid>
      <w:tr w:rsidR="00687B5A" w:rsidRPr="00A61937" w14:paraId="450DF94B" w14:textId="77777777">
        <w:trPr>
          <w:cantSplit/>
          <w:trHeight w:hRule="exact" w:val="102"/>
        </w:trPr>
        <w:tc>
          <w:tcPr>
            <w:tcW w:w="9356" w:type="dxa"/>
            <w:gridSpan w:val="2"/>
            <w:tcBorders>
              <w:bottom w:val="single" w:sz="18" w:space="0" w:color="auto"/>
              <w:right w:val="single" w:sz="24" w:space="0" w:color="auto"/>
            </w:tcBorders>
          </w:tcPr>
          <w:p w14:paraId="43523D7F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</w:tr>
      <w:tr w:rsidR="00687B5A" w:rsidRPr="00A61937" w14:paraId="55921EF7" w14:textId="77777777">
        <w:trPr>
          <w:cantSplit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pct20" w:color="auto" w:fill="auto"/>
          </w:tcPr>
          <w:p w14:paraId="44218903" w14:textId="77777777" w:rsidR="00687B5A" w:rsidRPr="00A61937" w:rsidRDefault="00687B5A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</w:rPr>
              <w:t>Acceptation de l'offre</w:t>
            </w:r>
          </w:p>
        </w:tc>
      </w:tr>
      <w:tr w:rsidR="00687B5A" w:rsidRPr="00A61937" w14:paraId="572F4FB7" w14:textId="77777777">
        <w:trPr>
          <w:cantSplit/>
          <w:trHeight w:hRule="exact" w:val="40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14:paraId="61BAD2A1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Est acceptée la présente offre pour valoir acte d'engagement.</w:t>
            </w:r>
          </w:p>
        </w:tc>
      </w:tr>
      <w:tr w:rsidR="00687B5A" w:rsidRPr="00A61937" w14:paraId="47DE1635" w14:textId="77777777">
        <w:trPr>
          <w:cantSplit/>
        </w:trPr>
        <w:tc>
          <w:tcPr>
            <w:tcW w:w="9356" w:type="dxa"/>
            <w:gridSpan w:val="2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14:paraId="4D120888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Le Pouvoir Adjudicateur</w:t>
            </w:r>
          </w:p>
        </w:tc>
      </w:tr>
      <w:tr w:rsidR="00687B5A" w:rsidRPr="00A61937" w14:paraId="613EE639" w14:textId="77777777">
        <w:tblPrEx>
          <w:tblCellMar>
            <w:left w:w="70" w:type="dxa"/>
            <w:right w:w="70" w:type="dxa"/>
          </w:tblCellMar>
        </w:tblPrEx>
        <w:trPr>
          <w:cantSplit/>
          <w:trHeight w:val="1653"/>
        </w:trPr>
        <w:tc>
          <w:tcPr>
            <w:tcW w:w="4461" w:type="dxa"/>
            <w:tcBorders>
              <w:top w:val="nil"/>
              <w:right w:val="nil"/>
            </w:tcBorders>
          </w:tcPr>
          <w:p w14:paraId="2E06D010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à :</w:t>
            </w:r>
          </w:p>
        </w:tc>
        <w:tc>
          <w:tcPr>
            <w:tcW w:w="4895" w:type="dxa"/>
            <w:tcBorders>
              <w:top w:val="nil"/>
              <w:left w:val="nil"/>
              <w:right w:val="single" w:sz="18" w:space="0" w:color="auto"/>
            </w:tcBorders>
          </w:tcPr>
          <w:p w14:paraId="5668C35D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 xml:space="preserve"> le :</w:t>
            </w:r>
          </w:p>
          <w:p w14:paraId="0C1BA08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  <w:p w14:paraId="1AEB0BE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  <w:p w14:paraId="4635609C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  <w:p w14:paraId="08C80E87" w14:textId="77777777" w:rsidR="00687B5A" w:rsidRPr="00A61937" w:rsidRDefault="00687B5A">
            <w:pPr>
              <w:pStyle w:val="En-tte"/>
              <w:keepNext/>
              <w:keepLines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2"/>
              </w:rPr>
            </w:pPr>
          </w:p>
          <w:p w14:paraId="7DE1F9F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</w:tr>
    </w:tbl>
    <w:p w14:paraId="4512F7CB" w14:textId="77777777" w:rsidR="00687B5A" w:rsidRPr="00A61937" w:rsidRDefault="00687B5A">
      <w:pPr>
        <w:rPr>
          <w:rFonts w:asciiTheme="minorHAnsi" w:hAnsiTheme="minorHAnsi"/>
        </w:rPr>
      </w:pPr>
    </w:p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690"/>
        <w:gridCol w:w="864"/>
        <w:gridCol w:w="1102"/>
        <w:gridCol w:w="2210"/>
        <w:gridCol w:w="927"/>
        <w:gridCol w:w="223"/>
        <w:gridCol w:w="50"/>
        <w:gridCol w:w="36"/>
      </w:tblGrid>
      <w:tr w:rsidR="00687B5A" w:rsidRPr="00A61937" w14:paraId="687B4D24" w14:textId="77777777">
        <w:trPr>
          <w:gridAfter w:val="2"/>
          <w:wAfter w:w="86" w:type="dxa"/>
          <w:cantSplit/>
        </w:trPr>
        <w:tc>
          <w:tcPr>
            <w:tcW w:w="93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20" w:color="auto" w:fill="auto"/>
          </w:tcPr>
          <w:p w14:paraId="03B8ED7B" w14:textId="77777777" w:rsidR="00687B5A" w:rsidRPr="00A61937" w:rsidRDefault="00687B5A">
            <w:pPr>
              <w:keepNext/>
              <w:keepLines/>
              <w:ind w:firstLine="142"/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A61937">
              <w:rPr>
                <w:rFonts w:asciiTheme="minorHAnsi" w:hAnsiTheme="minorHAnsi"/>
                <w:b/>
                <w:bCs/>
                <w:sz w:val="22"/>
              </w:rPr>
              <w:t>Date d'effet du marché</w:t>
            </w:r>
          </w:p>
        </w:tc>
      </w:tr>
      <w:tr w:rsidR="00687B5A" w:rsidRPr="00A61937" w14:paraId="0A2702BC" w14:textId="77777777">
        <w:trPr>
          <w:cantSplit/>
          <w:trHeight w:hRule="exact" w:val="40"/>
        </w:trPr>
        <w:tc>
          <w:tcPr>
            <w:tcW w:w="9356" w:type="dxa"/>
            <w:gridSpan w:val="7"/>
            <w:tcBorders>
              <w:left w:val="single" w:sz="6" w:space="0" w:color="auto"/>
              <w:right w:val="single" w:sz="18" w:space="0" w:color="auto"/>
            </w:tcBorders>
          </w:tcPr>
          <w:p w14:paraId="5D4B4687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50" w:type="dxa"/>
          </w:tcPr>
          <w:p w14:paraId="2BDD8AD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  <w:tc>
          <w:tcPr>
            <w:tcW w:w="36" w:type="dxa"/>
          </w:tcPr>
          <w:p w14:paraId="6D239C10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</w:tr>
      <w:tr w:rsidR="00687B5A" w:rsidRPr="00A61937" w14:paraId="001A50E5" w14:textId="77777777">
        <w:trPr>
          <w:gridAfter w:val="2"/>
          <w:wAfter w:w="86" w:type="dxa"/>
          <w:cantSplit/>
        </w:trPr>
        <w:tc>
          <w:tcPr>
            <w:tcW w:w="3340" w:type="dxa"/>
            <w:tcBorders>
              <w:left w:val="single" w:sz="6" w:space="0" w:color="auto"/>
            </w:tcBorders>
          </w:tcPr>
          <w:p w14:paraId="15A08F96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Reçu notification du marché le :</w:t>
            </w:r>
          </w:p>
        </w:tc>
        <w:tc>
          <w:tcPr>
            <w:tcW w:w="5793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B12431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223" w:type="dxa"/>
            <w:tcBorders>
              <w:left w:val="nil"/>
              <w:right w:val="single" w:sz="18" w:space="0" w:color="auto"/>
            </w:tcBorders>
          </w:tcPr>
          <w:p w14:paraId="65C63634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6A64924C" w14:textId="77777777">
        <w:trPr>
          <w:gridAfter w:val="1"/>
          <w:wAfter w:w="36" w:type="dxa"/>
          <w:cantSplit/>
          <w:trHeight w:hRule="exact" w:val="40"/>
        </w:trPr>
        <w:tc>
          <w:tcPr>
            <w:tcW w:w="4894" w:type="dxa"/>
            <w:gridSpan w:val="3"/>
            <w:tcBorders>
              <w:left w:val="single" w:sz="6" w:space="0" w:color="auto"/>
            </w:tcBorders>
          </w:tcPr>
          <w:p w14:paraId="0C9E192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4462" w:type="dxa"/>
            <w:gridSpan w:val="4"/>
            <w:tcBorders>
              <w:right w:val="single" w:sz="18" w:space="0" w:color="auto"/>
            </w:tcBorders>
          </w:tcPr>
          <w:p w14:paraId="28382E09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50" w:type="dxa"/>
          </w:tcPr>
          <w:p w14:paraId="0E4AE5F5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</w:rPr>
            </w:pPr>
          </w:p>
        </w:tc>
      </w:tr>
      <w:tr w:rsidR="00687B5A" w:rsidRPr="00A61937" w14:paraId="48CB7778" w14:textId="77777777">
        <w:trPr>
          <w:gridAfter w:val="2"/>
          <w:wAfter w:w="86" w:type="dxa"/>
          <w:cantSplit/>
          <w:trHeight w:hRule="exact" w:val="600"/>
        </w:trPr>
        <w:tc>
          <w:tcPr>
            <w:tcW w:w="4894" w:type="dxa"/>
            <w:gridSpan w:val="3"/>
            <w:tcBorders>
              <w:left w:val="single" w:sz="6" w:space="0" w:color="auto"/>
            </w:tcBorders>
          </w:tcPr>
          <w:p w14:paraId="2F4D6F33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 xml:space="preserve">Le </w:t>
            </w:r>
            <w:r w:rsidRPr="00A61937">
              <w:rPr>
                <w:rFonts w:asciiTheme="minorHAnsi" w:hAnsiTheme="minorHAnsi"/>
                <w:b/>
                <w:bCs/>
                <w:sz w:val="22"/>
                <w:u w:val="single"/>
              </w:rPr>
              <w:t>prestataire</w:t>
            </w:r>
            <w:r w:rsidRPr="00A61937">
              <w:rPr>
                <w:rFonts w:asciiTheme="minorHAnsi" w:hAnsiTheme="minorHAnsi"/>
                <w:b/>
                <w:bCs/>
                <w:sz w:val="22"/>
                <w:szCs w:val="28"/>
              </w:rPr>
              <w:t> / </w:t>
            </w:r>
            <w:r w:rsidRPr="00A61937">
              <w:rPr>
                <w:rFonts w:asciiTheme="minorHAnsi" w:hAnsiTheme="minorHAnsi"/>
                <w:b/>
                <w:bCs/>
                <w:sz w:val="22"/>
                <w:u w:val="single"/>
              </w:rPr>
              <w:t>mandataire du groupement</w:t>
            </w:r>
            <w:r w:rsidRPr="00A61937">
              <w:rPr>
                <w:rFonts w:asciiTheme="minorHAnsi" w:hAnsiTheme="minorHAnsi"/>
                <w:sz w:val="22"/>
              </w:rPr>
              <w:t> :</w:t>
            </w:r>
          </w:p>
        </w:tc>
        <w:tc>
          <w:tcPr>
            <w:tcW w:w="4239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8AFC3CE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  <w:tc>
          <w:tcPr>
            <w:tcW w:w="223" w:type="dxa"/>
            <w:tcBorders>
              <w:left w:val="nil"/>
              <w:right w:val="single" w:sz="18" w:space="0" w:color="auto"/>
            </w:tcBorders>
          </w:tcPr>
          <w:p w14:paraId="19F78C3B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3022C8A7" w14:textId="77777777">
        <w:trPr>
          <w:gridAfter w:val="2"/>
          <w:wAfter w:w="86" w:type="dxa"/>
          <w:cantSplit/>
        </w:trPr>
        <w:tc>
          <w:tcPr>
            <w:tcW w:w="9356" w:type="dxa"/>
            <w:gridSpan w:val="7"/>
            <w:tcBorders>
              <w:left w:val="single" w:sz="6" w:space="0" w:color="auto"/>
              <w:right w:val="single" w:sz="18" w:space="0" w:color="auto"/>
            </w:tcBorders>
          </w:tcPr>
          <w:p w14:paraId="40B30DBC" w14:textId="77777777" w:rsidR="00687B5A" w:rsidRPr="00A61937" w:rsidRDefault="00687B5A">
            <w:pPr>
              <w:keepNext/>
              <w:keepLines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3CE31909" w14:textId="77777777">
        <w:trPr>
          <w:gridAfter w:val="2"/>
          <w:wAfter w:w="86" w:type="dxa"/>
          <w:cantSplit/>
        </w:trPr>
        <w:tc>
          <w:tcPr>
            <w:tcW w:w="8206" w:type="dxa"/>
            <w:gridSpan w:val="5"/>
            <w:tcBorders>
              <w:left w:val="single" w:sz="6" w:space="0" w:color="auto"/>
            </w:tcBorders>
          </w:tcPr>
          <w:p w14:paraId="417882F6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Reçu l'avis de réception postal de la notification du marché signé le</w:t>
            </w:r>
          </w:p>
        </w:tc>
        <w:tc>
          <w:tcPr>
            <w:tcW w:w="1150" w:type="dxa"/>
            <w:gridSpan w:val="2"/>
            <w:tcBorders>
              <w:right w:val="single" w:sz="18" w:space="0" w:color="auto"/>
            </w:tcBorders>
          </w:tcPr>
          <w:p w14:paraId="4744FE78" w14:textId="77777777" w:rsidR="00687B5A" w:rsidRPr="00A61937" w:rsidRDefault="00687B5A">
            <w:pPr>
              <w:keepNext/>
              <w:keepLines/>
              <w:jc w:val="right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par  </w:t>
            </w:r>
          </w:p>
        </w:tc>
      </w:tr>
      <w:tr w:rsidR="00687B5A" w:rsidRPr="00A61937" w14:paraId="6F0F5161" w14:textId="77777777">
        <w:trPr>
          <w:gridAfter w:val="2"/>
          <w:wAfter w:w="86" w:type="dxa"/>
          <w:cantSplit/>
        </w:trPr>
        <w:tc>
          <w:tcPr>
            <w:tcW w:w="9356" w:type="dxa"/>
            <w:gridSpan w:val="7"/>
            <w:tcBorders>
              <w:left w:val="single" w:sz="6" w:space="0" w:color="auto"/>
              <w:right w:val="single" w:sz="18" w:space="0" w:color="auto"/>
            </w:tcBorders>
          </w:tcPr>
          <w:p w14:paraId="6F444722" w14:textId="77777777" w:rsidR="00687B5A" w:rsidRPr="00A61937" w:rsidRDefault="00687B5A">
            <w:pPr>
              <w:keepNext/>
              <w:keepLines/>
              <w:jc w:val="both"/>
              <w:rPr>
                <w:rFonts w:asciiTheme="minorHAnsi" w:hAnsiTheme="minorHAnsi"/>
                <w:b/>
                <w:bCs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le</w:t>
            </w:r>
            <w:r w:rsidRPr="00A61937">
              <w:rPr>
                <w:rFonts w:asciiTheme="minorHAnsi" w:hAnsiTheme="minorHAnsi"/>
                <w:b/>
                <w:bCs/>
                <w:sz w:val="22"/>
              </w:rPr>
              <w:t xml:space="preserve"> </w:t>
            </w:r>
            <w:r w:rsidRPr="00A61937">
              <w:rPr>
                <w:rFonts w:asciiTheme="minorHAnsi" w:hAnsiTheme="minorHAnsi"/>
                <w:b/>
                <w:bCs/>
                <w:sz w:val="22"/>
                <w:u w:val="single"/>
              </w:rPr>
              <w:t>prestataire</w:t>
            </w:r>
            <w:r w:rsidRPr="00A61937">
              <w:rPr>
                <w:rFonts w:asciiTheme="minorHAnsi" w:hAnsiTheme="minorHAnsi"/>
                <w:sz w:val="22"/>
              </w:rPr>
              <w:t> / </w:t>
            </w:r>
            <w:r w:rsidRPr="00A61937">
              <w:rPr>
                <w:rFonts w:asciiTheme="minorHAnsi" w:hAnsiTheme="minorHAnsi"/>
                <w:b/>
                <w:bCs/>
                <w:sz w:val="22"/>
                <w:u w:val="single"/>
              </w:rPr>
              <w:t>mandataire du groupement</w:t>
            </w:r>
            <w:r w:rsidRPr="00A61937">
              <w:rPr>
                <w:rFonts w:asciiTheme="minorHAnsi" w:hAnsiTheme="minorHAnsi"/>
                <w:sz w:val="22"/>
              </w:rPr>
              <w:t xml:space="preserve"> destinataire</w:t>
            </w:r>
          </w:p>
          <w:p w14:paraId="2969CD87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5AFE765A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 xml:space="preserve">Pour </w:t>
            </w:r>
            <w:r>
              <w:rPr>
                <w:rFonts w:asciiTheme="minorHAnsi" w:hAnsiTheme="minorHAnsi"/>
                <w:sz w:val="22"/>
              </w:rPr>
              <w:t>Le Pouvoir Adjudicateur</w:t>
            </w:r>
            <w:r w:rsidRPr="00A61937">
              <w:rPr>
                <w:rFonts w:asciiTheme="minorHAnsi" w:hAnsiTheme="minorHAnsi"/>
                <w:sz w:val="22"/>
              </w:rPr>
              <w:t>,</w:t>
            </w:r>
          </w:p>
        </w:tc>
      </w:tr>
      <w:tr w:rsidR="00687B5A" w:rsidRPr="00A61937" w14:paraId="6962A9BE" w14:textId="77777777">
        <w:trPr>
          <w:gridAfter w:val="2"/>
          <w:wAfter w:w="86" w:type="dxa"/>
          <w:cantSplit/>
          <w:trHeight w:val="1685"/>
        </w:trPr>
        <w:tc>
          <w:tcPr>
            <w:tcW w:w="4030" w:type="dxa"/>
            <w:gridSpan w:val="2"/>
            <w:tcBorders>
              <w:left w:val="single" w:sz="6" w:space="0" w:color="auto"/>
              <w:bottom w:val="single" w:sz="18" w:space="0" w:color="auto"/>
            </w:tcBorders>
          </w:tcPr>
          <w:p w14:paraId="39B1EBA7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à :</w:t>
            </w:r>
          </w:p>
          <w:p w14:paraId="79AA316B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1136C837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7DABA0A5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3C3EE2C3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  <w:p w14:paraId="538E2064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</w:p>
        </w:tc>
        <w:tc>
          <w:tcPr>
            <w:tcW w:w="1966" w:type="dxa"/>
            <w:gridSpan w:val="2"/>
            <w:tcBorders>
              <w:left w:val="nil"/>
              <w:bottom w:val="single" w:sz="18" w:space="0" w:color="auto"/>
            </w:tcBorders>
          </w:tcPr>
          <w:p w14:paraId="0E7D7618" w14:textId="77777777" w:rsidR="00687B5A" w:rsidRPr="00A61937" w:rsidRDefault="00687B5A">
            <w:pPr>
              <w:keepNext/>
              <w:keepLines/>
              <w:tabs>
                <w:tab w:val="left" w:pos="-7016"/>
              </w:tabs>
              <w:jc w:val="both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le :</w:t>
            </w:r>
          </w:p>
        </w:tc>
        <w:tc>
          <w:tcPr>
            <w:tcW w:w="3360" w:type="dxa"/>
            <w:gridSpan w:val="3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7E28416B" w14:textId="77777777" w:rsidR="00687B5A" w:rsidRPr="00A61937" w:rsidRDefault="00687B5A" w:rsidP="00711DB4">
            <w:pPr>
              <w:keepNext/>
              <w:keepLines/>
              <w:tabs>
                <w:tab w:val="left" w:pos="-7016"/>
              </w:tabs>
              <w:jc w:val="center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  <w:szCs w:val="16"/>
              </w:rPr>
              <w:t>(date d'apposition de la signature ci-après) </w:t>
            </w:r>
          </w:p>
        </w:tc>
      </w:tr>
    </w:tbl>
    <w:p w14:paraId="0916D23E" w14:textId="77777777" w:rsidR="00687B5A" w:rsidRPr="00A61937" w:rsidRDefault="00687B5A">
      <w:pPr>
        <w:rPr>
          <w:rFonts w:asciiTheme="minorHAnsi" w:hAnsiTheme="minorHAnsi"/>
        </w:rPr>
      </w:pPr>
    </w:p>
    <w:p w14:paraId="4B8C3D6F" w14:textId="77777777" w:rsidR="00687B5A" w:rsidRPr="00A61937" w:rsidRDefault="00687B5A">
      <w:pPr>
        <w:rPr>
          <w:rFonts w:asciiTheme="minorHAnsi" w:hAnsiTheme="minorHAnsi"/>
        </w:rPr>
      </w:pPr>
      <w:r w:rsidRPr="00A61937">
        <w:rPr>
          <w:rFonts w:asciiTheme="minorHAnsi" w:hAnsiTheme="minorHAnsi"/>
        </w:rPr>
        <w:br w:type="page"/>
      </w:r>
    </w:p>
    <w:p w14:paraId="5E1DABE8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spacing w:after="240"/>
        <w:ind w:left="57" w:right="57"/>
        <w:jc w:val="center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b/>
          <w:color w:val="FFFFFF"/>
          <w:sz w:val="32"/>
        </w:rPr>
        <w:lastRenderedPageBreak/>
        <w:t>ACTE SPECIAL DE SOUS-TRAITANCE DE PREMIER RANG</w:t>
      </w:r>
    </w:p>
    <w:p w14:paraId="3358C24B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ind w:left="57" w:right="57"/>
        <w:jc w:val="left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color w:val="FFFFFF"/>
          <w:sz w:val="36"/>
        </w:rPr>
        <w:sym w:font="Wingdings" w:char="F071"/>
      </w:r>
      <w:r w:rsidRPr="00A61937">
        <w:rPr>
          <w:rFonts w:asciiTheme="minorHAnsi" w:hAnsiTheme="minorHAnsi"/>
          <w:color w:val="FFFFFF"/>
        </w:rPr>
        <w:t xml:space="preserve"> </w:t>
      </w:r>
      <w:r w:rsidRPr="00A61937">
        <w:rPr>
          <w:rFonts w:asciiTheme="minorHAnsi" w:hAnsiTheme="minorHAnsi"/>
          <w:b/>
          <w:color w:val="FFFFFF"/>
          <w:sz w:val="32"/>
        </w:rPr>
        <w:t>ANNEXE N°___ A L'ACTE D'ENGAGEMENT</w:t>
      </w:r>
    </w:p>
    <w:p w14:paraId="6F227702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ind w:left="57" w:right="57"/>
        <w:jc w:val="left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color w:val="FFFFFF"/>
          <w:sz w:val="36"/>
        </w:rPr>
        <w:sym w:font="Wingdings" w:char="F071"/>
      </w:r>
      <w:r w:rsidRPr="00A61937">
        <w:rPr>
          <w:rFonts w:asciiTheme="minorHAnsi" w:hAnsiTheme="minorHAnsi"/>
          <w:color w:val="FFFFFF"/>
        </w:rPr>
        <w:t xml:space="preserve"> </w:t>
      </w:r>
      <w:r w:rsidRPr="00A61937">
        <w:rPr>
          <w:rFonts w:asciiTheme="minorHAnsi" w:hAnsiTheme="minorHAnsi"/>
          <w:b/>
          <w:color w:val="FFFFFF"/>
          <w:sz w:val="32"/>
        </w:rPr>
        <w:t>DECLARATION SPECIALE EN COURS DE MARCHE</w:t>
      </w:r>
    </w:p>
    <w:p w14:paraId="183C77AC" w14:textId="77777777" w:rsidR="00687B5A" w:rsidRPr="00A61937" w:rsidRDefault="00687B5A">
      <w:pPr>
        <w:numPr>
          <w:ilvl w:val="12"/>
          <w:numId w:val="0"/>
        </w:numPr>
        <w:spacing w:before="120"/>
        <w:jc w:val="center"/>
        <w:rPr>
          <w:rFonts w:asciiTheme="minorHAnsi" w:hAnsiTheme="minorHAnsi"/>
          <w:b/>
          <w:sz w:val="28"/>
        </w:rPr>
      </w:pPr>
    </w:p>
    <w:p w14:paraId="62C7C358" w14:textId="77777777" w:rsidR="00687B5A" w:rsidRPr="00A61937" w:rsidRDefault="00687B5A">
      <w:pPr>
        <w:numPr>
          <w:ilvl w:val="12"/>
          <w:numId w:val="0"/>
        </w:numPr>
        <w:spacing w:before="120"/>
        <w:jc w:val="center"/>
        <w:rPr>
          <w:rFonts w:asciiTheme="minorHAnsi" w:hAnsiTheme="minorHAnsi"/>
          <w:b/>
          <w:sz w:val="28"/>
        </w:rPr>
      </w:pPr>
      <w:r w:rsidRPr="00A61937">
        <w:rPr>
          <w:rFonts w:asciiTheme="minorHAnsi" w:hAnsiTheme="minorHAnsi"/>
          <w:b/>
          <w:sz w:val="28"/>
        </w:rPr>
        <w:t>Acceptation d'un sous-traitant</w:t>
      </w:r>
    </w:p>
    <w:p w14:paraId="249DFA36" w14:textId="77777777" w:rsidR="00687B5A" w:rsidRPr="00A61937" w:rsidRDefault="00687B5A">
      <w:pPr>
        <w:numPr>
          <w:ilvl w:val="12"/>
          <w:numId w:val="0"/>
        </w:numPr>
        <w:spacing w:after="120"/>
        <w:jc w:val="center"/>
        <w:rPr>
          <w:rFonts w:asciiTheme="minorHAnsi" w:hAnsiTheme="minorHAnsi"/>
          <w:b/>
          <w:sz w:val="28"/>
        </w:rPr>
      </w:pPr>
      <w:r w:rsidRPr="00A61937">
        <w:rPr>
          <w:rFonts w:asciiTheme="minorHAnsi" w:hAnsiTheme="minorHAnsi"/>
          <w:b/>
          <w:sz w:val="28"/>
        </w:rPr>
        <w:t>Agrément de ses conditions de paiement</w:t>
      </w:r>
    </w:p>
    <w:p w14:paraId="5B94AB07" w14:textId="77777777" w:rsidR="00687B5A" w:rsidRPr="00A61937" w:rsidRDefault="00687B5A">
      <w:pPr>
        <w:numPr>
          <w:ilvl w:val="12"/>
          <w:numId w:val="0"/>
        </w:numPr>
        <w:spacing w:after="120"/>
        <w:jc w:val="center"/>
        <w:rPr>
          <w:rFonts w:asciiTheme="minorHAnsi" w:hAnsiTheme="minorHAnsi"/>
          <w:b/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28"/>
        <w:gridCol w:w="142"/>
        <w:gridCol w:w="8353"/>
        <w:gridCol w:w="8"/>
        <w:gridCol w:w="14"/>
        <w:gridCol w:w="74"/>
      </w:tblGrid>
      <w:tr w:rsidR="00687B5A" w:rsidRPr="00A61937" w14:paraId="3B0952DC" w14:textId="77777777">
        <w:trPr>
          <w:tblHeader/>
        </w:trPr>
        <w:tc>
          <w:tcPr>
            <w:tcW w:w="9358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71721B5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</w:rPr>
            </w:pPr>
            <w:r w:rsidRPr="00A61937">
              <w:rPr>
                <w:rFonts w:asciiTheme="minorHAnsi" w:hAnsiTheme="minorHAnsi"/>
                <w:b/>
                <w:sz w:val="22"/>
              </w:rPr>
              <w:t>Marché</w:t>
            </w:r>
          </w:p>
        </w:tc>
        <w:tc>
          <w:tcPr>
            <w:tcW w:w="96" w:type="dxa"/>
            <w:gridSpan w:val="3"/>
            <w:tcBorders>
              <w:top w:val="single" w:sz="8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418F8C6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5A9173B6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BC91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20AB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1CC9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DA2D35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DB19F1A" w14:textId="77777777"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10EA2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F4B11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39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N° du marché : ______________________________________________ (</w:t>
            </w:r>
            <w:r w:rsidRPr="00A61937">
              <w:rPr>
                <w:rFonts w:asciiTheme="minorHAnsi" w:hAnsiTheme="minorHAnsi"/>
                <w:sz w:val="16"/>
              </w:rPr>
              <w:t>Ligne réservée à l’administration)</w:t>
            </w:r>
          </w:p>
        </w:tc>
        <w:tc>
          <w:tcPr>
            <w:tcW w:w="8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3B8D8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3FEBAC8E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319C9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19" w:type="dxa"/>
            <w:gridSpan w:val="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450EEF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155BFCB7" w14:textId="77777777"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4799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8EAF63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Objet :</w:t>
            </w:r>
          </w:p>
        </w:tc>
        <w:tc>
          <w:tcPr>
            <w:tcW w:w="8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4997C" w14:textId="45F57F66" w:rsidR="00687B5A" w:rsidRPr="00A61937" w:rsidRDefault="0001069B" w:rsidP="00912930">
            <w:pPr>
              <w:ind w:right="641"/>
              <w:rPr>
                <w:rFonts w:asciiTheme="minorHAnsi" w:hAnsiTheme="minorHAnsi"/>
                <w:sz w:val="2"/>
                <w:szCs w:val="6"/>
              </w:rPr>
            </w:pPr>
            <w:r>
              <w:rPr>
                <w:rFonts w:asciiTheme="minorHAnsi" w:hAnsiTheme="minorHAnsi"/>
                <w:noProof/>
                <w:sz w:val="24"/>
                <w:szCs w:val="27"/>
              </w:rPr>
              <w:t>Création des VRD de la nouvelle plateforme logistique Pihen à Rémy</w:t>
            </w:r>
            <w:r w:rsidR="00687B5A" w:rsidRPr="005209C4">
              <w:rPr>
                <w:rFonts w:asciiTheme="minorHAnsi" w:hAnsiTheme="minorHAnsi"/>
                <w:noProof/>
                <w:sz w:val="24"/>
                <w:szCs w:val="27"/>
              </w:rPr>
              <w:t>.</w:t>
            </w:r>
          </w:p>
        </w:tc>
        <w:tc>
          <w:tcPr>
            <w:tcW w:w="8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AB10D6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127F2D08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FAB93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21A070C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3A7E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8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41C734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1DEC554E" w14:textId="77777777">
        <w:tc>
          <w:tcPr>
            <w:tcW w:w="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EF554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6BE8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Titulaire :</w:t>
            </w:r>
          </w:p>
        </w:tc>
        <w:tc>
          <w:tcPr>
            <w:tcW w:w="837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E772E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5C2F83C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5E0035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6E6AB0ED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14:paraId="0E91562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19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78A1B35B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</w:tbl>
    <w:p w14:paraId="0E127281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8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31"/>
        <w:gridCol w:w="139"/>
        <w:gridCol w:w="1854"/>
        <w:gridCol w:w="154"/>
        <w:gridCol w:w="6360"/>
        <w:gridCol w:w="7"/>
        <w:gridCol w:w="79"/>
      </w:tblGrid>
      <w:tr w:rsidR="00687B5A" w:rsidRPr="00A61937" w14:paraId="1DFB8E48" w14:textId="77777777">
        <w:trPr>
          <w:tblHeader/>
        </w:trPr>
        <w:tc>
          <w:tcPr>
            <w:tcW w:w="93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74BF82D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</w:rPr>
            </w:pPr>
            <w:r w:rsidRPr="00A61937">
              <w:rPr>
                <w:rFonts w:asciiTheme="minorHAnsi" w:hAnsiTheme="minorHAnsi"/>
                <w:b/>
                <w:sz w:val="22"/>
              </w:rPr>
              <w:t>Prestations sous-traitées</w:t>
            </w:r>
          </w:p>
        </w:tc>
        <w:tc>
          <w:tcPr>
            <w:tcW w:w="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720AA8D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05733D44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8E1B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24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4CA718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11565E20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0203A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35FC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Nature :</w:t>
            </w:r>
          </w:p>
        </w:tc>
        <w:tc>
          <w:tcPr>
            <w:tcW w:w="8375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A8F53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4791A3B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3943BB6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678BF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17EE778B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65AB1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24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C619DC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73575999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6CD55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0DC7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prévisionnel hors TVA des sommes à payer directement :</w:t>
            </w:r>
          </w:p>
        </w:tc>
        <w:tc>
          <w:tcPr>
            <w:tcW w:w="652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55CE9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51E3542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91FC86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042CD6C5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15486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87812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6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274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B5AC46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7380C7C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37FE0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886A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prévisionnel TVA incluse des sommes à payer directement :</w:t>
            </w:r>
          </w:p>
        </w:tc>
        <w:tc>
          <w:tcPr>
            <w:tcW w:w="652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9F21B5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480FC9A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0B8A8F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698CCECF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43E6AF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F5A82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50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40E59F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0EB5A522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</w:tbl>
    <w:p w14:paraId="59E6DAA7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289"/>
        <w:gridCol w:w="542"/>
        <w:gridCol w:w="139"/>
        <w:gridCol w:w="459"/>
        <w:gridCol w:w="493"/>
        <w:gridCol w:w="366"/>
        <w:gridCol w:w="127"/>
        <w:gridCol w:w="256"/>
        <w:gridCol w:w="141"/>
        <w:gridCol w:w="33"/>
        <w:gridCol w:w="63"/>
        <w:gridCol w:w="83"/>
        <w:gridCol w:w="230"/>
        <w:gridCol w:w="30"/>
        <w:gridCol w:w="150"/>
        <w:gridCol w:w="83"/>
        <w:gridCol w:w="174"/>
        <w:gridCol w:w="236"/>
        <w:gridCol w:w="83"/>
        <w:gridCol w:w="118"/>
        <w:gridCol w:w="375"/>
        <w:gridCol w:w="62"/>
        <w:gridCol w:w="431"/>
        <w:gridCol w:w="6"/>
        <w:gridCol w:w="314"/>
        <w:gridCol w:w="123"/>
        <w:gridCol w:w="50"/>
        <w:gridCol w:w="320"/>
        <w:gridCol w:w="67"/>
        <w:gridCol w:w="106"/>
        <w:gridCol w:w="320"/>
        <w:gridCol w:w="11"/>
        <w:gridCol w:w="162"/>
        <w:gridCol w:w="275"/>
        <w:gridCol w:w="45"/>
        <w:gridCol w:w="173"/>
        <w:gridCol w:w="219"/>
        <w:gridCol w:w="101"/>
        <w:gridCol w:w="275"/>
        <w:gridCol w:w="61"/>
        <w:gridCol w:w="157"/>
        <w:gridCol w:w="280"/>
        <w:gridCol w:w="166"/>
        <w:gridCol w:w="271"/>
        <w:gridCol w:w="222"/>
        <w:gridCol w:w="215"/>
        <w:gridCol w:w="278"/>
        <w:gridCol w:w="98"/>
        <w:gridCol w:w="37"/>
        <w:gridCol w:w="14"/>
        <w:gridCol w:w="10"/>
        <w:gridCol w:w="8"/>
        <w:gridCol w:w="81"/>
      </w:tblGrid>
      <w:tr w:rsidR="00687B5A" w:rsidRPr="00A61937" w14:paraId="7C01DA95" w14:textId="77777777" w:rsidTr="0021141A">
        <w:trPr>
          <w:tblHeader/>
        </w:trPr>
        <w:tc>
          <w:tcPr>
            <w:tcW w:w="9350" w:type="dxa"/>
            <w:gridSpan w:val="5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085F116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Sous-traitant</w:t>
            </w:r>
          </w:p>
        </w:tc>
        <w:tc>
          <w:tcPr>
            <w:tcW w:w="11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422AB8D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F1A6850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2B751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381A6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475883B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9C17E6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3D35C2B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20C8C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BC3AD7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Nom, raison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>dénomination sociale :</w:t>
            </w:r>
          </w:p>
        </w:tc>
        <w:tc>
          <w:tcPr>
            <w:tcW w:w="6676" w:type="dxa"/>
            <w:gridSpan w:val="4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E1D3D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E89C33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613E20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53F8011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83C2D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D6E7F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228D75C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7EC09C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05C4B3C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20DA2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5ECD8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Entreprise individuelle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Forme juridique de la société :</w:t>
            </w:r>
          </w:p>
        </w:tc>
        <w:tc>
          <w:tcPr>
            <w:tcW w:w="6676" w:type="dxa"/>
            <w:gridSpan w:val="4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B00BF4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6B759A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2F6C7D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74FFFD0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BEFA0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8A2E4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4C1EA79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F11575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553E8CD" w14:textId="77777777" w:rsidTr="0021141A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15C7A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98F3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3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B54D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15DB93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9864D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60E2A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E4A92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3A917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3EA661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25AF8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7072A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E46E2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E6247F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6F0C3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E33A89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ED86FB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041BF4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8A05FC8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16CA6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609C2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94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14:paraId="6D5354D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0EB942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95118F4" w14:textId="77777777" w:rsidTr="0021141A">
        <w:trPr>
          <w:trHeight w:hRule="exact" w:val="721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8768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3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14:paraId="34D0395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17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33924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C7F439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40E3AB0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37105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7AF9A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94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14:paraId="66C854E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6E2F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6E8BAE0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EE5F6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CF011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Adresse :</w:t>
            </w:r>
          </w:p>
          <w:p w14:paraId="0769567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F27439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059A7D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A88B9C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0A4CA70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        (Tél.)</w:t>
            </w:r>
          </w:p>
        </w:tc>
        <w:tc>
          <w:tcPr>
            <w:tcW w:w="8377" w:type="dxa"/>
            <w:gridSpan w:val="4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B0317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766D3D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ED898C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6699E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D04956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3E3FC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C5A151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EC58E6B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55E5D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5F210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7F81EA2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60166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9B3755D" w14:textId="77777777" w:rsidTr="0021141A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F583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347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04D0FC8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Compte à créditer (joindre un RIB ou RIP) :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074537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09CFEC3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AA6F4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7B4E8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4A8189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672E3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76704B6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1E6586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CD95D66" w14:textId="77777777" w:rsidR="00687B5A" w:rsidRPr="00A61937" w:rsidRDefault="00687B5A">
            <w:pPr>
              <w:keepNext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ouvert à l'organisme bancaire :</w:t>
            </w:r>
          </w:p>
          <w:p w14:paraId="39E0FBE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170" w:hanging="170"/>
              <w:rPr>
                <w:rFonts w:asciiTheme="minorHAnsi" w:hAnsiTheme="minorHAnsi"/>
                <w:sz w:val="22"/>
                <w:szCs w:val="22"/>
              </w:rPr>
            </w:pPr>
          </w:p>
          <w:p w14:paraId="072DBD32" w14:textId="77777777" w:rsidR="00687B5A" w:rsidRPr="00A61937" w:rsidRDefault="00687B5A">
            <w:pPr>
              <w:keepNext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à :</w:t>
            </w:r>
          </w:p>
          <w:p w14:paraId="00BFD19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9D7C6E6" w14:textId="77777777" w:rsidR="00687B5A" w:rsidRPr="00A61937" w:rsidRDefault="00687B5A">
            <w:pPr>
              <w:keepNext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au nom de :</w:t>
            </w:r>
          </w:p>
        </w:tc>
        <w:tc>
          <w:tcPr>
            <w:tcW w:w="6535" w:type="dxa"/>
            <w:gridSpan w:val="4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5F63ED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2D6C3B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41FCB2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2C1786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335BE9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FDDB49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2F1CE8F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62CA8D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56EB9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639900C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FC0CFD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024F831" w14:textId="77777777" w:rsidTr="0021141A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8E15F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EEAD8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sous le n° :</w:t>
            </w:r>
          </w:p>
        </w:tc>
        <w:tc>
          <w:tcPr>
            <w:tcW w:w="49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830DD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3B70B7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3F683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14:paraId="3B8EB2B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6C00E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66BB4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D0A95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15BED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48183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D5364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D90A5F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13B38C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59" w:type="dxa"/>
            <w:gridSpan w:val="7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17FE6B3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Clé RIB :</w:t>
            </w: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664AC1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F2A0F1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" w:type="dxa"/>
            <w:gridSpan w:val="6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B92F74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49C6ECF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525FD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32C3F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1A94E24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CB987D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358D06A" w14:textId="77777777" w:rsidTr="0021141A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53EE2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E3A6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code banque :</w:t>
            </w:r>
          </w:p>
        </w:tc>
        <w:tc>
          <w:tcPr>
            <w:tcW w:w="49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E89C51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65B28B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36168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0BF4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BAD4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ind w:left="11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B64166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code guichet :</w:t>
            </w: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9BC912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218C13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AB8F1D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22619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606458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0" w:type="dxa"/>
            <w:gridSpan w:val="1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9A53E6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 w:after="4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F618029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402CCE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039A74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8" w:type="dxa"/>
            <w:gridSpan w:val="4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90FC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" w:type="dxa"/>
            <w:gridSpan w:val="3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44EF677A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ACC7547" w14:textId="77777777" w:rsidTr="0021141A">
        <w:trPr>
          <w:tblHeader/>
        </w:trPr>
        <w:tc>
          <w:tcPr>
            <w:tcW w:w="9313" w:type="dxa"/>
            <w:gridSpan w:val="4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4A7E75F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Conditions de paiement du contrat de sous-traitance</w:t>
            </w:r>
          </w:p>
        </w:tc>
        <w:tc>
          <w:tcPr>
            <w:tcW w:w="15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7080731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B428ED4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BBED8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4FC0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8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0294C50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056568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9381CA7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6E295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78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2433DB2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Modalités de calcul et de versement des avances et acomptes :</w:t>
            </w:r>
          </w:p>
        </w:tc>
        <w:tc>
          <w:tcPr>
            <w:tcW w:w="150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46B08A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D753C08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B003D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8F37E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08605DA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3F4B29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909C06C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8CB048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6153AEE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5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6960E1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FB681D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79FD06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7A401C5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27EF5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168D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56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3D3ED1E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08189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E9E3683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E49CC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25FAA08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Date d'établissement des prix :</w:t>
            </w:r>
          </w:p>
        </w:tc>
        <w:tc>
          <w:tcPr>
            <w:tcW w:w="6676" w:type="dxa"/>
            <w:gridSpan w:val="4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B0AB4AB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4C1F41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FBCF20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4D1BFF2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69E012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69F0C8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2EB0B5AB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C36290D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098BC1C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BD9A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78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3DCFB1F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Modalités de variation des prix :</w:t>
            </w:r>
          </w:p>
        </w:tc>
        <w:tc>
          <w:tcPr>
            <w:tcW w:w="150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3EA5A5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A3F4D28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75455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F27CF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28B0DF8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47C290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C5F017C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7FE04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39CC0173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5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6063C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6E0C2AE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7994A94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ECEE08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188E0A2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B1E59E1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66ADAF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CEF74C2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C8BE0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2ECD1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397DB35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655998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F237596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5F107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78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5F0784D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Stipulations relatives aux délais, pénalités, primes, réfactions et retenues diverses :</w:t>
            </w:r>
          </w:p>
        </w:tc>
        <w:tc>
          <w:tcPr>
            <w:tcW w:w="150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E7FFD4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47B2AF5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62E69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3411C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0F9BF0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9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C64DCE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EB5C5EF" w14:textId="77777777" w:rsidTr="0021141A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2BFD4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169F710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5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BF8E7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8C8D67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0BD8D42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506B4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02FA38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EA283F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BAD342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CA1658A" w14:textId="77777777" w:rsidTr="0021141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E772389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9B2412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3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3B68F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343F54B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6C14B67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81"/>
        <w:gridCol w:w="329"/>
        <w:gridCol w:w="4581"/>
      </w:tblGrid>
      <w:tr w:rsidR="00687B5A" w:rsidRPr="00A61937" w14:paraId="077B460A" w14:textId="77777777" w:rsidTr="00B043FA"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50769A6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lastRenderedPageBreak/>
              <w:t>titulaire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710DBE5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374C5C3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 mandataire du groupement</w:t>
            </w:r>
          </w:p>
        </w:tc>
      </w:tr>
      <w:tr w:rsidR="00687B5A" w:rsidRPr="00A61937" w14:paraId="14FEB843" w14:textId="77777777" w:rsidTr="00B043FA"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3A91C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24F63B5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154FEC4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628079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8B7A3E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818181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F61A45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FE98F7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E31B27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0398E20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1B246CE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F71C6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AC6258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0E99732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FE23B0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AEF9179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23AC8C1A" w14:textId="77777777" w:rsidR="00687B5A" w:rsidRPr="00A61937" w:rsidRDefault="00687B5A">
      <w:pPr>
        <w:keepNext/>
        <w:numPr>
          <w:ilvl w:val="12"/>
          <w:numId w:val="0"/>
        </w:numPr>
        <w:spacing w:before="240" w:after="240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A61937">
        <w:rPr>
          <w:rFonts w:asciiTheme="minorHAnsi" w:hAnsiTheme="minorHAnsi"/>
          <w:b/>
          <w:sz w:val="22"/>
          <w:szCs w:val="22"/>
          <w:u w:val="single"/>
        </w:rPr>
        <w:t>Acceptation du sous-traitant et agrément de ses conditions de paiement</w:t>
      </w:r>
    </w:p>
    <w:p w14:paraId="2D877D51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A _______________________________ le__________</w:t>
      </w:r>
    </w:p>
    <w:p w14:paraId="41DF44EC" w14:textId="77777777" w:rsidR="00687B5A" w:rsidRPr="00A61937" w:rsidRDefault="00687B5A">
      <w:pPr>
        <w:keepNext/>
        <w:numPr>
          <w:ilvl w:val="12"/>
          <w:numId w:val="0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Pouvoir Adjudicateur</w:t>
      </w:r>
    </w:p>
    <w:p w14:paraId="2D63E9ED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6D11FAE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65D3F0B2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0EC5C917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54C0247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6A43AA0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40DF4668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509CD88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2C2B773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1A89D127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342979E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3637016A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773E1F90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254DD24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35887DC1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504D230A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3A460CE0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2C68C9D7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4B13F620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</w:p>
    <w:p w14:paraId="57D60C3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49A00EC5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1C638584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3105ECA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4B547206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01A7223B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03D8E0F1" w14:textId="77777777" w:rsidR="00687B5A" w:rsidRPr="00A61937" w:rsidRDefault="00687B5A">
      <w:pPr>
        <w:keepNext/>
        <w:numPr>
          <w:ilvl w:val="12"/>
          <w:numId w:val="0"/>
        </w:numPr>
        <w:rPr>
          <w:rFonts w:asciiTheme="minorHAnsi" w:hAnsiTheme="minorHAnsi"/>
        </w:rPr>
      </w:pPr>
    </w:p>
    <w:p w14:paraId="323A372C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</w:rPr>
      </w:pPr>
    </w:p>
    <w:p w14:paraId="7E636C1A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</w:rPr>
      </w:pPr>
      <w:r w:rsidRPr="00A61937">
        <w:rPr>
          <w:rFonts w:asciiTheme="minorHAnsi" w:hAnsiTheme="minorHAnsi"/>
        </w:rPr>
        <w:br w:type="page"/>
      </w:r>
    </w:p>
    <w:p w14:paraId="47372F8C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spacing w:after="240"/>
        <w:ind w:left="57" w:right="57"/>
        <w:jc w:val="center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b/>
          <w:color w:val="FFFFFF"/>
          <w:sz w:val="32"/>
        </w:rPr>
        <w:lastRenderedPageBreak/>
        <w:t>ACTE SPECIAL DE SOUS-TRAITANCE DE RANG AUTRE QUE PREMIER</w:t>
      </w:r>
    </w:p>
    <w:p w14:paraId="2B27E71A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ind w:left="57" w:right="57"/>
        <w:jc w:val="left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color w:val="FFFFFF"/>
          <w:sz w:val="36"/>
        </w:rPr>
        <w:sym w:font="Wingdings" w:char="F071"/>
      </w:r>
      <w:r w:rsidRPr="00A61937">
        <w:rPr>
          <w:rFonts w:asciiTheme="minorHAnsi" w:hAnsiTheme="minorHAnsi"/>
          <w:color w:val="FFFFFF"/>
        </w:rPr>
        <w:t xml:space="preserve"> </w:t>
      </w:r>
      <w:r w:rsidRPr="00A61937">
        <w:rPr>
          <w:rFonts w:asciiTheme="minorHAnsi" w:hAnsiTheme="minorHAnsi"/>
          <w:b/>
          <w:color w:val="FFFFFF"/>
          <w:sz w:val="32"/>
        </w:rPr>
        <w:t>ANNEXE N°___ A L'ACTE D'ENGAGEMENT</w:t>
      </w:r>
    </w:p>
    <w:p w14:paraId="34D990BC" w14:textId="77777777" w:rsidR="00687B5A" w:rsidRPr="00A61937" w:rsidRDefault="00687B5A" w:rsidP="005306DD">
      <w:pPr>
        <w:pStyle w:val="Cadrerelief"/>
        <w:numPr>
          <w:ilvl w:val="12"/>
          <w:numId w:val="0"/>
        </w:num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365F91"/>
        <w:ind w:left="57" w:right="57"/>
        <w:jc w:val="left"/>
        <w:rPr>
          <w:rFonts w:asciiTheme="minorHAnsi" w:hAnsiTheme="minorHAnsi"/>
          <w:b/>
          <w:color w:val="FFFFFF"/>
          <w:sz w:val="32"/>
        </w:rPr>
      </w:pPr>
      <w:r w:rsidRPr="00A61937">
        <w:rPr>
          <w:rFonts w:asciiTheme="minorHAnsi" w:hAnsiTheme="minorHAnsi"/>
          <w:color w:val="FFFFFF"/>
          <w:sz w:val="36"/>
        </w:rPr>
        <w:sym w:font="Wingdings" w:char="F071"/>
      </w:r>
      <w:r w:rsidRPr="00A61937">
        <w:rPr>
          <w:rFonts w:asciiTheme="minorHAnsi" w:hAnsiTheme="minorHAnsi"/>
          <w:color w:val="FFFFFF"/>
        </w:rPr>
        <w:t xml:space="preserve"> </w:t>
      </w:r>
      <w:r w:rsidRPr="00A61937">
        <w:rPr>
          <w:rFonts w:asciiTheme="minorHAnsi" w:hAnsiTheme="minorHAnsi"/>
          <w:b/>
          <w:color w:val="FFFFFF"/>
          <w:sz w:val="32"/>
        </w:rPr>
        <w:t>DECLARATION SPECIALE EN COURS DE MARCHE</w:t>
      </w:r>
    </w:p>
    <w:p w14:paraId="1992504B" w14:textId="77777777" w:rsidR="00687B5A" w:rsidRPr="00A61937" w:rsidRDefault="00687B5A">
      <w:pPr>
        <w:numPr>
          <w:ilvl w:val="12"/>
          <w:numId w:val="0"/>
        </w:numPr>
        <w:spacing w:before="120"/>
        <w:jc w:val="center"/>
        <w:rPr>
          <w:rFonts w:asciiTheme="minorHAnsi" w:hAnsiTheme="minorHAnsi"/>
          <w:b/>
          <w:sz w:val="28"/>
        </w:rPr>
      </w:pPr>
    </w:p>
    <w:p w14:paraId="1D1F187A" w14:textId="77777777" w:rsidR="00687B5A" w:rsidRPr="00A61937" w:rsidRDefault="00687B5A">
      <w:pPr>
        <w:numPr>
          <w:ilvl w:val="12"/>
          <w:numId w:val="0"/>
        </w:numPr>
        <w:spacing w:before="120"/>
        <w:jc w:val="center"/>
        <w:rPr>
          <w:rFonts w:asciiTheme="minorHAnsi" w:hAnsiTheme="minorHAnsi"/>
          <w:b/>
          <w:sz w:val="28"/>
        </w:rPr>
      </w:pPr>
      <w:r w:rsidRPr="00A61937">
        <w:rPr>
          <w:rFonts w:asciiTheme="minorHAnsi" w:hAnsiTheme="minorHAnsi"/>
          <w:b/>
          <w:sz w:val="28"/>
        </w:rPr>
        <w:t>Acceptation d'un sous-traitant</w:t>
      </w:r>
    </w:p>
    <w:p w14:paraId="4CFAC1E2" w14:textId="77777777" w:rsidR="00687B5A" w:rsidRPr="00A61937" w:rsidRDefault="00687B5A">
      <w:pPr>
        <w:numPr>
          <w:ilvl w:val="12"/>
          <w:numId w:val="0"/>
        </w:numPr>
        <w:spacing w:after="120"/>
        <w:jc w:val="center"/>
        <w:rPr>
          <w:rFonts w:asciiTheme="minorHAnsi" w:hAnsiTheme="minorHAnsi"/>
          <w:b/>
          <w:sz w:val="28"/>
        </w:rPr>
      </w:pPr>
      <w:r w:rsidRPr="00A61937">
        <w:rPr>
          <w:rFonts w:asciiTheme="minorHAnsi" w:hAnsiTheme="minorHAnsi"/>
          <w:b/>
          <w:sz w:val="28"/>
        </w:rPr>
        <w:t>Agrément de ses conditions de paiement</w:t>
      </w:r>
    </w:p>
    <w:p w14:paraId="4AECD278" w14:textId="77777777" w:rsidR="00687B5A" w:rsidRPr="00A61937" w:rsidRDefault="00687B5A">
      <w:pPr>
        <w:numPr>
          <w:ilvl w:val="12"/>
          <w:numId w:val="0"/>
        </w:numPr>
        <w:spacing w:after="120"/>
        <w:jc w:val="center"/>
        <w:rPr>
          <w:rFonts w:asciiTheme="minorHAnsi" w:hAnsiTheme="minorHAnsi"/>
          <w:b/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28"/>
        <w:gridCol w:w="142"/>
        <w:gridCol w:w="1701"/>
        <w:gridCol w:w="385"/>
        <w:gridCol w:w="2024"/>
        <w:gridCol w:w="4265"/>
        <w:gridCol w:w="74"/>
      </w:tblGrid>
      <w:tr w:rsidR="00687B5A" w:rsidRPr="00A61937" w14:paraId="34F6559E" w14:textId="77777777">
        <w:trPr>
          <w:tblHeader/>
        </w:trPr>
        <w:tc>
          <w:tcPr>
            <w:tcW w:w="93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7A53177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</w:rPr>
            </w:pPr>
            <w:r w:rsidRPr="00A61937">
              <w:rPr>
                <w:rFonts w:asciiTheme="minorHAnsi" w:hAnsiTheme="minorHAnsi"/>
                <w:b/>
              </w:rPr>
              <w:t>Marché</w:t>
            </w:r>
          </w:p>
        </w:tc>
        <w:tc>
          <w:tcPr>
            <w:tcW w:w="74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60B904B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737768A9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3F5B4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D743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3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7FDEA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98EB9B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D2B8A0F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F70AD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3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66AB4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39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sz w:val="22"/>
              </w:rPr>
              <w:t xml:space="preserve">N° du marché : __________________________________________________ </w:t>
            </w:r>
            <w:r w:rsidRPr="00A61937">
              <w:rPr>
                <w:rFonts w:asciiTheme="minorHAnsi" w:hAnsiTheme="minorHAnsi"/>
                <w:sz w:val="16"/>
              </w:rPr>
              <w:t>(Ligne réservée à l’administration)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3C6655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391C2A7F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5C43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8929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323ACD67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97195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27B3D1D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sz w:val="22"/>
              </w:rPr>
              <w:t>Objet :</w:t>
            </w:r>
          </w:p>
        </w:tc>
        <w:tc>
          <w:tcPr>
            <w:tcW w:w="85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86A1B1" w14:textId="0D4AE723" w:rsidR="00687B5A" w:rsidRPr="00A61937" w:rsidRDefault="0001069B" w:rsidP="00912930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sz w:val="24"/>
                <w:szCs w:val="27"/>
              </w:rPr>
              <w:t>Création des VRD de la nouvelle plateforme logistique Pihen à Rémy</w:t>
            </w:r>
            <w:r w:rsidR="00687B5A" w:rsidRPr="005209C4">
              <w:rPr>
                <w:rFonts w:asciiTheme="minorHAnsi" w:hAnsiTheme="minorHAnsi"/>
                <w:noProof/>
                <w:sz w:val="24"/>
                <w:szCs w:val="27"/>
              </w:rPr>
              <w:t>.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FF5C2B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A9FA9FA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E6BEB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733015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5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BE5BD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FD5DD8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28FA07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48CF4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4F9D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Titulaire :</w:t>
            </w:r>
          </w:p>
        </w:tc>
        <w:tc>
          <w:tcPr>
            <w:tcW w:w="8375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316A2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65C2F53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34754D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D5A12DD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0BCA9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E6755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071B6983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92873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30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5A4E9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Sous-traitant accepté de rang n°1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7E85586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tabs>
                <w:tab w:val="left" w:pos="1741"/>
              </w:tabs>
              <w:ind w:left="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Nom :</w:t>
            </w:r>
          </w:p>
        </w:tc>
        <w:tc>
          <w:tcPr>
            <w:tcW w:w="42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C9E7D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b/>
                <w:sz w:val="16"/>
              </w:rPr>
              <w:sym w:font="Wingdings 2" w:char="F06A"/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750F03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62772918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AB74A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9A7B92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7BB6FA3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70575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33B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14:paraId="028BA17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41BEB8C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57"/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sz w:val="22"/>
              </w:rPr>
              <w:t>Prestation sous-traitée :</w:t>
            </w:r>
          </w:p>
        </w:tc>
        <w:tc>
          <w:tcPr>
            <w:tcW w:w="42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C3CD5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0EA956A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116EFD0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9EE72C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0F7BA33B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A9DE5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C422E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49CC044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31C17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0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D79A1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Sous-traitant accepté de rang n°2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5A3F56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57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Nom :</w:t>
            </w:r>
          </w:p>
        </w:tc>
        <w:tc>
          <w:tcPr>
            <w:tcW w:w="42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E52BE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  <w:r w:rsidRPr="00A61937">
              <w:rPr>
                <w:rFonts w:asciiTheme="minorHAnsi" w:hAnsiTheme="minorHAnsi"/>
                <w:b/>
                <w:sz w:val="16"/>
              </w:rPr>
              <w:sym w:font="Wingdings 2" w:char="F06A"/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4D350B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4CC5ED2C" w14:textId="77777777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CCC71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4FDEEF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717BD11B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2890A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2C83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1008970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3496398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14:paraId="022A28B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2669D10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57"/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Prestation sous-traitée :</w:t>
            </w:r>
          </w:p>
        </w:tc>
        <w:tc>
          <w:tcPr>
            <w:tcW w:w="42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8592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536174B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  <w:p w14:paraId="5CC797A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011AF3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40056CF8" w14:textId="77777777" w:rsidTr="00711DB4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315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11EA0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6"/>
              </w:rPr>
            </w:pPr>
          </w:p>
        </w:tc>
        <w:tc>
          <w:tcPr>
            <w:tcW w:w="9419" w:type="dxa"/>
            <w:gridSpan w:val="7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684BD3B3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6"/>
              </w:rPr>
            </w:pPr>
            <w:r w:rsidRPr="00A61937">
              <w:rPr>
                <w:rFonts w:asciiTheme="minorHAnsi" w:hAnsiTheme="minorHAnsi"/>
                <w:sz w:val="16"/>
              </w:rPr>
              <w:sym w:font="Wingdings 2" w:char="F06A"/>
            </w:r>
            <w:r w:rsidRPr="00A61937">
              <w:rPr>
                <w:rFonts w:asciiTheme="minorHAnsi" w:hAnsiTheme="minorHAnsi"/>
                <w:sz w:val="16"/>
              </w:rPr>
              <w:t xml:space="preserve"> nom à rappeler dans le cartouche suivant</w:t>
            </w:r>
          </w:p>
        </w:tc>
      </w:tr>
    </w:tbl>
    <w:p w14:paraId="2B3231FF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23"/>
        <w:gridCol w:w="138"/>
        <w:gridCol w:w="1965"/>
        <w:gridCol w:w="24"/>
        <w:gridCol w:w="6348"/>
        <w:gridCol w:w="26"/>
        <w:gridCol w:w="29"/>
        <w:gridCol w:w="58"/>
      </w:tblGrid>
      <w:tr w:rsidR="00687B5A" w:rsidRPr="00A61937" w14:paraId="70A5ED8D" w14:textId="77777777" w:rsidTr="0065797A">
        <w:trPr>
          <w:trHeight w:val="257"/>
          <w:tblHeader/>
        </w:trPr>
        <w:tc>
          <w:tcPr>
            <w:tcW w:w="93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25" w:color="auto" w:fill="auto"/>
          </w:tcPr>
          <w:p w14:paraId="3FB4DD8D" w14:textId="77777777" w:rsidR="00687B5A" w:rsidRPr="00A61937" w:rsidRDefault="00687B5A" w:rsidP="0065797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</w:rPr>
            </w:pPr>
            <w:r w:rsidRPr="00A61937">
              <w:rPr>
                <w:rFonts w:asciiTheme="minorHAnsi" w:hAnsiTheme="minorHAnsi"/>
                <w:b/>
                <w:sz w:val="22"/>
              </w:rPr>
              <w:t xml:space="preserve">Prestations sous-traitées par le sous-traitant </w:t>
            </w:r>
            <w:r w:rsidRPr="00A61937">
              <w:rPr>
                <w:rFonts w:asciiTheme="minorHAnsi" w:hAnsiTheme="minorHAnsi"/>
                <w:sz w:val="22"/>
              </w:rPr>
              <w:t>(préciser le nom)</w:t>
            </w:r>
            <w:r w:rsidRPr="00A61937">
              <w:rPr>
                <w:rFonts w:asciiTheme="minorHAnsi" w:hAnsiTheme="minorHAnsi"/>
                <w:b/>
                <w:sz w:val="22"/>
              </w:rPr>
              <w:t> :</w:t>
            </w:r>
          </w:p>
        </w:tc>
        <w:tc>
          <w:tcPr>
            <w:tcW w:w="57" w:type="dxa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14:paraId="18A442D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right"/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75C7B9B9" w14:textId="77777777" w:rsidTr="0065797A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972F3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11" w:type="dxa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FA0CB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36EDF797" w14:textId="77777777" w:rsidTr="0065797A">
        <w:trPr>
          <w:trHeight w:val="755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2CF33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AFB9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Nature :</w:t>
            </w:r>
          </w:p>
        </w:tc>
        <w:tc>
          <w:tcPr>
            <w:tcW w:w="83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E139B2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513562A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0817190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9290D3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7E064746" w14:textId="77777777" w:rsidTr="0065797A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401D4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9411" w:type="dxa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AFA97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</w:tr>
      <w:tr w:rsidR="00687B5A" w:rsidRPr="00A61937" w14:paraId="022179AC" w14:textId="77777777" w:rsidTr="0065797A">
        <w:trPr>
          <w:trHeight w:val="513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E935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9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C880D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prévisionnel hors TVA :</w:t>
            </w:r>
          </w:p>
        </w:tc>
        <w:tc>
          <w:tcPr>
            <w:tcW w:w="6372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904EF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4D53083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56EAE4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49DEF823" w14:textId="77777777" w:rsidTr="0065797A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4569B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F56E1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208D6CA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C8F208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DDE8D51" w14:textId="77777777" w:rsidTr="0065797A">
        <w:trPr>
          <w:trHeight w:val="498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E2398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29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679B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  <w:r w:rsidRPr="00A61937">
              <w:rPr>
                <w:rFonts w:asciiTheme="minorHAnsi" w:hAnsiTheme="minorHAnsi"/>
                <w:sz w:val="22"/>
              </w:rPr>
              <w:t>Montant prévisionnel TVA incluse :</w:t>
            </w:r>
          </w:p>
        </w:tc>
        <w:tc>
          <w:tcPr>
            <w:tcW w:w="6372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739253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  <w:p w14:paraId="7656B6B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</w:rPr>
            </w:pPr>
          </w:p>
        </w:tc>
        <w:tc>
          <w:tcPr>
            <w:tcW w:w="113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7AC08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0075A607" w14:textId="77777777" w:rsidTr="0065797A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E0189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1C539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50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BF8FB6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45F91A60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</w:tbl>
    <w:p w14:paraId="3C6F0328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831"/>
        <w:gridCol w:w="139"/>
        <w:gridCol w:w="1318"/>
        <w:gridCol w:w="383"/>
        <w:gridCol w:w="174"/>
        <w:gridCol w:w="37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376"/>
        <w:gridCol w:w="61"/>
        <w:gridCol w:w="437"/>
        <w:gridCol w:w="437"/>
        <w:gridCol w:w="437"/>
        <w:gridCol w:w="413"/>
        <w:gridCol w:w="14"/>
        <w:gridCol w:w="10"/>
        <w:gridCol w:w="6"/>
        <w:gridCol w:w="76"/>
      </w:tblGrid>
      <w:tr w:rsidR="00687B5A" w:rsidRPr="00A61937" w14:paraId="34E9C883" w14:textId="77777777">
        <w:trPr>
          <w:tblHeader/>
        </w:trPr>
        <w:tc>
          <w:tcPr>
            <w:tcW w:w="935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09D8DA3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</w:rPr>
            </w:pPr>
            <w:r w:rsidRPr="00A61937">
              <w:rPr>
                <w:rFonts w:asciiTheme="minorHAnsi" w:hAnsiTheme="minorHAnsi"/>
                <w:b/>
                <w:sz w:val="22"/>
              </w:rPr>
              <w:lastRenderedPageBreak/>
              <w:t>Désignation du sous-traitant</w:t>
            </w:r>
          </w:p>
        </w:tc>
        <w:tc>
          <w:tcPr>
            <w:tcW w:w="10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5F39511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13C7C84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BE108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8DA53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705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20857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51CE9A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A059F69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81AD6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E6B71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Nom, raison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br/>
              <w:t>dénomination sociale :</w:t>
            </w:r>
          </w:p>
        </w:tc>
        <w:tc>
          <w:tcPr>
            <w:tcW w:w="6674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B09CEC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24FA78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4DBA99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5B528711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C1304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6B37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8FEDC1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44EBA6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0B1E33DD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147C1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E9E4F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right="157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Entreprise individuelle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Forme juridique de la société :</w:t>
            </w:r>
          </w:p>
        </w:tc>
        <w:tc>
          <w:tcPr>
            <w:tcW w:w="6674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0274D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548EEB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9F9B19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345BE663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B8688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8DA75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5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E5A120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07219F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1FDB8E9" w14:textId="77777777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A237E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46CF3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88B87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1188EC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6297BC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07F1A5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722AEF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9FCD8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59D18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6CA592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BCA44B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BB18B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9B0F8F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54B90D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01618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307397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734070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2F44871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AB8CC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436D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9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ADB193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2625F7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57D9A163" w14:textId="77777777">
        <w:trPr>
          <w:trHeight w:hRule="exact" w:val="32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8C017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</w:rPr>
            </w:pPr>
          </w:p>
        </w:tc>
        <w:tc>
          <w:tcPr>
            <w:tcW w:w="753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6206FE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40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N° d'inscription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répertoire des métiers </w:t>
            </w:r>
            <w:r w:rsidRPr="00A61937">
              <w:rPr>
                <w:rFonts w:asciiTheme="minorHAnsi" w:hAnsiTheme="minorHAnsi"/>
                <w:b/>
                <w:sz w:val="22"/>
                <w:szCs w:val="22"/>
              </w:rPr>
              <w:t>ou</w:t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1937">
              <w:rPr>
                <w:rFonts w:asciiTheme="minorHAnsi" w:hAnsiTheme="minorHAnsi"/>
                <w:sz w:val="22"/>
                <w:szCs w:val="22"/>
              </w:rPr>
              <w:sym w:font="Wingdings" w:char="F071"/>
            </w: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au registre du commerce et des sociétés :</w:t>
            </w:r>
          </w:p>
        </w:tc>
        <w:tc>
          <w:tcPr>
            <w:tcW w:w="1815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5726DB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1E84CD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spacing w:before="20"/>
              <w:rPr>
                <w:rFonts w:asciiTheme="minorHAnsi" w:hAnsiTheme="minorHAnsi"/>
              </w:rPr>
            </w:pPr>
          </w:p>
        </w:tc>
      </w:tr>
      <w:tr w:rsidR="00687B5A" w:rsidRPr="00A61937" w14:paraId="5705D912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112A6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94B0A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9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749941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CC4052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1C8D64E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655AB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C36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Adresse :</w:t>
            </w:r>
          </w:p>
          <w:p w14:paraId="7A36CEC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3A7087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9FBF61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21DF50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24CF6D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 xml:space="preserve">         (Tél.)</w:t>
            </w:r>
          </w:p>
        </w:tc>
        <w:tc>
          <w:tcPr>
            <w:tcW w:w="8375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A74B6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3604CD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157A5A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A7A1D3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9C0312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6D29B0E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373852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71EB4D7F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D248C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EB6FD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498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FEC055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2" w:type="dxa"/>
            <w:gridSpan w:val="3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5625599A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</w:tbl>
    <w:p w14:paraId="6B08F832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289"/>
        <w:gridCol w:w="539"/>
        <w:gridCol w:w="1460"/>
        <w:gridCol w:w="383"/>
        <w:gridCol w:w="320"/>
        <w:gridCol w:w="260"/>
        <w:gridCol w:w="6027"/>
        <w:gridCol w:w="45"/>
        <w:gridCol w:w="13"/>
        <w:gridCol w:w="11"/>
        <w:gridCol w:w="75"/>
      </w:tblGrid>
      <w:tr w:rsidR="00687B5A" w:rsidRPr="00A61937" w14:paraId="01064B54" w14:textId="77777777">
        <w:trPr>
          <w:tblHeader/>
        </w:trPr>
        <w:tc>
          <w:tcPr>
            <w:tcW w:w="93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5226882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</w:rPr>
            </w:pPr>
            <w:r w:rsidRPr="00A61937">
              <w:rPr>
                <w:rFonts w:asciiTheme="minorHAnsi" w:hAnsiTheme="minorHAnsi"/>
                <w:b/>
              </w:rPr>
              <w:t>Conditions de paiement du contrat de sous-traitance</w:t>
            </w:r>
          </w:p>
        </w:tc>
        <w:tc>
          <w:tcPr>
            <w:tcW w:w="14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2B413E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A093727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847EC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15B8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84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216CA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9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351893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CC9DB99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95B3E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92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23828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Modalités de calcul et de versement des avances et acomptes :</w:t>
            </w:r>
          </w:p>
        </w:tc>
        <w:tc>
          <w:tcPr>
            <w:tcW w:w="14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D5263C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81BF7A0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FA596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4539B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C4AF4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B85D3D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AC0D81E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F7BB3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31D73F1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99D5CE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502FA0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3F3AD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14CB76BB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2FCF7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9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36D68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D0F22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E5A3D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5F326653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C968E9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26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E8381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Date d'établissement des prix :</w:t>
            </w:r>
          </w:p>
        </w:tc>
        <w:tc>
          <w:tcPr>
            <w:tcW w:w="6676" w:type="dxa"/>
            <w:gridSpan w:val="6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5BC243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DC640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9ADE4E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</w:rPr>
            </w:pPr>
          </w:p>
        </w:tc>
      </w:tr>
      <w:tr w:rsidR="00687B5A" w:rsidRPr="00A61937" w14:paraId="74334C15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8C6F2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32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90B4F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7BF98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E20323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6B451474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FAB53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2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07EFD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Modalités de variation des prix :</w:t>
            </w:r>
          </w:p>
        </w:tc>
        <w:tc>
          <w:tcPr>
            <w:tcW w:w="14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289606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390930AC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2EA4B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71297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517EA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D75534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3CEB18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9D1AD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161A7F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A28DB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2424419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DF5CF1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A179CB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6E525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FEEB28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3439C4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C7F84F5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7D2CD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32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C2DC85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6B66B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A50E57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72291C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1C817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2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9FC9F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Stipulations relatives aux délais, pénalités, primes, réfactions et retenues diverses :</w:t>
            </w:r>
          </w:p>
        </w:tc>
        <w:tc>
          <w:tcPr>
            <w:tcW w:w="14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813B56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CDCAA8D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3F279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F348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EE38D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407733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2E8CB7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87B05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6884367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32A7D0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000B2A7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76814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7ED54EB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839F23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420CF35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5DFB9D5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2E3245A3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D258B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A23F3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601FE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4B4FBF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F36B336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A6461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92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ADB01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Délai de paiement et taux d’intérêt de retard :</w:t>
            </w:r>
          </w:p>
        </w:tc>
        <w:tc>
          <w:tcPr>
            <w:tcW w:w="144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E0C01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1BA85C1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85EB91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32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AB086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6EDC8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00F9B0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38CBB7AD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A9F17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14:paraId="11A220F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58" w:type="dxa"/>
            <w:gridSpan w:val="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D7E52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C7DA8F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BC8936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  <w:tr w:rsidR="00687B5A" w:rsidRPr="00A61937" w14:paraId="15C679D9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5238D8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B9DDF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C440F7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5BFD0C1C" w14:textId="77777777" w:rsidR="00687B5A" w:rsidRPr="00A61937" w:rsidRDefault="00687B5A">
            <w:pPr>
              <w:numPr>
                <w:ilvl w:val="12"/>
                <w:numId w:val="0"/>
              </w:numPr>
              <w:rPr>
                <w:rFonts w:asciiTheme="minorHAnsi" w:hAnsiTheme="minorHAnsi"/>
                <w:sz w:val="18"/>
              </w:rPr>
            </w:pPr>
          </w:p>
        </w:tc>
      </w:tr>
    </w:tbl>
    <w:p w14:paraId="7A3D2DFB" w14:textId="77777777" w:rsidR="00687B5A" w:rsidRPr="00A61937" w:rsidRDefault="00687B5A">
      <w:pPr>
        <w:numPr>
          <w:ilvl w:val="12"/>
          <w:numId w:val="0"/>
        </w:numPr>
        <w:rPr>
          <w:rFonts w:asciiTheme="minorHAnsi" w:hAnsiTheme="minorHAnsi"/>
          <w:sz w:val="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2288"/>
        <w:gridCol w:w="963"/>
        <w:gridCol w:w="1121"/>
        <w:gridCol w:w="4902"/>
        <w:gridCol w:w="60"/>
        <w:gridCol w:w="13"/>
        <w:gridCol w:w="74"/>
      </w:tblGrid>
      <w:tr w:rsidR="00687B5A" w:rsidRPr="00A61937" w14:paraId="2E9387D7" w14:textId="77777777">
        <w:trPr>
          <w:tblHeader/>
        </w:trPr>
        <w:tc>
          <w:tcPr>
            <w:tcW w:w="93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25" w:color="auto" w:fill="auto"/>
          </w:tcPr>
          <w:p w14:paraId="1819E03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Garantie de paiement - Caution personnelle et solidaire</w:t>
            </w:r>
          </w:p>
        </w:tc>
        <w:tc>
          <w:tcPr>
            <w:tcW w:w="14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33BB2BF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48EBF72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CF116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</w:tcPr>
          <w:p w14:paraId="5EDB958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033DB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7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C639D1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658901F2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53398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2C3F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Référence de l’établissement qualifié l’ayant délivrée :</w:t>
            </w:r>
          </w:p>
        </w:tc>
        <w:tc>
          <w:tcPr>
            <w:tcW w:w="497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2B49EF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6443C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2BFDCD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15AAB78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1C7DD3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3EA7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1760E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AEE41A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9231B4F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70ECC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8E530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Objet de la caution :</w:t>
            </w:r>
          </w:p>
        </w:tc>
        <w:tc>
          <w:tcPr>
            <w:tcW w:w="497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BD3A2E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586DC51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62EB6A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D6F72BC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DB8754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3955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596D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DD91E62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1CC86FD1" w14:textId="77777777"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918E0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2ACEF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Montant garanti :</w:t>
            </w:r>
          </w:p>
        </w:tc>
        <w:tc>
          <w:tcPr>
            <w:tcW w:w="497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FB1397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CF698F9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B573CE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2F42D498" w14:textId="77777777">
        <w:trPr>
          <w:trHeight w:hRule="exact" w:val="60"/>
        </w:trPr>
        <w:tc>
          <w:tcPr>
            <w:tcW w:w="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766F1B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131E7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34559D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5C55B0C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746AE259" w14:textId="77777777">
        <w:tc>
          <w:tcPr>
            <w:tcW w:w="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E2A12A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7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4D88D8" w14:textId="77777777" w:rsidR="00687B5A" w:rsidRPr="00A61937" w:rsidRDefault="00687B5A">
            <w:pPr>
              <w:keepNext/>
              <w:numPr>
                <w:ilvl w:val="12"/>
                <w:numId w:val="0"/>
              </w:numPr>
              <w:ind w:left="113" w:right="113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b/>
                <w:i/>
                <w:sz w:val="22"/>
                <w:szCs w:val="22"/>
              </w:rPr>
              <w:t>ATTENTION</w:t>
            </w:r>
            <w:r w:rsidRPr="00A61937">
              <w:rPr>
                <w:rFonts w:asciiTheme="minorHAnsi" w:hAnsiTheme="minorHAnsi"/>
                <w:i/>
                <w:sz w:val="22"/>
                <w:szCs w:val="22"/>
              </w:rPr>
              <w:t> : Cette caution n’est pas requise dès lors qu’il y a une délégation de paiement entre le maître de l’ouvrage, le donneur d’ordre et le sous-traitant (paiement direct conventionnel)</w:t>
            </w:r>
          </w:p>
        </w:tc>
        <w:tc>
          <w:tcPr>
            <w:tcW w:w="147" w:type="dxa"/>
            <w:gridSpan w:val="3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5F87B656" w14:textId="77777777" w:rsidR="00687B5A" w:rsidRPr="00A61937" w:rsidRDefault="00687B5A">
            <w:pPr>
              <w:keepNext/>
              <w:numPr>
                <w:ilvl w:val="12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37A59C2" w14:textId="77777777" w:rsidR="00687B5A" w:rsidRPr="00A61937" w:rsidRDefault="00687B5A">
      <w:pPr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81"/>
        <w:gridCol w:w="329"/>
        <w:gridCol w:w="4581"/>
      </w:tblGrid>
      <w:tr w:rsidR="00687B5A" w:rsidRPr="00A61937" w14:paraId="4C7DDD93" w14:textId="77777777"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47D230D5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 titulaire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5A82E8C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000EA288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 mandataire du groupement</w:t>
            </w:r>
          </w:p>
        </w:tc>
      </w:tr>
      <w:tr w:rsidR="00687B5A" w:rsidRPr="00A61937" w14:paraId="36312286" w14:textId="77777777"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AA23A7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01267738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3BB83FA3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266E351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6CF6C53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51F8820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45A05507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32EAC044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DEB88E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655B2734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74FBED66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7FCF5764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5058828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6E95325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6CB9FD23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87B5A" w:rsidRPr="00A61937" w14:paraId="46753030" w14:textId="77777777"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16063D6F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Sous-traitant accepté de rang n°1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086F7B2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14:paraId="37D3767B" w14:textId="77777777" w:rsidR="00687B5A" w:rsidRPr="00A61937" w:rsidRDefault="00687B5A">
            <w:pPr>
              <w:keepNext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Sous-traitant accepté de rang n°2</w:t>
            </w:r>
          </w:p>
        </w:tc>
      </w:tr>
      <w:tr w:rsidR="00687B5A" w:rsidRPr="00A61937" w14:paraId="3487A634" w14:textId="77777777"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8C683AC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12B615FC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6E76165F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434532B2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50B6BDF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0DA37F43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5455D37A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7B9EDA9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835BD70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60B123AA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  <w:r w:rsidRPr="00A61937">
              <w:rPr>
                <w:rFonts w:asciiTheme="minorHAnsi" w:hAnsiTheme="minorHAnsi"/>
                <w:sz w:val="22"/>
                <w:szCs w:val="22"/>
              </w:rPr>
              <w:t>Le</w:t>
            </w:r>
          </w:p>
          <w:p w14:paraId="06B21085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78307709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7653815D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7C96B89B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  <w:p w14:paraId="3D34FAD6" w14:textId="77777777" w:rsidR="00687B5A" w:rsidRPr="00A61937" w:rsidRDefault="00687B5A">
            <w:pPr>
              <w:keepNext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2FFF726" w14:textId="77777777" w:rsidR="00687B5A" w:rsidRPr="00A61937" w:rsidRDefault="00687B5A">
      <w:pPr>
        <w:keepNext/>
        <w:rPr>
          <w:rFonts w:asciiTheme="minorHAnsi" w:hAnsiTheme="minorHAnsi"/>
          <w:sz w:val="22"/>
          <w:szCs w:val="22"/>
        </w:rPr>
      </w:pPr>
    </w:p>
    <w:p w14:paraId="40B959FA" w14:textId="77777777" w:rsidR="00687B5A" w:rsidRPr="00A61937" w:rsidRDefault="00687B5A">
      <w:pPr>
        <w:keepNext/>
        <w:spacing w:before="240" w:after="240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A61937">
        <w:rPr>
          <w:rFonts w:asciiTheme="minorHAnsi" w:hAnsiTheme="minorHAnsi"/>
          <w:b/>
          <w:sz w:val="22"/>
          <w:szCs w:val="22"/>
          <w:u w:val="single"/>
        </w:rPr>
        <w:t>Acceptation du sous-traitant et agrément de ses conditions de paiement</w:t>
      </w:r>
    </w:p>
    <w:p w14:paraId="21BD9840" w14:textId="77777777" w:rsidR="00687B5A" w:rsidRPr="00A61937" w:rsidRDefault="00687B5A">
      <w:pPr>
        <w:keepNext/>
        <w:rPr>
          <w:rFonts w:asciiTheme="minorHAnsi" w:hAnsiTheme="minorHAnsi"/>
          <w:sz w:val="22"/>
          <w:szCs w:val="22"/>
        </w:rPr>
      </w:pPr>
      <w:r w:rsidRPr="00A61937">
        <w:rPr>
          <w:rFonts w:asciiTheme="minorHAnsi" w:hAnsiTheme="minorHAnsi"/>
          <w:sz w:val="22"/>
          <w:szCs w:val="22"/>
        </w:rPr>
        <w:t>A _______________________________ le__________</w:t>
      </w:r>
    </w:p>
    <w:p w14:paraId="01868D38" w14:textId="77777777" w:rsidR="00687B5A" w:rsidRPr="00A61937" w:rsidRDefault="00687B5A">
      <w:pPr>
        <w:keepNext/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Pouvoir Adjudicateur</w:t>
      </w:r>
    </w:p>
    <w:p w14:paraId="21E45924" w14:textId="77777777" w:rsidR="00687B5A" w:rsidRPr="00A61937" w:rsidRDefault="00687B5A">
      <w:pPr>
        <w:keepNext/>
        <w:rPr>
          <w:rFonts w:asciiTheme="minorHAnsi" w:hAnsiTheme="minorHAnsi"/>
        </w:rPr>
      </w:pPr>
    </w:p>
    <w:p w14:paraId="503C6B9B" w14:textId="77777777" w:rsidR="00687B5A" w:rsidRPr="00A61937" w:rsidRDefault="00687B5A">
      <w:pPr>
        <w:keepNext/>
        <w:rPr>
          <w:rFonts w:asciiTheme="minorHAnsi" w:hAnsiTheme="minorHAnsi"/>
        </w:rPr>
      </w:pPr>
    </w:p>
    <w:p w14:paraId="67ADD8EF" w14:textId="77777777" w:rsidR="00687B5A" w:rsidRPr="00A61937" w:rsidRDefault="00687B5A">
      <w:pPr>
        <w:rPr>
          <w:rFonts w:asciiTheme="minorHAnsi" w:hAnsiTheme="minorHAnsi"/>
        </w:rPr>
      </w:pPr>
    </w:p>
    <w:sectPr w:rsidR="00687B5A" w:rsidRPr="00A61937" w:rsidSect="00687B5A">
      <w:footerReference w:type="default" r:id="rId8"/>
      <w:type w:val="continuous"/>
      <w:pgSz w:w="11906" w:h="16838"/>
      <w:pgMar w:top="1417" w:right="991" w:bottom="1417" w:left="1417" w:header="720" w:footer="720" w:gutter="0"/>
      <w:pgBorders w:offsetFrom="page">
        <w:top w:val="single" w:sz="18" w:space="24" w:color="A6A6A6"/>
        <w:left w:val="single" w:sz="18" w:space="24" w:color="A6A6A6"/>
        <w:bottom w:val="single" w:sz="18" w:space="24" w:color="A6A6A6"/>
        <w:right w:val="single" w:sz="18" w:space="24" w:color="A6A6A6"/>
      </w:pgBorders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7E26A" w14:textId="77777777" w:rsidR="00227839" w:rsidRDefault="00227839">
      <w:r>
        <w:separator/>
      </w:r>
    </w:p>
  </w:endnote>
  <w:endnote w:type="continuationSeparator" w:id="0">
    <w:p w14:paraId="3F4A52C0" w14:textId="77777777" w:rsidR="00227839" w:rsidRDefault="00227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licke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9E8BD" w14:textId="77777777" w:rsidR="00227839" w:rsidRDefault="00227839" w:rsidP="00711DB4">
    <w:pPr>
      <w:tabs>
        <w:tab w:val="left" w:pos="7088"/>
      </w:tabs>
      <w:rPr>
        <w:rFonts w:ascii="Slicker" w:hAnsi="Slicker"/>
        <w:color w:val="365F91"/>
      </w:rPr>
    </w:pPr>
    <w:r w:rsidRPr="00742CC6">
      <w:rPr>
        <w:rFonts w:ascii="Slicker" w:hAnsi="Slicker"/>
        <w:color w:val="365F91"/>
      </w:rPr>
      <w:t>Acte d’engagement</w:t>
    </w:r>
  </w:p>
  <w:p w14:paraId="7E8CAB26" w14:textId="77777777" w:rsidR="0001069B" w:rsidRPr="00154FBE" w:rsidRDefault="0001069B" w:rsidP="0001069B">
    <w:pPr>
      <w:pStyle w:val="Pieddepage"/>
      <w:rPr>
        <w:rFonts w:asciiTheme="minorHAnsi" w:hAnsiTheme="minorHAnsi"/>
        <w:color w:val="365F91"/>
        <w:sz w:val="22"/>
        <w:szCs w:val="22"/>
      </w:rPr>
    </w:pPr>
    <w:bookmarkStart w:id="1" w:name="_Hlk482905845"/>
    <w:r>
      <w:rPr>
        <w:rFonts w:asciiTheme="minorHAnsi" w:hAnsiTheme="minorHAnsi"/>
        <w:noProof/>
        <w:color w:val="365F91"/>
        <w:sz w:val="22"/>
        <w:szCs w:val="22"/>
      </w:rPr>
      <w:t>17_015</w:t>
    </w:r>
    <w:r w:rsidRPr="00154FBE">
      <w:rPr>
        <w:rFonts w:asciiTheme="minorHAnsi" w:hAnsiTheme="minorHAnsi"/>
        <w:color w:val="365F91"/>
        <w:sz w:val="22"/>
        <w:szCs w:val="22"/>
      </w:rPr>
      <w:t xml:space="preserve"> </w:t>
    </w:r>
    <w:r>
      <w:rPr>
        <w:rFonts w:asciiTheme="minorHAnsi" w:hAnsiTheme="minorHAnsi"/>
        <w:color w:val="365F91"/>
        <w:sz w:val="22"/>
        <w:szCs w:val="22"/>
      </w:rPr>
      <w:t>–</w:t>
    </w:r>
    <w:r w:rsidRPr="00154FBE">
      <w:rPr>
        <w:rFonts w:asciiTheme="minorHAnsi" w:hAnsiTheme="minorHAnsi"/>
        <w:color w:val="365F91"/>
        <w:sz w:val="22"/>
        <w:szCs w:val="22"/>
      </w:rPr>
      <w:t xml:space="preserve"> </w:t>
    </w:r>
    <w:r>
      <w:rPr>
        <w:rFonts w:asciiTheme="minorHAnsi" w:hAnsiTheme="minorHAnsi"/>
        <w:color w:val="365F91"/>
        <w:sz w:val="22"/>
        <w:szCs w:val="22"/>
      </w:rPr>
      <w:t>Création des VRD de la nouvelle plateforme logistique PIHEN à Rémy</w:t>
    </w:r>
  </w:p>
  <w:bookmarkEnd w:id="1"/>
  <w:p w14:paraId="51E1AA0C" w14:textId="77777777" w:rsidR="00227839" w:rsidRPr="00742CC6" w:rsidRDefault="00227839" w:rsidP="00711DB4">
    <w:pPr>
      <w:tabs>
        <w:tab w:val="left" w:pos="7088"/>
      </w:tabs>
      <w:rPr>
        <w:rFonts w:ascii="Slicker" w:hAnsi="Slicker"/>
        <w:color w:val="365F91"/>
        <w:szCs w:val="24"/>
      </w:rPr>
    </w:pPr>
    <w:r>
      <w:rPr>
        <w:sz w:val="16"/>
      </w:rPr>
      <w:tab/>
    </w:r>
    <w:r w:rsidRPr="00742CC6">
      <w:rPr>
        <w:rFonts w:ascii="Slicker" w:hAnsi="Slicker"/>
        <w:color w:val="365F91"/>
        <w:szCs w:val="24"/>
      </w:rPr>
      <w:t xml:space="preserve">Page </w:t>
    </w:r>
    <w:r w:rsidRPr="00742CC6">
      <w:rPr>
        <w:rFonts w:ascii="Slicker" w:hAnsi="Slicker"/>
        <w:color w:val="365F91"/>
        <w:szCs w:val="24"/>
      </w:rPr>
      <w:fldChar w:fldCharType="begin"/>
    </w:r>
    <w:r w:rsidRPr="00742CC6">
      <w:rPr>
        <w:rFonts w:ascii="Slicker" w:hAnsi="Slicker"/>
        <w:color w:val="365F91"/>
        <w:szCs w:val="24"/>
      </w:rPr>
      <w:instrText xml:space="preserve"> PAGE </w:instrText>
    </w:r>
    <w:r w:rsidRPr="00742CC6">
      <w:rPr>
        <w:rFonts w:ascii="Slicker" w:hAnsi="Slicker"/>
        <w:color w:val="365F91"/>
        <w:szCs w:val="24"/>
      </w:rPr>
      <w:fldChar w:fldCharType="separate"/>
    </w:r>
    <w:r w:rsidR="0001069B">
      <w:rPr>
        <w:rFonts w:ascii="Slicker" w:hAnsi="Slicker"/>
        <w:noProof/>
        <w:color w:val="365F91"/>
        <w:szCs w:val="24"/>
      </w:rPr>
      <w:t>1</w:t>
    </w:r>
    <w:r w:rsidRPr="00742CC6">
      <w:rPr>
        <w:rFonts w:ascii="Slicker" w:hAnsi="Slicker"/>
        <w:color w:val="365F91"/>
        <w:szCs w:val="24"/>
      </w:rPr>
      <w:fldChar w:fldCharType="end"/>
    </w:r>
    <w:r w:rsidRPr="00742CC6">
      <w:rPr>
        <w:rFonts w:ascii="Slicker" w:hAnsi="Slicker"/>
        <w:color w:val="365F91"/>
        <w:szCs w:val="24"/>
      </w:rPr>
      <w:t xml:space="preserve"> sur </w:t>
    </w:r>
    <w:r w:rsidRPr="00742CC6">
      <w:rPr>
        <w:rFonts w:ascii="Slicker" w:hAnsi="Slicker"/>
        <w:color w:val="365F91"/>
        <w:szCs w:val="24"/>
      </w:rPr>
      <w:fldChar w:fldCharType="begin"/>
    </w:r>
    <w:r w:rsidRPr="00742CC6">
      <w:rPr>
        <w:rFonts w:ascii="Slicker" w:hAnsi="Slicker"/>
        <w:color w:val="365F91"/>
        <w:szCs w:val="24"/>
      </w:rPr>
      <w:instrText xml:space="preserve"> NUMPAGES </w:instrText>
    </w:r>
    <w:r w:rsidRPr="00742CC6">
      <w:rPr>
        <w:rFonts w:ascii="Slicker" w:hAnsi="Slicker"/>
        <w:color w:val="365F91"/>
        <w:szCs w:val="24"/>
      </w:rPr>
      <w:fldChar w:fldCharType="separate"/>
    </w:r>
    <w:r w:rsidR="0001069B">
      <w:rPr>
        <w:rFonts w:ascii="Slicker" w:hAnsi="Slicker"/>
        <w:noProof/>
        <w:color w:val="365F91"/>
        <w:szCs w:val="24"/>
      </w:rPr>
      <w:t>16</w:t>
    </w:r>
    <w:r w:rsidRPr="00742CC6">
      <w:rPr>
        <w:rFonts w:ascii="Slicker" w:hAnsi="Slicker"/>
        <w:color w:val="365F91"/>
        <w:szCs w:val="24"/>
      </w:rPr>
      <w:fldChar w:fldCharType="end"/>
    </w:r>
  </w:p>
  <w:p w14:paraId="59456C3E" w14:textId="77777777" w:rsidR="00227839" w:rsidRDefault="00227839">
    <w:pPr>
      <w:pStyle w:val="Pieddepage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FA1FE" w14:textId="77777777" w:rsidR="00227839" w:rsidRDefault="00227839">
      <w:r>
        <w:separator/>
      </w:r>
    </w:p>
  </w:footnote>
  <w:footnote w:type="continuationSeparator" w:id="0">
    <w:p w14:paraId="2E8C1B03" w14:textId="77777777" w:rsidR="00227839" w:rsidRDefault="00227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58B954"/>
    <w:lvl w:ilvl="0">
      <w:numFmt w:val="decimal"/>
      <w:lvlText w:val="*"/>
      <w:lvlJc w:val="left"/>
    </w:lvl>
  </w:abstractNum>
  <w:abstractNum w:abstractNumId="1">
    <w:nsid w:val="028565BF"/>
    <w:multiLevelType w:val="hybridMultilevel"/>
    <w:tmpl w:val="DB8ADCC0"/>
    <w:lvl w:ilvl="0" w:tplc="3D404E08">
      <w:start w:val="2"/>
      <w:numFmt w:val="bullet"/>
      <w:lvlText w:val="-"/>
      <w:lvlJc w:val="left"/>
      <w:pPr>
        <w:ind w:left="720" w:hanging="360"/>
      </w:pPr>
      <w:rPr>
        <w:rFonts w:ascii="Slicker" w:eastAsia="Times New Roman" w:hAnsi="Slick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641DC"/>
    <w:multiLevelType w:val="multilevel"/>
    <w:tmpl w:val="C80E3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8F6E42"/>
    <w:multiLevelType w:val="hybridMultilevel"/>
    <w:tmpl w:val="760E7C66"/>
    <w:lvl w:ilvl="0" w:tplc="040C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46185B0E"/>
    <w:multiLevelType w:val="singleLevel"/>
    <w:tmpl w:val="3758B954"/>
    <w:lvl w:ilvl="0">
      <w:numFmt w:val="decimal"/>
      <w:lvlText w:val="*"/>
      <w:lvlJc w:val="left"/>
    </w:lvl>
  </w:abstractNum>
  <w:abstractNum w:abstractNumId="5">
    <w:nsid w:val="4A3218B0"/>
    <w:multiLevelType w:val="singleLevel"/>
    <w:tmpl w:val="3758B954"/>
    <w:lvl w:ilvl="0">
      <w:numFmt w:val="decimal"/>
      <w:lvlText w:val="*"/>
      <w:lvlJc w:val="left"/>
    </w:lvl>
  </w:abstractNum>
  <w:abstractNum w:abstractNumId="6">
    <w:nsid w:val="571D371A"/>
    <w:multiLevelType w:val="multilevel"/>
    <w:tmpl w:val="5866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AA06EF"/>
    <w:multiLevelType w:val="singleLevel"/>
    <w:tmpl w:val="3758B954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"/>
        <w:legacy w:legacy="1" w:legacySpace="0" w:legacyIndent="284"/>
        <w:lvlJc w:val="left"/>
        <w:pPr>
          <w:ind w:left="284" w:hanging="284"/>
        </w:pPr>
        <w:rPr>
          <w:rFonts w:ascii="Wingdings" w:hAnsi="Wingdings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A64"/>
    <w:rsid w:val="00007484"/>
    <w:rsid w:val="0001069B"/>
    <w:rsid w:val="00014238"/>
    <w:rsid w:val="000164A6"/>
    <w:rsid w:val="0004559F"/>
    <w:rsid w:val="00047381"/>
    <w:rsid w:val="000A56CB"/>
    <w:rsid w:val="000D24E3"/>
    <w:rsid w:val="000E0933"/>
    <w:rsid w:val="00111B69"/>
    <w:rsid w:val="001D37A6"/>
    <w:rsid w:val="002110EA"/>
    <w:rsid w:val="0021141A"/>
    <w:rsid w:val="00215561"/>
    <w:rsid w:val="0021755C"/>
    <w:rsid w:val="00227839"/>
    <w:rsid w:val="002350AA"/>
    <w:rsid w:val="00257D31"/>
    <w:rsid w:val="0026409E"/>
    <w:rsid w:val="00274629"/>
    <w:rsid w:val="002A00A0"/>
    <w:rsid w:val="002C1B41"/>
    <w:rsid w:val="002C6B09"/>
    <w:rsid w:val="002E055B"/>
    <w:rsid w:val="002E2ED4"/>
    <w:rsid w:val="002E3371"/>
    <w:rsid w:val="002E4EEF"/>
    <w:rsid w:val="003168EF"/>
    <w:rsid w:val="00316B35"/>
    <w:rsid w:val="00322527"/>
    <w:rsid w:val="00326215"/>
    <w:rsid w:val="00331853"/>
    <w:rsid w:val="00336695"/>
    <w:rsid w:val="00356CFA"/>
    <w:rsid w:val="003655FB"/>
    <w:rsid w:val="003A2D9B"/>
    <w:rsid w:val="003A67CA"/>
    <w:rsid w:val="003C1D17"/>
    <w:rsid w:val="003C29C5"/>
    <w:rsid w:val="003D0BDE"/>
    <w:rsid w:val="004049F5"/>
    <w:rsid w:val="004200EC"/>
    <w:rsid w:val="00434E09"/>
    <w:rsid w:val="004918C3"/>
    <w:rsid w:val="0049410B"/>
    <w:rsid w:val="004A23C4"/>
    <w:rsid w:val="004A2D68"/>
    <w:rsid w:val="004A7C0D"/>
    <w:rsid w:val="004C1B3F"/>
    <w:rsid w:val="004C3BAD"/>
    <w:rsid w:val="004D332E"/>
    <w:rsid w:val="004D4EE1"/>
    <w:rsid w:val="0050320F"/>
    <w:rsid w:val="00515904"/>
    <w:rsid w:val="005306DD"/>
    <w:rsid w:val="00536F7D"/>
    <w:rsid w:val="005625AE"/>
    <w:rsid w:val="00572B14"/>
    <w:rsid w:val="00574B90"/>
    <w:rsid w:val="00574E2C"/>
    <w:rsid w:val="00577A7F"/>
    <w:rsid w:val="00583CB6"/>
    <w:rsid w:val="00587655"/>
    <w:rsid w:val="005944D6"/>
    <w:rsid w:val="005A1514"/>
    <w:rsid w:val="005A253B"/>
    <w:rsid w:val="005C7F8D"/>
    <w:rsid w:val="005D2A64"/>
    <w:rsid w:val="005D5636"/>
    <w:rsid w:val="005D6BCE"/>
    <w:rsid w:val="005E7340"/>
    <w:rsid w:val="0064199C"/>
    <w:rsid w:val="00645F6A"/>
    <w:rsid w:val="006509ED"/>
    <w:rsid w:val="0065797A"/>
    <w:rsid w:val="00665738"/>
    <w:rsid w:val="00687B5A"/>
    <w:rsid w:val="006A018F"/>
    <w:rsid w:val="00711DB4"/>
    <w:rsid w:val="007133D4"/>
    <w:rsid w:val="00730FBB"/>
    <w:rsid w:val="007334E2"/>
    <w:rsid w:val="00742CC6"/>
    <w:rsid w:val="00760E4C"/>
    <w:rsid w:val="00764491"/>
    <w:rsid w:val="0078783B"/>
    <w:rsid w:val="00791897"/>
    <w:rsid w:val="00793516"/>
    <w:rsid w:val="007A1D4B"/>
    <w:rsid w:val="007B71FD"/>
    <w:rsid w:val="007F49BF"/>
    <w:rsid w:val="007F5121"/>
    <w:rsid w:val="008007B9"/>
    <w:rsid w:val="00801930"/>
    <w:rsid w:val="0080455E"/>
    <w:rsid w:val="00810D53"/>
    <w:rsid w:val="008219CA"/>
    <w:rsid w:val="00832156"/>
    <w:rsid w:val="00837AF0"/>
    <w:rsid w:val="0084001B"/>
    <w:rsid w:val="0085014F"/>
    <w:rsid w:val="008B1A67"/>
    <w:rsid w:val="008C7CDE"/>
    <w:rsid w:val="009122E5"/>
    <w:rsid w:val="00912930"/>
    <w:rsid w:val="00940307"/>
    <w:rsid w:val="00945E8E"/>
    <w:rsid w:val="009B47B2"/>
    <w:rsid w:val="009F498E"/>
    <w:rsid w:val="009F4EFA"/>
    <w:rsid w:val="00A15AFA"/>
    <w:rsid w:val="00A25D15"/>
    <w:rsid w:val="00A26B61"/>
    <w:rsid w:val="00A375C6"/>
    <w:rsid w:val="00A54A89"/>
    <w:rsid w:val="00A61937"/>
    <w:rsid w:val="00A64C5D"/>
    <w:rsid w:val="00A64F76"/>
    <w:rsid w:val="00A67934"/>
    <w:rsid w:val="00AA15A9"/>
    <w:rsid w:val="00AC64DE"/>
    <w:rsid w:val="00AD671B"/>
    <w:rsid w:val="00B043FA"/>
    <w:rsid w:val="00B13C91"/>
    <w:rsid w:val="00B22B08"/>
    <w:rsid w:val="00B419D0"/>
    <w:rsid w:val="00B51EA6"/>
    <w:rsid w:val="00B85860"/>
    <w:rsid w:val="00BA3E29"/>
    <w:rsid w:val="00BE201B"/>
    <w:rsid w:val="00BF52A4"/>
    <w:rsid w:val="00C11337"/>
    <w:rsid w:val="00C114FC"/>
    <w:rsid w:val="00C14A8C"/>
    <w:rsid w:val="00C20236"/>
    <w:rsid w:val="00C41F9D"/>
    <w:rsid w:val="00C715B6"/>
    <w:rsid w:val="00CA5FBA"/>
    <w:rsid w:val="00CB3334"/>
    <w:rsid w:val="00D25C7C"/>
    <w:rsid w:val="00D37072"/>
    <w:rsid w:val="00D674C8"/>
    <w:rsid w:val="00D70C2F"/>
    <w:rsid w:val="00DC21E9"/>
    <w:rsid w:val="00DE13C4"/>
    <w:rsid w:val="00DE1AFF"/>
    <w:rsid w:val="00DE2361"/>
    <w:rsid w:val="00DE3605"/>
    <w:rsid w:val="00DF1069"/>
    <w:rsid w:val="00E364F6"/>
    <w:rsid w:val="00E53414"/>
    <w:rsid w:val="00E87FD3"/>
    <w:rsid w:val="00E92633"/>
    <w:rsid w:val="00E96B93"/>
    <w:rsid w:val="00EF42AE"/>
    <w:rsid w:val="00F1430B"/>
    <w:rsid w:val="00F26C88"/>
    <w:rsid w:val="00F55722"/>
    <w:rsid w:val="00F7295E"/>
    <w:rsid w:val="00FB6EEB"/>
    <w:rsid w:val="00FD728A"/>
    <w:rsid w:val="00FE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677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3E2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BA3E29"/>
    <w:pPr>
      <w:keepNext/>
      <w:shd w:val="pct20" w:color="auto" w:fill="auto"/>
      <w:spacing w:before="600" w:after="240"/>
      <w:ind w:hanging="284"/>
      <w:jc w:val="both"/>
      <w:outlineLvl w:val="0"/>
    </w:pPr>
    <w:rPr>
      <w:b/>
      <w:bCs/>
      <w:kern w:val="28"/>
      <w:sz w:val="28"/>
      <w:szCs w:val="28"/>
      <w:u w:val="single"/>
    </w:rPr>
  </w:style>
  <w:style w:type="paragraph" w:styleId="Titre2">
    <w:name w:val="heading 2"/>
    <w:basedOn w:val="Normal"/>
    <w:next w:val="Normal"/>
    <w:qFormat/>
    <w:rsid w:val="00BA3E29"/>
    <w:pPr>
      <w:keepNext/>
      <w:spacing w:before="240" w:after="120"/>
      <w:ind w:hanging="284"/>
      <w:jc w:val="both"/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qFormat/>
    <w:rsid w:val="00BA3E29"/>
    <w:pPr>
      <w:keepNext/>
      <w:spacing w:before="240" w:after="120"/>
      <w:ind w:left="567" w:hanging="851"/>
      <w:jc w:val="both"/>
      <w:outlineLvl w:val="2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rame">
    <w:name w:val="Trame"/>
    <w:basedOn w:val="Normal"/>
    <w:rsid w:val="00BA3E29"/>
    <w:pPr>
      <w:shd w:val="pct20" w:color="auto" w:fill="auto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Normal"/>
    <w:rsid w:val="00BA3E29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ind w:left="284" w:right="283"/>
      <w:jc w:val="both"/>
    </w:pPr>
    <w:rPr>
      <w:sz w:val="24"/>
      <w:szCs w:val="24"/>
    </w:rPr>
  </w:style>
  <w:style w:type="paragraph" w:customStyle="1" w:styleId="Reponse">
    <w:name w:val="Reponse"/>
    <w:basedOn w:val="Normal"/>
    <w:rsid w:val="00BA3E29"/>
    <w:pPr>
      <w:ind w:left="567" w:right="567"/>
      <w:jc w:val="both"/>
    </w:pPr>
    <w:rPr>
      <w:sz w:val="24"/>
      <w:szCs w:val="24"/>
    </w:rPr>
  </w:style>
  <w:style w:type="paragraph" w:customStyle="1" w:styleId="Paragraphe">
    <w:name w:val="Paragraphe"/>
    <w:basedOn w:val="Normal"/>
    <w:rsid w:val="00BA3E29"/>
    <w:pPr>
      <w:spacing w:before="120"/>
      <w:jc w:val="both"/>
    </w:pPr>
    <w:rPr>
      <w:sz w:val="24"/>
      <w:szCs w:val="24"/>
    </w:rPr>
  </w:style>
  <w:style w:type="paragraph" w:customStyle="1" w:styleId="Paradouble">
    <w:name w:val="Para_double"/>
    <w:basedOn w:val="Paragraphe"/>
    <w:rsid w:val="00BA3E29"/>
    <w:pPr>
      <w:spacing w:after="240"/>
    </w:pPr>
  </w:style>
  <w:style w:type="paragraph" w:customStyle="1" w:styleId="Praragraphe">
    <w:name w:val="Praragraphe"/>
    <w:basedOn w:val="Normal"/>
    <w:rsid w:val="00BA3E29"/>
    <w:pPr>
      <w:spacing w:before="120"/>
      <w:jc w:val="both"/>
    </w:pPr>
    <w:rPr>
      <w:sz w:val="24"/>
      <w:szCs w:val="24"/>
    </w:rPr>
  </w:style>
  <w:style w:type="paragraph" w:styleId="En-tte">
    <w:name w:val="header"/>
    <w:basedOn w:val="Normal"/>
    <w:rsid w:val="00BA3E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A3E2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A3E29"/>
  </w:style>
  <w:style w:type="paragraph" w:styleId="Retraitcorpsdetexte">
    <w:name w:val="Body Text Indent"/>
    <w:basedOn w:val="Normal"/>
    <w:rsid w:val="00BA3E29"/>
    <w:pPr>
      <w:spacing w:before="120"/>
      <w:ind w:left="567"/>
    </w:pPr>
    <w:rPr>
      <w:sz w:val="24"/>
      <w:szCs w:val="24"/>
    </w:rPr>
  </w:style>
  <w:style w:type="table" w:styleId="Grille">
    <w:name w:val="Table Grid"/>
    <w:basedOn w:val="TableauNormal"/>
    <w:rsid w:val="00BA3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rsid w:val="00BA3E2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verflowPunct/>
      <w:autoSpaceDE/>
      <w:autoSpaceDN/>
      <w:adjustRightInd/>
      <w:jc w:val="center"/>
      <w:textAlignment w:val="auto"/>
    </w:pPr>
    <w:rPr>
      <w:b/>
      <w:bCs/>
      <w:sz w:val="24"/>
    </w:rPr>
  </w:style>
  <w:style w:type="character" w:styleId="Lienhypertexte">
    <w:name w:val="Hyperlink"/>
    <w:basedOn w:val="Policepardfaut"/>
    <w:rsid w:val="00577A7F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rsid w:val="002C1B41"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111B69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111B69"/>
    <w:rPr>
      <w:rFonts w:ascii="Calibri" w:hAnsi="Calibri"/>
      <w:sz w:val="22"/>
      <w:szCs w:val="22"/>
      <w:lang w:eastAsia="en-US"/>
    </w:rPr>
  </w:style>
  <w:style w:type="table" w:customStyle="1" w:styleId="Ombrageclair1">
    <w:name w:val="Ombrage clair1"/>
    <w:basedOn w:val="TableauNormal"/>
    <w:uiPriority w:val="60"/>
    <w:rsid w:val="002C6B0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steencolonnes6">
    <w:name w:val="Table List 6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ffets3D1">
    <w:name w:val="Table 3D effects 1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4C3BAD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3E2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BA3E29"/>
    <w:pPr>
      <w:keepNext/>
      <w:shd w:val="pct20" w:color="auto" w:fill="auto"/>
      <w:spacing w:before="600" w:after="240"/>
      <w:ind w:hanging="284"/>
      <w:jc w:val="both"/>
      <w:outlineLvl w:val="0"/>
    </w:pPr>
    <w:rPr>
      <w:b/>
      <w:bCs/>
      <w:kern w:val="28"/>
      <w:sz w:val="28"/>
      <w:szCs w:val="28"/>
      <w:u w:val="single"/>
    </w:rPr>
  </w:style>
  <w:style w:type="paragraph" w:styleId="Titre2">
    <w:name w:val="heading 2"/>
    <w:basedOn w:val="Normal"/>
    <w:next w:val="Normal"/>
    <w:qFormat/>
    <w:rsid w:val="00BA3E29"/>
    <w:pPr>
      <w:keepNext/>
      <w:spacing w:before="240" w:after="120"/>
      <w:ind w:hanging="284"/>
      <w:jc w:val="both"/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qFormat/>
    <w:rsid w:val="00BA3E29"/>
    <w:pPr>
      <w:keepNext/>
      <w:spacing w:before="240" w:after="120"/>
      <w:ind w:left="567" w:hanging="851"/>
      <w:jc w:val="both"/>
      <w:outlineLvl w:val="2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rame">
    <w:name w:val="Trame"/>
    <w:basedOn w:val="Normal"/>
    <w:rsid w:val="00BA3E29"/>
    <w:pPr>
      <w:shd w:val="pct20" w:color="auto" w:fill="auto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Normal"/>
    <w:rsid w:val="00BA3E29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ind w:left="284" w:right="283"/>
      <w:jc w:val="both"/>
    </w:pPr>
    <w:rPr>
      <w:sz w:val="24"/>
      <w:szCs w:val="24"/>
    </w:rPr>
  </w:style>
  <w:style w:type="paragraph" w:customStyle="1" w:styleId="Reponse">
    <w:name w:val="Reponse"/>
    <w:basedOn w:val="Normal"/>
    <w:rsid w:val="00BA3E29"/>
    <w:pPr>
      <w:ind w:left="567" w:right="567"/>
      <w:jc w:val="both"/>
    </w:pPr>
    <w:rPr>
      <w:sz w:val="24"/>
      <w:szCs w:val="24"/>
    </w:rPr>
  </w:style>
  <w:style w:type="paragraph" w:customStyle="1" w:styleId="Paragraphe">
    <w:name w:val="Paragraphe"/>
    <w:basedOn w:val="Normal"/>
    <w:rsid w:val="00BA3E29"/>
    <w:pPr>
      <w:spacing w:before="120"/>
      <w:jc w:val="both"/>
    </w:pPr>
    <w:rPr>
      <w:sz w:val="24"/>
      <w:szCs w:val="24"/>
    </w:rPr>
  </w:style>
  <w:style w:type="paragraph" w:customStyle="1" w:styleId="Paradouble">
    <w:name w:val="Para_double"/>
    <w:basedOn w:val="Paragraphe"/>
    <w:rsid w:val="00BA3E29"/>
    <w:pPr>
      <w:spacing w:after="240"/>
    </w:pPr>
  </w:style>
  <w:style w:type="paragraph" w:customStyle="1" w:styleId="Praragraphe">
    <w:name w:val="Praragraphe"/>
    <w:basedOn w:val="Normal"/>
    <w:rsid w:val="00BA3E29"/>
    <w:pPr>
      <w:spacing w:before="120"/>
      <w:jc w:val="both"/>
    </w:pPr>
    <w:rPr>
      <w:sz w:val="24"/>
      <w:szCs w:val="24"/>
    </w:rPr>
  </w:style>
  <w:style w:type="paragraph" w:styleId="En-tte">
    <w:name w:val="header"/>
    <w:basedOn w:val="Normal"/>
    <w:rsid w:val="00BA3E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A3E2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A3E29"/>
  </w:style>
  <w:style w:type="paragraph" w:styleId="Retraitcorpsdetexte">
    <w:name w:val="Body Text Indent"/>
    <w:basedOn w:val="Normal"/>
    <w:rsid w:val="00BA3E29"/>
    <w:pPr>
      <w:spacing w:before="120"/>
      <w:ind w:left="567"/>
    </w:pPr>
    <w:rPr>
      <w:sz w:val="24"/>
      <w:szCs w:val="24"/>
    </w:rPr>
  </w:style>
  <w:style w:type="table" w:styleId="Grille">
    <w:name w:val="Table Grid"/>
    <w:basedOn w:val="TableauNormal"/>
    <w:rsid w:val="00BA3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rsid w:val="00BA3E2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verflowPunct/>
      <w:autoSpaceDE/>
      <w:autoSpaceDN/>
      <w:adjustRightInd/>
      <w:jc w:val="center"/>
      <w:textAlignment w:val="auto"/>
    </w:pPr>
    <w:rPr>
      <w:b/>
      <w:bCs/>
      <w:sz w:val="24"/>
    </w:rPr>
  </w:style>
  <w:style w:type="character" w:styleId="Lienhypertexte">
    <w:name w:val="Hyperlink"/>
    <w:basedOn w:val="Policepardfaut"/>
    <w:rsid w:val="00577A7F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rsid w:val="002C1B41"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111B69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111B69"/>
    <w:rPr>
      <w:rFonts w:ascii="Calibri" w:hAnsi="Calibri"/>
      <w:sz w:val="22"/>
      <w:szCs w:val="22"/>
      <w:lang w:eastAsia="en-US"/>
    </w:rPr>
  </w:style>
  <w:style w:type="table" w:customStyle="1" w:styleId="Ombrageclair1">
    <w:name w:val="Ombrage clair1"/>
    <w:basedOn w:val="TableauNormal"/>
    <w:uiPriority w:val="60"/>
    <w:rsid w:val="002C6B0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steencolonnes6">
    <w:name w:val="Table List 6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ffets3D1">
    <w:name w:val="Table 3D effects 1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rsid w:val="00AD671B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4C3BAD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VCE%20ADMINISTRATIF%20ET%20MARCHES%20PUBLICS\ADMINISTRATIF\OUTILS%20ADMINISTRATIFS\TRAME\MODELES\B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\SVCE ADMINISTRATIF ET MARCHES PUBLICS\ADMINISTRATIF\OUTILS ADMINISTRATIFS\TRAME\MODELES\B.dotx</Template>
  <TotalTime>0</TotalTime>
  <Pages>16</Pages>
  <Words>2030</Words>
  <Characters>11168</Characters>
  <Application>Microsoft Macintosh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ACP</Company>
  <LinksUpToDate>false</LinksUpToDate>
  <CharactersWithSpaces>13172</CharactersWithSpaces>
  <SharedDoc>false</SharedDoc>
  <HLinks>
    <vt:vector size="6" baseType="variant"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Didier</cp:lastModifiedBy>
  <cp:revision>2</cp:revision>
  <cp:lastPrinted>2016-02-04T13:31:00Z</cp:lastPrinted>
  <dcterms:created xsi:type="dcterms:W3CDTF">2017-05-20T04:41:00Z</dcterms:created>
  <dcterms:modified xsi:type="dcterms:W3CDTF">2017-05-20T04:41:00Z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786987453</vt:i4>
  </property>
</Properties>
</file>